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1367516188"/>
        <w:docPartObj>
          <w:docPartGallery w:val="Cover Pages"/>
          <w:docPartUnique/>
        </w:docPartObj>
      </w:sdtPr>
      <w:sdtEndPr>
        <w:rPr>
          <w:color w:val="4F81BD" w:themeColor="accent1"/>
        </w:rPr>
      </w:sdtEndPr>
      <w:sdtContent>
        <w:p w14:paraId="387CE657" w14:textId="490B72C8" w:rsidR="003C4950" w:rsidRDefault="003C495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A9D696E" wp14:editId="73E261EC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4FD7AFE3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" stroked="f" strokeweight="2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ED38715" wp14:editId="23F1FD48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6640D2D8" w14:textId="19E597E7" w:rsidR="003C4950" w:rsidRDefault="00D7712C">
                                    <w:pPr>
                                      <w:pStyle w:val="affff5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Инжиниринг</w:t>
                                    </w:r>
                                  </w:p>
                                </w:sdtContent>
                              </w:sdt>
                              <w:p w14:paraId="5FE584C7" w14:textId="7EDB1B19" w:rsidR="003C4950" w:rsidRDefault="003C4950">
                                <w:pPr>
                                  <w:pStyle w:val="affff5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4ED3871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left:0;text-align:left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6640D2D8" w14:textId="19E597E7" w:rsidR="003C4950" w:rsidRDefault="00D7712C">
                              <w:pPr>
                                <w:pStyle w:val="affff5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Инжиниринг</w:t>
                              </w:r>
                            </w:p>
                          </w:sdtContent>
                        </w:sdt>
                        <w:p w14:paraId="5FE584C7" w14:textId="7EDB1B19" w:rsidR="003C4950" w:rsidRDefault="003C4950">
                          <w:pPr>
                            <w:pStyle w:val="affff5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58E8608" wp14:editId="17B8905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23BE1B" w14:textId="02816D0D" w:rsidR="003C4950" w:rsidRPr="003C4950" w:rsidRDefault="00D7712C">
                                <w:pPr>
                                  <w:pStyle w:val="affff5"/>
                                  <w:jc w:val="right"/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Abstract"/>
                                  <w:tag w:val=""/>
                                  <w:id w:val="1375273687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Content>
                                  <w:p w14:paraId="0D40D64C" w14:textId="78171BF3" w:rsidR="003C4950" w:rsidRPr="003C4950" w:rsidRDefault="00D7712C">
                                    <w:pPr>
                                      <w:pStyle w:val="affff5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158E8608" id="Text Box 153" o:spid="_x0000_s1027" type="#_x0000_t202" style="position:absolute;left:0;text-align:left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" filled="f" stroked="f" strokeweight=".5pt">
                    <v:textbox style="mso-fit-shape-to-text:t" inset="126pt,0,54pt,0">
                      <w:txbxContent>
                        <w:p w14:paraId="0323BE1B" w14:textId="02816D0D" w:rsidR="003C4950" w:rsidRPr="003C4950" w:rsidRDefault="00D7712C">
                          <w:pPr>
                            <w:pStyle w:val="affff5"/>
                            <w:jc w:val="right"/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Abstract"/>
                            <w:tag w:val=""/>
                            <w:id w:val="1375273687"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Content>
                            <w:p w14:paraId="0D40D64C" w14:textId="78171BF3" w:rsidR="003C4950" w:rsidRPr="003C4950" w:rsidRDefault="00D7712C">
                              <w:pPr>
                                <w:pStyle w:val="affff5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860C42" wp14:editId="179111B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574915" cy="3876040"/>
                    <wp:effectExtent l="0" t="0" r="0" b="508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74915" cy="3876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69D5D7" w14:textId="3DC4E4F6" w:rsidR="003C4950" w:rsidRDefault="00000000" w:rsidP="00F34BE6">
                                <w:pPr>
                                  <w:ind w:firstLine="0"/>
                                  <w:jc w:val="right"/>
                                  <w:rPr>
                                    <w:color w:val="4F81BD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F81BD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 w:rsidR="00F34BE6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Типовые решения</w:t>
                                    </w:r>
                                    <w:r w:rsidR="00F34BE6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br/>
                                    </w:r>
                                    <w:r w:rsidR="00476DC8" w:rsidRPr="00476DC8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МТ.Лютик-</w:t>
                                    </w:r>
                                    <w:r w:rsidR="00F34BE6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П</w:t>
                                    </w:r>
                                    <w:r w:rsidR="00476DC8" w:rsidRPr="00476DC8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люс</w:t>
                                    </w:r>
                                    <w:r w:rsidR="00F34BE6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.</w:t>
                                    </w:r>
                                    <w:r w:rsidR="00F34BE6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  <w:lang w:val="en-US"/>
                                      </w:rPr>
                                      <w:t>AC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763D545D" w14:textId="5BF44F1E" w:rsidR="003C4950" w:rsidRDefault="00D7712C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изменения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E860C42" id="Text Box 154" o:spid="_x0000_s1028" type="#_x0000_t202" style="position:absolute;left:0;text-align:left;margin-left:0;margin-top:0;width:596.45pt;height:305.2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" filled="f" stroked="f" strokeweight=".5pt">
                    <v:textbox inset="126pt,0,54pt,0">
                      <w:txbxContent>
                        <w:p w14:paraId="0B69D5D7" w14:textId="3DC4E4F6" w:rsidR="003C4950" w:rsidRDefault="00000000" w:rsidP="00F34BE6">
                          <w:pPr>
                            <w:ind w:firstLine="0"/>
                            <w:jc w:val="right"/>
                            <w:rPr>
                              <w:color w:val="4F81BD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F81BD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 w:rsidR="00F34BE6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Типовые решения</w:t>
                              </w:r>
                              <w:r w:rsidR="00F34BE6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br/>
                              </w:r>
                              <w:r w:rsidR="00476DC8" w:rsidRPr="00476DC8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МТ.Лютик-</w:t>
                              </w:r>
                              <w:r w:rsidR="00F34BE6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П</w:t>
                              </w:r>
                              <w:r w:rsidR="00476DC8" w:rsidRPr="00476DC8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люс</w:t>
                              </w:r>
                              <w:r w:rsidR="00F34BE6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.</w:t>
                              </w:r>
                              <w:r w:rsidR="00F34BE6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  <w:lang w:val="en-US"/>
                                </w:rPr>
                                <w:t>AC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763D545D" w14:textId="5BF44F1E" w:rsidR="003C4950" w:rsidRDefault="00D7712C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изменения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07CD06BD" w14:textId="3361C691" w:rsidR="003C4950" w:rsidRDefault="003C4950">
          <w:pPr>
            <w:spacing w:line="240" w:lineRule="auto"/>
            <w:ind w:firstLine="0"/>
            <w:jc w:val="left"/>
            <w:rPr>
              <w:color w:val="4F81BD" w:themeColor="accent1"/>
            </w:rPr>
          </w:pPr>
          <w:r>
            <w:rPr>
              <w:color w:val="4F81BD" w:themeColor="accent1"/>
            </w:rPr>
            <w:br w:type="page"/>
          </w:r>
        </w:p>
      </w:sdtContent>
    </w:sdt>
    <w:p w14:paraId="2394C63F" w14:textId="4DFA461C" w:rsidR="009232BB" w:rsidRDefault="00750F52" w:rsidP="00C8545D">
      <w:pPr>
        <w:pStyle w:val="12"/>
        <w:ind w:right="227" w:firstLine="709"/>
        <w:jc w:val="center"/>
        <w:rPr>
          <w:rStyle w:val="afffd"/>
          <w:sz w:val="28"/>
          <w:szCs w:val="28"/>
        </w:rPr>
      </w:pPr>
      <w:r w:rsidRPr="00D75ECA">
        <w:rPr>
          <w:rStyle w:val="afffd"/>
          <w:sz w:val="28"/>
          <w:szCs w:val="28"/>
        </w:rPr>
        <w:lastRenderedPageBreak/>
        <w:t>СОДЕРЖАНИЕ</w:t>
      </w:r>
    </w:p>
    <w:p w14:paraId="15608900" w14:textId="77777777" w:rsidR="00610647" w:rsidRPr="00610647" w:rsidRDefault="00610647" w:rsidP="00C8545D">
      <w:pPr>
        <w:ind w:right="227" w:firstLine="709"/>
      </w:pPr>
    </w:p>
    <w:p w14:paraId="05EF6C20" w14:textId="77777777" w:rsidR="00DA4527" w:rsidRDefault="00E64413">
      <w:pPr>
        <w:pStyle w:val="23"/>
        <w:rPr>
          <w:noProof/>
        </w:rPr>
      </w:pPr>
      <w:r w:rsidRPr="00E87285">
        <w:rPr>
          <w:rStyle w:val="afffffff0"/>
        </w:rPr>
        <w:fldChar w:fldCharType="begin"/>
      </w:r>
      <w:r w:rsidRPr="00E87285">
        <w:rPr>
          <w:rStyle w:val="afffffff0"/>
        </w:rPr>
        <w:instrText xml:space="preserve"> TOC \o "1-2" </w:instrText>
      </w:r>
      <w:r w:rsidRPr="00E87285">
        <w:rPr>
          <w:rStyle w:val="afffffff0"/>
        </w:rPr>
        <w:fldChar w:fldCharType="separate"/>
      </w:r>
      <w:r w:rsidR="00DA4527">
        <w:rPr>
          <w:noProof/>
        </w:rPr>
        <w:t>1 ОТ 14.02.25</w:t>
      </w:r>
      <w:r w:rsidR="00DA4527">
        <w:rPr>
          <w:noProof/>
        </w:rPr>
        <w:tab/>
      </w:r>
      <w:r w:rsidR="00DA4527">
        <w:rPr>
          <w:noProof/>
        </w:rPr>
        <w:fldChar w:fldCharType="begin"/>
      </w:r>
      <w:r w:rsidR="00DA4527">
        <w:rPr>
          <w:noProof/>
        </w:rPr>
        <w:instrText xml:space="preserve"> PAGEREF _Toc190446016 \h </w:instrText>
      </w:r>
      <w:r w:rsidR="00DA4527">
        <w:rPr>
          <w:noProof/>
        </w:rPr>
      </w:r>
      <w:r w:rsidR="00DA4527">
        <w:rPr>
          <w:noProof/>
        </w:rPr>
        <w:fldChar w:fldCharType="separate"/>
      </w:r>
      <w:r w:rsidR="00DA4527">
        <w:rPr>
          <w:noProof/>
        </w:rPr>
        <w:t>2</w:t>
      </w:r>
      <w:r w:rsidR="00DA4527">
        <w:rPr>
          <w:noProof/>
        </w:rPr>
        <w:fldChar w:fldCharType="end"/>
      </w:r>
    </w:p>
    <w:p w14:paraId="3732413E" w14:textId="5706FEE2" w:rsidR="00B85AAD" w:rsidRDefault="00B85AAD" w:rsidP="00B85AAD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2</w:t>
      </w:r>
      <w:r>
        <w:rPr>
          <w:noProof/>
        </w:rPr>
        <w:t xml:space="preserve"> ОТ </w:t>
      </w:r>
      <w:r>
        <w:rPr>
          <w:noProof/>
        </w:rPr>
        <w:t>24</w:t>
      </w:r>
      <w:r>
        <w:rPr>
          <w:noProof/>
        </w:rPr>
        <w:t>.02.25</w:t>
      </w:r>
      <w:r>
        <w:rPr>
          <w:noProof/>
        </w:rPr>
        <w:tab/>
      </w:r>
      <w:r>
        <w:rPr>
          <w:noProof/>
        </w:rPr>
        <w:t>3</w:t>
      </w:r>
    </w:p>
    <w:p w14:paraId="1004B04B" w14:textId="5CCACBD7" w:rsidR="00B85AAD" w:rsidRPr="00B85AAD" w:rsidRDefault="00B85AAD" w:rsidP="00B85AAD">
      <w:pPr>
        <w:rPr>
          <w:rFonts w:eastAsiaTheme="minorEastAsia"/>
        </w:rPr>
      </w:pPr>
    </w:p>
    <w:p w14:paraId="39A9DAB2" w14:textId="4CD713B0" w:rsidR="00D2061D" w:rsidRPr="00D75ECA" w:rsidRDefault="00E64413" w:rsidP="00476DC8">
      <w:pPr>
        <w:pStyle w:val="23"/>
        <w:rPr>
          <w:sz w:val="28"/>
          <w:szCs w:val="28"/>
        </w:rPr>
      </w:pPr>
      <w:r w:rsidRPr="00E87285">
        <w:rPr>
          <w:rStyle w:val="afffffff0"/>
        </w:rPr>
        <w:fldChar w:fldCharType="end"/>
      </w:r>
    </w:p>
    <w:p w14:paraId="4437A59F" w14:textId="77777777" w:rsidR="00A22C90" w:rsidRDefault="00A22C90" w:rsidP="00162ED7">
      <w:pPr>
        <w:spacing w:line="276" w:lineRule="auto"/>
        <w:ind w:firstLine="0"/>
        <w:rPr>
          <w:sz w:val="28"/>
          <w:szCs w:val="28"/>
        </w:rPr>
        <w:sectPr w:rsidR="00A22C90" w:rsidSect="005C2185">
          <w:headerReference w:type="default" r:id="rId11"/>
          <w:footerReference w:type="default" r:id="rId12"/>
          <w:pgSz w:w="11906" w:h="16838" w:code="9"/>
          <w:pgMar w:top="851" w:right="567" w:bottom="1701" w:left="1701" w:header="709" w:footer="709" w:gutter="0"/>
          <w:pgNumType w:start="0"/>
          <w:cols w:space="708"/>
          <w:titlePg/>
          <w:docGrid w:linePitch="360"/>
        </w:sectPr>
      </w:pPr>
    </w:p>
    <w:p w14:paraId="59F73F2B" w14:textId="38F8F6B6" w:rsidR="00B37F38" w:rsidRDefault="00C8545D" w:rsidP="00C8545D">
      <w:pPr>
        <w:pStyle w:val="2"/>
        <w:numPr>
          <w:ilvl w:val="0"/>
          <w:numId w:val="1"/>
        </w:numPr>
        <w:spacing w:before="0" w:after="0"/>
        <w:ind w:left="0" w:right="227" w:firstLine="851"/>
        <w:rPr>
          <w:sz w:val="32"/>
          <w:szCs w:val="32"/>
        </w:rPr>
      </w:pPr>
      <w:bookmarkStart w:id="0" w:name="_Toc190446016"/>
      <w:r w:rsidRPr="00C8545D">
        <w:rPr>
          <w:sz w:val="32"/>
          <w:szCs w:val="32"/>
        </w:rPr>
        <w:lastRenderedPageBreak/>
        <w:t>О</w:t>
      </w:r>
      <w:r w:rsidR="00977DDE">
        <w:rPr>
          <w:sz w:val="32"/>
          <w:szCs w:val="32"/>
        </w:rPr>
        <w:t>Т</w:t>
      </w:r>
      <w:r w:rsidRPr="00C8545D">
        <w:rPr>
          <w:sz w:val="32"/>
          <w:szCs w:val="32"/>
        </w:rPr>
        <w:t xml:space="preserve"> 1</w:t>
      </w:r>
      <w:r w:rsidR="00561A8B">
        <w:rPr>
          <w:sz w:val="32"/>
          <w:szCs w:val="32"/>
        </w:rPr>
        <w:t>4</w:t>
      </w:r>
      <w:r w:rsidRPr="00C8545D">
        <w:rPr>
          <w:sz w:val="32"/>
          <w:szCs w:val="32"/>
        </w:rPr>
        <w:t>.0</w:t>
      </w:r>
      <w:r w:rsidR="00561A8B">
        <w:rPr>
          <w:sz w:val="32"/>
          <w:szCs w:val="32"/>
        </w:rPr>
        <w:t>2</w:t>
      </w:r>
      <w:r w:rsidRPr="00C8545D">
        <w:rPr>
          <w:sz w:val="32"/>
          <w:szCs w:val="32"/>
        </w:rPr>
        <w:t>.2</w:t>
      </w:r>
      <w:r w:rsidR="00561A8B">
        <w:rPr>
          <w:sz w:val="32"/>
          <w:szCs w:val="32"/>
        </w:rPr>
        <w:t>5</w:t>
      </w:r>
      <w:bookmarkEnd w:id="0"/>
    </w:p>
    <w:p w14:paraId="235CA552" w14:textId="77777777" w:rsidR="00C8545D" w:rsidRPr="00C8545D" w:rsidRDefault="00C8545D" w:rsidP="00C8545D"/>
    <w:p w14:paraId="230435B4" w14:textId="7F8C12CF" w:rsidR="00561A8B" w:rsidRDefault="00561A8B" w:rsidP="00024D90">
      <w:pPr>
        <w:numPr>
          <w:ilvl w:val="0"/>
          <w:numId w:val="28"/>
        </w:numPr>
        <w:ind w:left="709" w:firstLine="0"/>
      </w:pPr>
      <w:proofErr w:type="spellStart"/>
      <w:r>
        <w:t>МТ.Лютик-Плюс.AC.ТР</w:t>
      </w:r>
      <w:proofErr w:type="spellEnd"/>
      <w:r>
        <w:t>(</w:t>
      </w:r>
      <w:r w:rsidR="00024D90">
        <w:t>-</w:t>
      </w:r>
      <w:r>
        <w:t xml:space="preserve">ВВ1, </w:t>
      </w:r>
      <w:r w:rsidR="00024D90">
        <w:t>-</w:t>
      </w:r>
      <w:r>
        <w:t>ВВ2,</w:t>
      </w:r>
      <w:r w:rsidRPr="00561A8B">
        <w:t xml:space="preserve"> </w:t>
      </w:r>
      <w:r w:rsidR="00024D90">
        <w:t>-</w:t>
      </w:r>
      <w:r>
        <w:t xml:space="preserve">СВ, </w:t>
      </w:r>
      <w:r w:rsidR="00024D90">
        <w:t>-</w:t>
      </w:r>
      <w:r>
        <w:t xml:space="preserve">ОЛ1, </w:t>
      </w:r>
      <w:r w:rsidR="00024D90">
        <w:t>-</w:t>
      </w:r>
      <w:r>
        <w:t>ОЛ2) – Перерисованы цепи оперативного тока. Исключены</w:t>
      </w:r>
      <w:r w:rsidR="0058545A" w:rsidRPr="00B778F7">
        <w:t xml:space="preserve"> </w:t>
      </w:r>
      <w:r>
        <w:t>автоматические выключатели</w:t>
      </w:r>
      <w:r w:rsidR="005B72CC">
        <w:t xml:space="preserve"> (лишние)</w:t>
      </w:r>
      <w:r>
        <w:t>:</w:t>
      </w:r>
    </w:p>
    <w:p w14:paraId="412171E4" w14:textId="738CEDCA" w:rsidR="00561A8B" w:rsidRPr="00561A8B" w:rsidRDefault="00561A8B" w:rsidP="00024D90">
      <w:pPr>
        <w:ind w:left="709" w:firstLine="0"/>
      </w:pPr>
      <w:r>
        <w:t>- для цепей питания счетчика (</w:t>
      </w:r>
      <w:r w:rsidRPr="00024D90">
        <w:t>SF</w:t>
      </w:r>
      <w:r w:rsidRPr="00561A8B">
        <w:t>4)</w:t>
      </w:r>
      <w:r>
        <w:t>,</w:t>
      </w:r>
    </w:p>
    <w:p w14:paraId="22755834" w14:textId="6404D385" w:rsidR="00561A8B" w:rsidRDefault="00561A8B" w:rsidP="00024D90">
      <w:pPr>
        <w:ind w:left="709" w:firstLine="0"/>
      </w:pPr>
      <w:r>
        <w:t xml:space="preserve">- для цепей управления </w:t>
      </w:r>
      <w:r w:rsidRPr="00561A8B">
        <w:t>(</w:t>
      </w:r>
      <w:r w:rsidRPr="00024D90">
        <w:t>SF</w:t>
      </w:r>
      <w:r w:rsidRPr="00561A8B">
        <w:t>5)</w:t>
      </w:r>
      <w:r w:rsidR="0058545A" w:rsidRPr="00B778F7">
        <w:t>.</w:t>
      </w:r>
    </w:p>
    <w:p w14:paraId="56ECB01F" w14:textId="60FFEAC4" w:rsidR="00561A8B" w:rsidRPr="00561A8B" w:rsidRDefault="00561A8B" w:rsidP="00024D90">
      <w:pPr>
        <w:numPr>
          <w:ilvl w:val="0"/>
          <w:numId w:val="28"/>
        </w:numPr>
        <w:ind w:left="709" w:firstLine="0"/>
      </w:pPr>
      <w:proofErr w:type="spellStart"/>
      <w:r>
        <w:t>МТ.Лютик-Плюс.AC.ТР</w:t>
      </w:r>
      <w:proofErr w:type="spellEnd"/>
      <w:r w:rsidR="00024D90">
        <w:t>(</w:t>
      </w:r>
      <w:r>
        <w:t>-СВ</w:t>
      </w:r>
      <w:r w:rsidR="00024D90">
        <w:t>, -</w:t>
      </w:r>
      <w:r>
        <w:t xml:space="preserve">СР) – Развернуты диоды </w:t>
      </w:r>
      <w:r w:rsidRPr="00024D90">
        <w:t>VDD</w:t>
      </w:r>
      <w:r w:rsidRPr="00561A8B">
        <w:t xml:space="preserve">15, </w:t>
      </w:r>
      <w:r w:rsidRPr="00024D90">
        <w:t>VDD</w:t>
      </w:r>
      <w:r w:rsidRPr="00561A8B">
        <w:t xml:space="preserve">25, </w:t>
      </w:r>
      <w:r w:rsidRPr="00024D90">
        <w:t>VDL</w:t>
      </w:r>
      <w:r w:rsidRPr="00561A8B">
        <w:t>12</w:t>
      </w:r>
      <w:r>
        <w:t xml:space="preserve"> и </w:t>
      </w:r>
      <w:r w:rsidRPr="00024D90">
        <w:t>VDL</w:t>
      </w:r>
      <w:r w:rsidRPr="00561A8B">
        <w:t>22</w:t>
      </w:r>
      <w:r>
        <w:t>.</w:t>
      </w:r>
    </w:p>
    <w:p w14:paraId="588A82B8" w14:textId="54DE46A8" w:rsidR="004A409A" w:rsidRPr="00F34BE6" w:rsidRDefault="00561A8B" w:rsidP="00024D90">
      <w:pPr>
        <w:numPr>
          <w:ilvl w:val="0"/>
          <w:numId w:val="28"/>
        </w:numPr>
        <w:ind w:left="709" w:firstLine="0"/>
      </w:pPr>
      <w:proofErr w:type="spellStart"/>
      <w:r>
        <w:t>МТ.Лютик-Плюс.AC.ТР</w:t>
      </w:r>
      <w:proofErr w:type="spellEnd"/>
      <w:r w:rsidR="00024D90">
        <w:t>(</w:t>
      </w:r>
      <w:r>
        <w:t>-ТН1</w:t>
      </w:r>
      <w:r w:rsidR="00024D90">
        <w:t>, -</w:t>
      </w:r>
      <w:r>
        <w:t>ТН2) – Добавлен автоматический выключатель</w:t>
      </w:r>
      <w:r w:rsidR="00476DC8" w:rsidRPr="00476DC8">
        <w:t xml:space="preserve"> (</w:t>
      </w:r>
      <w:r w:rsidR="00476DC8" w:rsidRPr="00024D90">
        <w:t>SF</w:t>
      </w:r>
      <w:r w:rsidR="00476DC8" w:rsidRPr="00476DC8">
        <w:t>5)</w:t>
      </w:r>
      <w:r>
        <w:t xml:space="preserve"> для ИРИС-О (осциллографирование).</w:t>
      </w:r>
    </w:p>
    <w:p w14:paraId="4A493F18" w14:textId="45C655DF" w:rsidR="00476DC8" w:rsidRDefault="00476DC8" w:rsidP="00024D90">
      <w:pPr>
        <w:numPr>
          <w:ilvl w:val="0"/>
          <w:numId w:val="28"/>
        </w:numPr>
        <w:ind w:left="709" w:firstLine="0"/>
      </w:pPr>
      <w:proofErr w:type="spellStart"/>
      <w:r>
        <w:t>МТ</w:t>
      </w:r>
      <w:r w:rsidR="00024D90">
        <w:t>.Лютик-Плюс.AC.ТР</w:t>
      </w:r>
      <w:proofErr w:type="spellEnd"/>
      <w:r>
        <w:t>(</w:t>
      </w:r>
      <w:r w:rsidR="00024D90">
        <w:t>-</w:t>
      </w:r>
      <w:r>
        <w:t xml:space="preserve">ВВ1, </w:t>
      </w:r>
      <w:r w:rsidR="00024D90">
        <w:t>-</w:t>
      </w:r>
      <w:r>
        <w:t xml:space="preserve">ВВ2, </w:t>
      </w:r>
      <w:r w:rsidR="00024D90">
        <w:t>-</w:t>
      </w:r>
      <w:r>
        <w:t xml:space="preserve">СВ, </w:t>
      </w:r>
      <w:r w:rsidR="00024D90">
        <w:t>-</w:t>
      </w:r>
      <w:r>
        <w:t xml:space="preserve">ТН1, </w:t>
      </w:r>
      <w:r w:rsidR="00024D90">
        <w:t>-</w:t>
      </w:r>
      <w:r>
        <w:t xml:space="preserve">ТН2, </w:t>
      </w:r>
      <w:r w:rsidR="00024D90">
        <w:t>-</w:t>
      </w:r>
      <w:r>
        <w:t xml:space="preserve">ОЛ1, </w:t>
      </w:r>
      <w:r w:rsidR="00024D90">
        <w:t>-</w:t>
      </w:r>
      <w:r>
        <w:t>ОЛ2) – В спецификации и цепях сигнализации добавлены блок-контакты автоматических выключателей.</w:t>
      </w:r>
    </w:p>
    <w:p w14:paraId="428F7B11" w14:textId="41958167" w:rsidR="00024D90" w:rsidRDefault="00024D90" w:rsidP="00024D90">
      <w:pPr>
        <w:numPr>
          <w:ilvl w:val="0"/>
          <w:numId w:val="28"/>
        </w:numPr>
        <w:ind w:left="709" w:firstLine="0"/>
      </w:pPr>
      <w:proofErr w:type="spellStart"/>
      <w:r>
        <w:t>МТ.Лютик-Плюс.AC.ТР</w:t>
      </w:r>
      <w:proofErr w:type="spellEnd"/>
      <w:r>
        <w:t xml:space="preserve">(-ВВ1, -ВВ2, -СВ, -ТН1, -ТН2, -ОЛ1, -ОЛ2) – Изменен тип указательных реле </w:t>
      </w:r>
      <w:r w:rsidRPr="00EE25EB">
        <w:t>(</w:t>
      </w:r>
      <w:r>
        <w:rPr>
          <w:lang w:val="en-US"/>
        </w:rPr>
        <w:t>KH</w:t>
      </w:r>
      <w:r w:rsidRPr="00EE25EB">
        <w:t xml:space="preserve">1, </w:t>
      </w:r>
      <w:r>
        <w:rPr>
          <w:lang w:val="en-US"/>
        </w:rPr>
        <w:t>KH</w:t>
      </w:r>
      <w:r w:rsidRPr="00EE25EB">
        <w:t>2)</w:t>
      </w:r>
      <w:r>
        <w:t>.</w:t>
      </w:r>
      <w:r w:rsidRPr="00EE25EB">
        <w:t xml:space="preserve"> </w:t>
      </w:r>
      <w:r>
        <w:t>Скорректированы контакты в схеме (с отсутствием самовозврата).</w:t>
      </w:r>
    </w:p>
    <w:p w14:paraId="172D4097" w14:textId="77777777" w:rsidR="00024D90" w:rsidRDefault="00024D90" w:rsidP="00024D90">
      <w:pPr>
        <w:numPr>
          <w:ilvl w:val="0"/>
          <w:numId w:val="28"/>
        </w:numPr>
        <w:ind w:left="709" w:firstLine="0"/>
      </w:pPr>
      <w:r>
        <w:t>В цепях аварийной сигнализации «</w:t>
      </w:r>
      <w:r w:rsidRPr="00BF125E">
        <w:t>1707</w:t>
      </w:r>
      <w:r>
        <w:t>»</w:t>
      </w:r>
      <w:r w:rsidRPr="00BF125E">
        <w:t xml:space="preserve"> (</w:t>
      </w:r>
      <w:r w:rsidRPr="00024D90">
        <w:t>EHA</w:t>
      </w:r>
      <w:r w:rsidRPr="00BF125E">
        <w:t>.1</w:t>
      </w:r>
      <w:r>
        <w:t xml:space="preserve">, </w:t>
      </w:r>
      <w:r w:rsidRPr="00024D90">
        <w:t>EHA</w:t>
      </w:r>
      <w:r w:rsidRPr="00BF125E">
        <w:t>.2)</w:t>
      </w:r>
      <w:r>
        <w:t xml:space="preserve"> и предупредительной </w:t>
      </w:r>
      <w:r w:rsidRPr="00BF125E">
        <w:t>сигнализации «1709» (</w:t>
      </w:r>
      <w:r w:rsidRPr="00024D90">
        <w:t>EHP</w:t>
      </w:r>
      <w:r w:rsidRPr="00BF125E">
        <w:t xml:space="preserve">.1, </w:t>
      </w:r>
      <w:r w:rsidRPr="00024D90">
        <w:t>EHP</w:t>
      </w:r>
      <w:r w:rsidRPr="00BF125E">
        <w:t>.2)</w:t>
      </w:r>
      <w:r>
        <w:t xml:space="preserve"> </w:t>
      </w:r>
      <w:r w:rsidRPr="00BF125E">
        <w:t>исключены резисторы (</w:t>
      </w:r>
      <w:r w:rsidRPr="00024D90">
        <w:t>R</w:t>
      </w:r>
      <w:r w:rsidRPr="00BF125E">
        <w:t xml:space="preserve">1, </w:t>
      </w:r>
      <w:r w:rsidRPr="00024D90">
        <w:t>R</w:t>
      </w:r>
      <w:r w:rsidRPr="00BF125E">
        <w:t>2).</w:t>
      </w:r>
    </w:p>
    <w:p w14:paraId="4BC7C7CF" w14:textId="77777777" w:rsidR="00476DC8" w:rsidRDefault="00476DC8" w:rsidP="00476DC8">
      <w:pPr>
        <w:ind w:left="709" w:right="227" w:firstLine="0"/>
      </w:pPr>
    </w:p>
    <w:p w14:paraId="6A1A7AF0" w14:textId="77777777" w:rsidR="00B85AAD" w:rsidRDefault="00B85AAD" w:rsidP="00476DC8">
      <w:pPr>
        <w:ind w:left="709" w:right="227" w:firstLine="0"/>
      </w:pPr>
    </w:p>
    <w:p w14:paraId="1D12E50D" w14:textId="77777777" w:rsidR="00B85AAD" w:rsidRDefault="00B85AAD" w:rsidP="00476DC8">
      <w:pPr>
        <w:ind w:left="709" w:right="227" w:firstLine="0"/>
      </w:pPr>
    </w:p>
    <w:p w14:paraId="412A8C15" w14:textId="77777777" w:rsidR="00B85AAD" w:rsidRDefault="00B85AAD" w:rsidP="00476DC8">
      <w:pPr>
        <w:ind w:left="709" w:right="227" w:firstLine="0"/>
      </w:pPr>
    </w:p>
    <w:p w14:paraId="587811A9" w14:textId="77777777" w:rsidR="00B85AAD" w:rsidRDefault="00B85AAD" w:rsidP="00476DC8">
      <w:pPr>
        <w:ind w:left="709" w:right="227" w:firstLine="0"/>
      </w:pPr>
    </w:p>
    <w:p w14:paraId="6D7CF591" w14:textId="77777777" w:rsidR="00B85AAD" w:rsidRDefault="00B85AAD" w:rsidP="00476DC8">
      <w:pPr>
        <w:ind w:left="709" w:right="227" w:firstLine="0"/>
      </w:pPr>
    </w:p>
    <w:p w14:paraId="2200B181" w14:textId="77777777" w:rsidR="00B85AAD" w:rsidRDefault="00B85AAD" w:rsidP="00476DC8">
      <w:pPr>
        <w:ind w:left="709" w:right="227" w:firstLine="0"/>
      </w:pPr>
    </w:p>
    <w:p w14:paraId="7D46E3B4" w14:textId="77777777" w:rsidR="00B85AAD" w:rsidRDefault="00B85AAD" w:rsidP="00476DC8">
      <w:pPr>
        <w:ind w:left="709" w:right="227" w:firstLine="0"/>
      </w:pPr>
    </w:p>
    <w:p w14:paraId="747164E6" w14:textId="77777777" w:rsidR="00B85AAD" w:rsidRDefault="00B85AAD" w:rsidP="00476DC8">
      <w:pPr>
        <w:ind w:left="709" w:right="227" w:firstLine="0"/>
      </w:pPr>
    </w:p>
    <w:p w14:paraId="4352ECD0" w14:textId="77777777" w:rsidR="00B85AAD" w:rsidRDefault="00B85AAD" w:rsidP="00476DC8">
      <w:pPr>
        <w:ind w:left="709" w:right="227" w:firstLine="0"/>
      </w:pPr>
    </w:p>
    <w:p w14:paraId="2A3B0916" w14:textId="77777777" w:rsidR="00B85AAD" w:rsidRDefault="00B85AAD" w:rsidP="00476DC8">
      <w:pPr>
        <w:ind w:left="709" w:right="227" w:firstLine="0"/>
      </w:pPr>
    </w:p>
    <w:p w14:paraId="4576D960" w14:textId="77777777" w:rsidR="00B85AAD" w:rsidRDefault="00B85AAD" w:rsidP="00476DC8">
      <w:pPr>
        <w:ind w:left="709" w:right="227" w:firstLine="0"/>
      </w:pPr>
    </w:p>
    <w:p w14:paraId="30FB6E50" w14:textId="77777777" w:rsidR="00B85AAD" w:rsidRDefault="00B85AAD" w:rsidP="00476DC8">
      <w:pPr>
        <w:ind w:left="709" w:right="227" w:firstLine="0"/>
      </w:pPr>
    </w:p>
    <w:p w14:paraId="1A236B48" w14:textId="77777777" w:rsidR="00B85AAD" w:rsidRDefault="00B85AAD" w:rsidP="00476DC8">
      <w:pPr>
        <w:ind w:left="709" w:right="227" w:firstLine="0"/>
      </w:pPr>
    </w:p>
    <w:p w14:paraId="6F4EACED" w14:textId="77777777" w:rsidR="00B85AAD" w:rsidRDefault="00B85AAD" w:rsidP="00476DC8">
      <w:pPr>
        <w:ind w:left="709" w:right="227" w:firstLine="0"/>
      </w:pPr>
    </w:p>
    <w:p w14:paraId="7CE63D95" w14:textId="77777777" w:rsidR="00B85AAD" w:rsidRDefault="00B85AAD" w:rsidP="00476DC8">
      <w:pPr>
        <w:ind w:left="709" w:right="227" w:firstLine="0"/>
      </w:pPr>
    </w:p>
    <w:p w14:paraId="41E8B236" w14:textId="77777777" w:rsidR="00B85AAD" w:rsidRDefault="00B85AAD" w:rsidP="00476DC8">
      <w:pPr>
        <w:ind w:left="709" w:right="227" w:firstLine="0"/>
      </w:pPr>
    </w:p>
    <w:p w14:paraId="68C2B079" w14:textId="77777777" w:rsidR="00B85AAD" w:rsidRDefault="00B85AAD" w:rsidP="00476DC8">
      <w:pPr>
        <w:ind w:left="709" w:right="227" w:firstLine="0"/>
      </w:pPr>
    </w:p>
    <w:p w14:paraId="5E2F839D" w14:textId="77777777" w:rsidR="00B85AAD" w:rsidRDefault="00B85AAD" w:rsidP="00476DC8">
      <w:pPr>
        <w:ind w:left="709" w:right="227" w:firstLine="0"/>
      </w:pPr>
    </w:p>
    <w:p w14:paraId="61A61972" w14:textId="77777777" w:rsidR="00B85AAD" w:rsidRDefault="00B85AAD" w:rsidP="00476DC8">
      <w:pPr>
        <w:ind w:left="709" w:right="227" w:firstLine="0"/>
      </w:pPr>
    </w:p>
    <w:p w14:paraId="25735E8B" w14:textId="60CDF1E2" w:rsidR="00B85AAD" w:rsidRDefault="00B85AAD" w:rsidP="00B85AAD">
      <w:pPr>
        <w:pStyle w:val="2"/>
        <w:numPr>
          <w:ilvl w:val="0"/>
          <w:numId w:val="1"/>
        </w:numPr>
        <w:spacing w:before="0" w:after="0"/>
        <w:ind w:right="227"/>
        <w:rPr>
          <w:sz w:val="32"/>
          <w:szCs w:val="32"/>
        </w:rPr>
      </w:pPr>
      <w:r w:rsidRPr="00C8545D">
        <w:rPr>
          <w:sz w:val="32"/>
          <w:szCs w:val="32"/>
        </w:rPr>
        <w:lastRenderedPageBreak/>
        <w:t>О</w:t>
      </w:r>
      <w:r>
        <w:rPr>
          <w:sz w:val="32"/>
          <w:szCs w:val="32"/>
        </w:rPr>
        <w:t>Т</w:t>
      </w:r>
      <w:r w:rsidRPr="00C8545D">
        <w:rPr>
          <w:sz w:val="32"/>
          <w:szCs w:val="32"/>
        </w:rPr>
        <w:t xml:space="preserve"> </w:t>
      </w:r>
      <w:r>
        <w:rPr>
          <w:sz w:val="32"/>
          <w:szCs w:val="32"/>
        </w:rPr>
        <w:t>2</w:t>
      </w:r>
      <w:r>
        <w:rPr>
          <w:sz w:val="32"/>
          <w:szCs w:val="32"/>
        </w:rPr>
        <w:t>4</w:t>
      </w:r>
      <w:r w:rsidRPr="00C8545D">
        <w:rPr>
          <w:sz w:val="32"/>
          <w:szCs w:val="32"/>
        </w:rPr>
        <w:t>.0</w:t>
      </w:r>
      <w:r>
        <w:rPr>
          <w:sz w:val="32"/>
          <w:szCs w:val="32"/>
        </w:rPr>
        <w:t>2</w:t>
      </w:r>
      <w:r w:rsidRPr="00C8545D">
        <w:rPr>
          <w:sz w:val="32"/>
          <w:szCs w:val="32"/>
        </w:rPr>
        <w:t>.2</w:t>
      </w:r>
      <w:r>
        <w:rPr>
          <w:sz w:val="32"/>
          <w:szCs w:val="32"/>
        </w:rPr>
        <w:t>5</w:t>
      </w:r>
    </w:p>
    <w:p w14:paraId="515C4DE3" w14:textId="77777777" w:rsidR="00B85AAD" w:rsidRPr="00102E3F" w:rsidRDefault="00B85AAD" w:rsidP="00B85AAD">
      <w:r>
        <w:t xml:space="preserve">1. </w:t>
      </w:r>
      <w:proofErr w:type="spellStart"/>
      <w:r>
        <w:t>МТ.Лютик-Плюс.AC.ТР</w:t>
      </w:r>
      <w:proofErr w:type="spellEnd"/>
      <w:r>
        <w:t>(-ВВ1, -ВВ2,</w:t>
      </w:r>
      <w:r w:rsidRPr="00561A8B">
        <w:t xml:space="preserve"> </w:t>
      </w:r>
      <w:r>
        <w:t>-СВ, -ОЛ1, -ОЛ2) –</w:t>
      </w:r>
      <w:r>
        <w:t xml:space="preserve"> </w:t>
      </w:r>
      <w:r>
        <w:t>Добавлено примечание «При наличии свободных дискретных выходов необходимо свободные реле назначать на сигнал отключения «Отключить», контакты реле отключения соединить параллельно.».</w:t>
      </w:r>
    </w:p>
    <w:p w14:paraId="5B31ED8F" w14:textId="5D24D787" w:rsidR="00B85AAD" w:rsidRPr="00476DC8" w:rsidRDefault="00B85AAD" w:rsidP="00476DC8">
      <w:pPr>
        <w:ind w:left="709" w:right="227" w:firstLine="0"/>
      </w:pPr>
    </w:p>
    <w:sectPr w:rsidR="00B85AAD" w:rsidRPr="00476DC8" w:rsidSect="005C2185">
      <w:headerReference w:type="default" r:id="rId13"/>
      <w:footerReference w:type="default" r:id="rId14"/>
      <w:pgSz w:w="11906" w:h="16838" w:code="9"/>
      <w:pgMar w:top="426" w:right="282" w:bottom="567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B1915" w14:textId="77777777" w:rsidR="00900419" w:rsidRDefault="00900419">
      <w:r>
        <w:separator/>
      </w:r>
    </w:p>
  </w:endnote>
  <w:endnote w:type="continuationSeparator" w:id="0">
    <w:p w14:paraId="48413165" w14:textId="77777777" w:rsidR="00900419" w:rsidRDefault="0090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89543" w14:textId="77777777" w:rsidR="00444229" w:rsidRPr="009232BB" w:rsidRDefault="00444229" w:rsidP="00FE137B">
    <w:pPr>
      <w:pStyle w:val="afff0"/>
      <w:tabs>
        <w:tab w:val="clear" w:pos="9355"/>
        <w:tab w:val="right" w:pos="9781"/>
      </w:tabs>
      <w:spacing w:line="240" w:lineRule="auto"/>
      <w:ind w:firstLine="0"/>
      <w:rPr>
        <w:sz w:val="10"/>
        <w:szCs w:val="10"/>
      </w:rPr>
    </w:pPr>
  </w:p>
  <w:p w14:paraId="39FF1529" w14:textId="77777777" w:rsidR="00444229" w:rsidRPr="009232BB" w:rsidRDefault="00444229" w:rsidP="009232BB">
    <w:pPr>
      <w:pStyle w:val="afff0"/>
      <w:tabs>
        <w:tab w:val="clear" w:pos="9355"/>
        <w:tab w:val="right" w:pos="9781"/>
      </w:tabs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D9CBD" w14:textId="03B9B6F7" w:rsidR="00444229" w:rsidRPr="009232BB" w:rsidRDefault="00444229" w:rsidP="009232BB">
    <w:pPr>
      <w:pStyle w:val="afff0"/>
      <w:tabs>
        <w:tab w:val="clear" w:pos="9355"/>
        <w:tab w:val="right" w:pos="9781"/>
      </w:tabs>
      <w:rPr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1600" behindDoc="0" locked="0" layoutInCell="1" allowOverlap="1" wp14:anchorId="012E590F" wp14:editId="6A1B3710">
              <wp:simplePos x="0" y="0"/>
              <wp:positionH relativeFrom="column">
                <wp:posOffset>5913755</wp:posOffset>
              </wp:positionH>
              <wp:positionV relativeFrom="paragraph">
                <wp:posOffset>865505</wp:posOffset>
              </wp:positionV>
              <wp:extent cx="461010" cy="233680"/>
              <wp:effectExtent l="2540" t="0" r="3175" b="0"/>
              <wp:wrapNone/>
              <wp:docPr id="66" name="Text Box 7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010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E4B86" w14:textId="5C118E6E" w:rsidR="00444229" w:rsidRPr="006C0932" w:rsidRDefault="00444229" w:rsidP="006C0932">
                          <w:r>
                            <w:rPr>
                              <w:rFonts w:eastAsiaTheme="minorHAnsi" w:cstheme="minorBidi"/>
                              <w:i/>
                              <w:sz w:val="20"/>
                              <w:szCs w:val="20"/>
                              <w:lang w:eastAsia="en-US"/>
                            </w:rPr>
                            <w:fldChar w:fldCharType="begin"/>
                          </w:r>
                          <w:r>
                            <w:rPr>
                              <w:rFonts w:eastAsiaTheme="minorHAnsi" w:cstheme="minorBidi"/>
                              <w:i/>
                              <w:sz w:val="20"/>
                              <w:szCs w:val="20"/>
                              <w:lang w:eastAsia="en-US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eastAsiaTheme="minorHAnsi" w:cstheme="minorBidi"/>
                              <w:i/>
                              <w:sz w:val="20"/>
                              <w:szCs w:val="20"/>
                              <w:lang w:eastAsia="en-US"/>
                            </w:rPr>
                            <w:fldChar w:fldCharType="separate"/>
                          </w:r>
                          <w:r w:rsidR="00DA4527">
                            <w:rPr>
                              <w:rFonts w:eastAsiaTheme="minorHAnsi" w:cstheme="minorBidi"/>
                              <w:i/>
                              <w:noProof/>
                              <w:sz w:val="20"/>
                              <w:szCs w:val="20"/>
                              <w:lang w:eastAsia="en-US"/>
                            </w:rPr>
                            <w:t>2</w:t>
                          </w:r>
                          <w:r>
                            <w:rPr>
                              <w:rFonts w:eastAsiaTheme="minorHAnsi" w:cstheme="minorBidi"/>
                              <w:i/>
                              <w:sz w:val="20"/>
                              <w:szCs w:val="20"/>
                              <w:lang w:eastAsia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2E590F" id="_x0000_t202" coordsize="21600,21600" o:spt="202" path="m,l,21600r21600,l21600,xe">
              <v:stroke joinstyle="miter"/>
              <v:path gradientshapeok="t" o:connecttype="rect"/>
            </v:shapetype>
            <v:shape id="Text Box 716" o:spid="_x0000_s1029" type="#_x0000_t202" style="position:absolute;left:0;text-align:left;margin-left:465.65pt;margin-top:68.15pt;width:36.3pt;height:18.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" filled="f" stroked="f">
              <v:textbox>
                <w:txbxContent>
                  <w:p w14:paraId="11EE4B86" w14:textId="5C118E6E" w:rsidR="00444229" w:rsidRPr="006C0932" w:rsidRDefault="00444229" w:rsidP="006C0932">
                    <w:r>
                      <w:rPr>
                        <w:rFonts w:eastAsiaTheme="minorHAnsi" w:cstheme="minorBidi"/>
                        <w:i/>
                        <w:sz w:val="20"/>
                        <w:szCs w:val="20"/>
                        <w:lang w:eastAsia="en-US"/>
                      </w:rPr>
                      <w:fldChar w:fldCharType="begin"/>
                    </w:r>
                    <w:r>
                      <w:rPr>
                        <w:rFonts w:eastAsiaTheme="minorHAnsi" w:cstheme="minorBidi"/>
                        <w:i/>
                        <w:sz w:val="20"/>
                        <w:szCs w:val="20"/>
                        <w:lang w:eastAsia="en-US"/>
                      </w:rPr>
                      <w:instrText xml:space="preserve"> PAGE  \* Arabic  \* MERGEFORMAT </w:instrText>
                    </w:r>
                    <w:r>
                      <w:rPr>
                        <w:rFonts w:eastAsiaTheme="minorHAnsi" w:cstheme="minorBidi"/>
                        <w:i/>
                        <w:sz w:val="20"/>
                        <w:szCs w:val="20"/>
                        <w:lang w:eastAsia="en-US"/>
                      </w:rPr>
                      <w:fldChar w:fldCharType="separate"/>
                    </w:r>
                    <w:r w:rsidR="00DA4527">
                      <w:rPr>
                        <w:rFonts w:eastAsiaTheme="minorHAnsi" w:cstheme="minorBidi"/>
                        <w:i/>
                        <w:noProof/>
                        <w:sz w:val="20"/>
                        <w:szCs w:val="20"/>
                        <w:lang w:eastAsia="en-US"/>
                      </w:rPr>
                      <w:t>2</w:t>
                    </w:r>
                    <w:r>
                      <w:rPr>
                        <w:rFonts w:eastAsiaTheme="minorHAnsi" w:cstheme="minorBidi"/>
                        <w:i/>
                        <w:sz w:val="20"/>
                        <w:szCs w:val="20"/>
                        <w:lang w:eastAsia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311C5DDF" wp14:editId="2849F906">
              <wp:simplePos x="0" y="0"/>
              <wp:positionH relativeFrom="column">
                <wp:posOffset>1688465</wp:posOffset>
              </wp:positionH>
              <wp:positionV relativeFrom="paragraph">
                <wp:posOffset>915670</wp:posOffset>
              </wp:positionV>
              <wp:extent cx="628650" cy="201930"/>
              <wp:effectExtent l="0" t="0" r="3175" b="0"/>
              <wp:wrapNone/>
              <wp:docPr id="61" name="Text Box 7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0E8E11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Дата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1C5DDF" id="Text Box 709" o:spid="_x0000_s1030" type="#_x0000_t202" style="position:absolute;left:0;text-align:left;margin-left:132.95pt;margin-top:72.1pt;width:49.5pt;height:15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" filled="f" stroked="f">
              <v:textbox>
                <w:txbxContent>
                  <w:p w14:paraId="4E0E8E11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9552" behindDoc="0" locked="0" layoutInCell="1" allowOverlap="1" wp14:anchorId="38E319D2" wp14:editId="7B62616E">
              <wp:simplePos x="0" y="0"/>
              <wp:positionH relativeFrom="column">
                <wp:posOffset>1303655</wp:posOffset>
              </wp:positionH>
              <wp:positionV relativeFrom="paragraph">
                <wp:posOffset>915670</wp:posOffset>
              </wp:positionV>
              <wp:extent cx="521970" cy="203835"/>
              <wp:effectExtent l="2540" t="0" r="0" b="0"/>
              <wp:wrapNone/>
              <wp:docPr id="56" name="Text Box 7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CD605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Подп</w:t>
                          </w:r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E319D2" id="Text Box 714" o:spid="_x0000_s1031" type="#_x0000_t202" style="position:absolute;left:0;text-align:left;margin-left:102.65pt;margin-top:72.1pt;width:41.1pt;height:16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" filled="f" stroked="f">
              <v:textbox>
                <w:txbxContent>
                  <w:p w14:paraId="35ECD605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Подп</w:t>
                    </w:r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8528" behindDoc="0" locked="0" layoutInCell="1" allowOverlap="1" wp14:anchorId="0840B87E" wp14:editId="35F2733F">
              <wp:simplePos x="0" y="0"/>
              <wp:positionH relativeFrom="column">
                <wp:posOffset>838200</wp:posOffset>
              </wp:positionH>
              <wp:positionV relativeFrom="paragraph">
                <wp:posOffset>915670</wp:posOffset>
              </wp:positionV>
              <wp:extent cx="577215" cy="245110"/>
              <wp:effectExtent l="3810" t="0" r="0" b="3175"/>
              <wp:wrapNone/>
              <wp:docPr id="53" name="Text Box 7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21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CD7B96" w14:textId="77777777" w:rsidR="00444229" w:rsidRPr="00FB5A7B" w:rsidRDefault="00444229" w:rsidP="00D2451C">
                          <w:pPr>
                            <w:pStyle w:val="affffd"/>
                            <w:rPr>
                              <w:sz w:val="18"/>
                            </w:rPr>
                          </w:pPr>
                          <w:r w:rsidRPr="00FB5A7B">
                            <w:rPr>
                              <w:sz w:val="18"/>
                            </w:rPr>
                            <w:t>№док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40B87E" id="Text Box 713" o:spid="_x0000_s1032" type="#_x0000_t202" style="position:absolute;left:0;text-align:left;margin-left:66pt;margin-top:72.1pt;width:45.45pt;height:19.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" filled="f" stroked="f">
              <v:textbox>
                <w:txbxContent>
                  <w:p w14:paraId="4BCD7B96" w14:textId="77777777" w:rsidR="00444229" w:rsidRPr="00FB5A7B" w:rsidRDefault="00444229" w:rsidP="00D2451C">
                    <w:pPr>
                      <w:pStyle w:val="affffd"/>
                      <w:rPr>
                        <w:sz w:val="18"/>
                      </w:rPr>
                    </w:pPr>
                    <w:r w:rsidRPr="00FB5A7B">
                      <w:rPr>
                        <w:sz w:val="18"/>
                      </w:rPr>
                      <w:t>№док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313BF794" wp14:editId="6495AB60">
              <wp:simplePos x="0" y="0"/>
              <wp:positionH relativeFrom="column">
                <wp:posOffset>492760</wp:posOffset>
              </wp:positionH>
              <wp:positionV relativeFrom="paragraph">
                <wp:posOffset>915670</wp:posOffset>
              </wp:positionV>
              <wp:extent cx="548005" cy="211455"/>
              <wp:effectExtent l="1270" t="0" r="3175" b="0"/>
              <wp:wrapNone/>
              <wp:docPr id="50" name="Text Box 7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00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F1CC2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Лист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3BF794" id="Text Box 712" o:spid="_x0000_s1033" type="#_x0000_t202" style="position:absolute;left:0;text-align:left;margin-left:38.8pt;margin-top:72.1pt;width:43.15pt;height:16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" filled="f" stroked="f">
              <v:textbox>
                <w:txbxContent>
                  <w:p w14:paraId="334F1CC2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5CDC6E12" wp14:editId="0F778D79">
              <wp:simplePos x="0" y="0"/>
              <wp:positionH relativeFrom="column">
                <wp:posOffset>-187960</wp:posOffset>
              </wp:positionH>
              <wp:positionV relativeFrom="paragraph">
                <wp:posOffset>915670</wp:posOffset>
              </wp:positionV>
              <wp:extent cx="517525" cy="245110"/>
              <wp:effectExtent l="0" t="0" r="0" b="3175"/>
              <wp:wrapNone/>
              <wp:docPr id="32" name="Text Box 7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52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3020C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Изм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DC6E12" id="Text Box 710" o:spid="_x0000_s1034" type="#_x0000_t202" style="position:absolute;left:0;text-align:left;margin-left:-14.8pt;margin-top:72.1pt;width:40.75pt;height:19.3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" filled="f" stroked="f">
              <v:textbox>
                <w:txbxContent>
                  <w:p w14:paraId="4553020C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Изм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0576" behindDoc="0" locked="0" layoutInCell="1" allowOverlap="1" wp14:anchorId="787B01C4" wp14:editId="21FFBFDB">
              <wp:simplePos x="0" y="0"/>
              <wp:positionH relativeFrom="column">
                <wp:posOffset>5859145</wp:posOffset>
              </wp:positionH>
              <wp:positionV relativeFrom="paragraph">
                <wp:posOffset>599440</wp:posOffset>
              </wp:positionV>
              <wp:extent cx="553085" cy="205740"/>
              <wp:effectExtent l="0" t="0" r="3810" b="0"/>
              <wp:wrapNone/>
              <wp:docPr id="27" name="Text Box 7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03C55" w14:textId="77777777" w:rsidR="00444229" w:rsidRPr="000C45CF" w:rsidRDefault="00444229" w:rsidP="00D2451C">
                          <w:pPr>
                            <w:pStyle w:val="affffd"/>
                          </w:pPr>
                          <w:r w:rsidRPr="000C45CF">
                            <w:t>Лис</w:t>
                          </w:r>
                          <w:r>
                            <w:t>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7B01C4" id="Text Box 715" o:spid="_x0000_s1035" type="#_x0000_t202" style="position:absolute;left:0;text-align:left;margin-left:461.35pt;margin-top:47.2pt;width:43.55pt;height:16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" filled="f" stroked="f">
              <v:textbox>
                <w:txbxContent>
                  <w:p w14:paraId="52F03C55" w14:textId="77777777" w:rsidR="00444229" w:rsidRPr="000C45CF" w:rsidRDefault="00444229" w:rsidP="00D2451C">
                    <w:pPr>
                      <w:pStyle w:val="affffd"/>
                    </w:pPr>
                    <w:r w:rsidRPr="000C45CF">
                      <w:t>Лис</w:t>
                    </w:r>
                    <w:r>
                      <w:t>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F844035" wp14:editId="06ACE0F9">
              <wp:simplePos x="0" y="0"/>
              <wp:positionH relativeFrom="column">
                <wp:posOffset>2112645</wp:posOffset>
              </wp:positionH>
              <wp:positionV relativeFrom="paragraph">
                <wp:posOffset>684530</wp:posOffset>
              </wp:positionV>
              <wp:extent cx="3801110" cy="387985"/>
              <wp:effectExtent l="1905" t="0" r="0" b="0"/>
              <wp:wrapNone/>
              <wp:docPr id="10" name="Text Box 7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1110" cy="387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9440CE" w14:textId="047FFC44" w:rsidR="00444229" w:rsidRPr="000C45CF" w:rsidRDefault="00000000" w:rsidP="00967DFD">
                          <w:pPr>
                            <w:pStyle w:val="affffe"/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alias w:val="Категория"/>
                              <w:tag w:val=""/>
                              <w:id w:val="-1163012984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 w:rsidR="00444229">
                                <w:rPr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  <w:r w:rsidR="00444229">
                            <w:rPr>
                              <w:sz w:val="28"/>
                              <w:szCs w:val="28"/>
                            </w:rPr>
                            <w:t>–ПЗ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844035" id="Text Box 717" o:spid="_x0000_s1036" type="#_x0000_t202" style="position:absolute;left:0;text-align:left;margin-left:166.35pt;margin-top:53.9pt;width:299.3pt;height:30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" filled="f" stroked="f">
              <v:textbox>
                <w:txbxContent>
                  <w:p w14:paraId="7F9440CE" w14:textId="047FFC44" w:rsidR="00444229" w:rsidRPr="000C45CF" w:rsidRDefault="00000000" w:rsidP="00967DFD">
                    <w:pPr>
                      <w:pStyle w:val="affffe"/>
                    </w:pPr>
                    <w:sdt>
                      <w:sdtPr>
                        <w:rPr>
                          <w:sz w:val="28"/>
                          <w:szCs w:val="28"/>
                        </w:rPr>
                        <w:alias w:val="Категория"/>
                        <w:tag w:val=""/>
                        <w:id w:val="-1163012984"/>
                        <w:showingPlcHdr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 w:rsidR="00444229">
                          <w:rPr>
                            <w:sz w:val="28"/>
                            <w:szCs w:val="28"/>
                          </w:rPr>
                          <w:t xml:space="preserve">     </w:t>
                        </w:r>
                      </w:sdtContent>
                    </w:sdt>
                    <w:r w:rsidR="00444229">
                      <w:rPr>
                        <w:sz w:val="28"/>
                        <w:szCs w:val="28"/>
                      </w:rPr>
                      <w:t>–ПЗ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48C275CE" wp14:editId="672E4536">
              <wp:simplePos x="0" y="0"/>
              <wp:positionH relativeFrom="column">
                <wp:posOffset>109220</wp:posOffset>
              </wp:positionH>
              <wp:positionV relativeFrom="paragraph">
                <wp:posOffset>915670</wp:posOffset>
              </wp:positionV>
              <wp:extent cx="509905" cy="211455"/>
              <wp:effectExtent l="0" t="0" r="0" b="0"/>
              <wp:wrapNone/>
              <wp:docPr id="8" name="Text Box 7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90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ABBD3" w14:textId="77777777" w:rsidR="00444229" w:rsidRPr="00FB5A7B" w:rsidRDefault="00444229" w:rsidP="00D2451C">
                          <w:pPr>
                            <w:pStyle w:val="affffd"/>
                            <w:rPr>
                              <w:sz w:val="18"/>
                            </w:rPr>
                          </w:pPr>
                          <w:proofErr w:type="spellStart"/>
                          <w:r w:rsidRPr="00FB5A7B">
                            <w:rPr>
                              <w:sz w:val="18"/>
                            </w:rPr>
                            <w:t>Кол.уч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C275CE" id="Text Box 711" o:spid="_x0000_s1037" type="#_x0000_t202" style="position:absolute;left:0;text-align:left;margin-left:8.6pt;margin-top:72.1pt;width:40.15pt;height:16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" filled="f" stroked="f">
              <v:textbox>
                <w:txbxContent>
                  <w:p w14:paraId="5B1ABBD3" w14:textId="77777777" w:rsidR="00444229" w:rsidRPr="00FB5A7B" w:rsidRDefault="00444229" w:rsidP="00D2451C">
                    <w:pPr>
                      <w:pStyle w:val="affffd"/>
                      <w:rPr>
                        <w:sz w:val="18"/>
                      </w:rPr>
                    </w:pPr>
                    <w:proofErr w:type="spellStart"/>
                    <w:r w:rsidRPr="00FB5A7B">
                      <w:rPr>
                        <w:sz w:val="18"/>
                      </w:rPr>
                      <w:t>Кол.уч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8EFEF" w14:textId="77777777" w:rsidR="00900419" w:rsidRDefault="00900419">
      <w:r>
        <w:separator/>
      </w:r>
    </w:p>
  </w:footnote>
  <w:footnote w:type="continuationSeparator" w:id="0">
    <w:p w14:paraId="1F9E3A2E" w14:textId="77777777" w:rsidR="00900419" w:rsidRDefault="00900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B612A" w14:textId="362EE321" w:rsidR="00444229" w:rsidRDefault="00444229" w:rsidP="000A75A4">
    <w:pPr>
      <w:pStyle w:val="ae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2AC33" w14:textId="4A532E85" w:rsidR="00444229" w:rsidRDefault="00444229" w:rsidP="009232B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1" w15:restartNumberingAfterBreak="0">
    <w:nsid w:val="05A07149"/>
    <w:multiLevelType w:val="hybridMultilevel"/>
    <w:tmpl w:val="B16AA878"/>
    <w:lvl w:ilvl="0" w:tplc="5E30AA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D2665F"/>
    <w:multiLevelType w:val="hybridMultilevel"/>
    <w:tmpl w:val="DDD866EE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C379F6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855F64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6" w15:restartNumberingAfterBreak="0">
    <w:nsid w:val="1CE374E7"/>
    <w:multiLevelType w:val="singleLevel"/>
    <w:tmpl w:val="780CFC9C"/>
    <w:lvl w:ilvl="0">
      <w:start w:val="1"/>
      <w:numFmt w:val="bullet"/>
      <w:pStyle w:val="a1"/>
      <w:lvlText w:val=""/>
      <w:lvlJc w:val="left"/>
      <w:pPr>
        <w:tabs>
          <w:tab w:val="num" w:pos="798"/>
        </w:tabs>
        <w:ind w:left="-242" w:firstLine="680"/>
      </w:pPr>
      <w:rPr>
        <w:rFonts w:ascii="Symbol" w:hAnsi="Symbol" w:hint="default"/>
      </w:rPr>
    </w:lvl>
  </w:abstractNum>
  <w:abstractNum w:abstractNumId="7" w15:restartNumberingAfterBreak="0">
    <w:nsid w:val="2C557F61"/>
    <w:multiLevelType w:val="hybridMultilevel"/>
    <w:tmpl w:val="6764E6CE"/>
    <w:lvl w:ilvl="0" w:tplc="B4BC28D2">
      <w:start w:val="1"/>
      <w:numFmt w:val="decimal"/>
      <w:pStyle w:val="a2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73D08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F8C2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281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F82C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325A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9CD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1615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761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F0D20"/>
    <w:multiLevelType w:val="hybridMultilevel"/>
    <w:tmpl w:val="8E8C218C"/>
    <w:lvl w:ilvl="0" w:tplc="5E30AA7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30C111CE"/>
    <w:multiLevelType w:val="multilevel"/>
    <w:tmpl w:val="1944CB94"/>
    <w:styleLink w:val="a3"/>
    <w:lvl w:ilvl="0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247"/>
        </w:tabs>
        <w:ind w:left="1247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79550B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C23D17"/>
    <w:multiLevelType w:val="hybridMultilevel"/>
    <w:tmpl w:val="15DE5DB2"/>
    <w:lvl w:ilvl="0" w:tplc="5BFC6A6C">
      <w:start w:val="1"/>
      <w:numFmt w:val="bullet"/>
      <w:pStyle w:val="221"/>
      <w:lvlText w:val="­"/>
      <w:lvlJc w:val="left"/>
      <w:pPr>
        <w:ind w:left="142" w:firstLine="1069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D911A42"/>
    <w:multiLevelType w:val="multilevel"/>
    <w:tmpl w:val="DE2E3D52"/>
    <w:lvl w:ilvl="0">
      <w:start w:val="1"/>
      <w:numFmt w:val="decimal"/>
      <w:suff w:val="space"/>
      <w:lvlText w:val="%1"/>
      <w:lvlJc w:val="left"/>
      <w:pPr>
        <w:ind w:left="-567" w:firstLine="567"/>
      </w:pPr>
      <w:rPr>
        <w:rFonts w:hint="default"/>
        <w:b/>
        <w:sz w:val="28"/>
        <w:szCs w:val="28"/>
      </w:rPr>
    </w:lvl>
    <w:lvl w:ilvl="1">
      <w:start w:val="1"/>
      <w:numFmt w:val="decimal"/>
      <w:pStyle w:val="2"/>
      <w:suff w:val="space"/>
      <w:lvlText w:val="%1.%2"/>
      <w:lvlJc w:val="left"/>
      <w:pPr>
        <w:ind w:left="-283" w:firstLine="567"/>
      </w:pPr>
      <w:rPr>
        <w:rFonts w:hint="default"/>
        <w:sz w:val="28"/>
        <w:szCs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-993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-710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-710" w:firstLine="567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-710" w:firstLine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-710" w:firstLine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-710" w:firstLine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-710" w:firstLine="567"/>
      </w:pPr>
      <w:rPr>
        <w:rFonts w:hint="default"/>
      </w:rPr>
    </w:lvl>
  </w:abstractNum>
  <w:abstractNum w:abstractNumId="13" w15:restartNumberingAfterBreak="0">
    <w:nsid w:val="45587D5B"/>
    <w:multiLevelType w:val="hybridMultilevel"/>
    <w:tmpl w:val="99B2E560"/>
    <w:lvl w:ilvl="0" w:tplc="7E6ED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0D25A6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BE2C80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C01778E"/>
    <w:multiLevelType w:val="hybridMultilevel"/>
    <w:tmpl w:val="599638E6"/>
    <w:lvl w:ilvl="0" w:tplc="0419000F">
      <w:start w:val="1"/>
      <w:numFmt w:val="decimal"/>
      <w:pStyle w:val="11-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D34B8B"/>
    <w:multiLevelType w:val="multilevel"/>
    <w:tmpl w:val="A7088246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6521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57"/>
        </w:tabs>
        <w:ind w:left="0" w:firstLine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57"/>
        </w:tabs>
        <w:ind w:left="0" w:firstLine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57"/>
        </w:tabs>
        <w:ind w:left="0" w:firstLine="567"/>
      </w:pPr>
      <w:rPr>
        <w:rFonts w:hint="default"/>
      </w:rPr>
    </w:lvl>
  </w:abstractNum>
  <w:abstractNum w:abstractNumId="18" w15:restartNumberingAfterBreak="0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9" w15:restartNumberingAfterBreak="0">
    <w:nsid w:val="522A6104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8968A0"/>
    <w:multiLevelType w:val="hybridMultilevel"/>
    <w:tmpl w:val="99B2E56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C44283"/>
    <w:multiLevelType w:val="multilevel"/>
    <w:tmpl w:val="36DA9DD0"/>
    <w:lvl w:ilvl="0">
      <w:start w:val="1"/>
      <w:numFmt w:val="russianUpper"/>
      <w:pStyle w:val="a4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2" w15:restartNumberingAfterBreak="0">
    <w:nsid w:val="636D237D"/>
    <w:multiLevelType w:val="multilevel"/>
    <w:tmpl w:val="FFFA9CC8"/>
    <w:lvl w:ilvl="0">
      <w:start w:val="1"/>
      <w:numFmt w:val="bullet"/>
      <w:pStyle w:val="a5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3" w15:restartNumberingAfterBreak="0">
    <w:nsid w:val="696B029D"/>
    <w:multiLevelType w:val="hybridMultilevel"/>
    <w:tmpl w:val="DDD866EE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A284487"/>
    <w:multiLevelType w:val="hybridMultilevel"/>
    <w:tmpl w:val="C82E394E"/>
    <w:lvl w:ilvl="0" w:tplc="6EB2252E">
      <w:start w:val="1"/>
      <w:numFmt w:val="bullet"/>
      <w:pStyle w:val="a6"/>
      <w:lvlText w:val="■"/>
      <w:lvlJc w:val="left"/>
      <w:pPr>
        <w:ind w:left="720" w:hanging="360"/>
      </w:pPr>
      <w:rPr>
        <w:rFonts w:ascii="Century" w:hAnsi="Century" w:hint="default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C008F"/>
    <w:multiLevelType w:val="multilevel"/>
    <w:tmpl w:val="D3A4E860"/>
    <w:lvl w:ilvl="0">
      <w:start w:val="1"/>
      <w:numFmt w:val="decimal"/>
      <w:pStyle w:val="a7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a7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num w:numId="1" w16cid:durableId="1703625541">
    <w:abstractNumId w:val="12"/>
  </w:num>
  <w:num w:numId="2" w16cid:durableId="198318243">
    <w:abstractNumId w:val="5"/>
  </w:num>
  <w:num w:numId="3" w16cid:durableId="1369332752">
    <w:abstractNumId w:val="7"/>
  </w:num>
  <w:num w:numId="4" w16cid:durableId="1603759922">
    <w:abstractNumId w:val="18"/>
  </w:num>
  <w:num w:numId="5" w16cid:durableId="1132362488">
    <w:abstractNumId w:val="25"/>
  </w:num>
  <w:num w:numId="6" w16cid:durableId="24597299">
    <w:abstractNumId w:val="22"/>
  </w:num>
  <w:num w:numId="7" w16cid:durableId="1040743726">
    <w:abstractNumId w:val="21"/>
  </w:num>
  <w:num w:numId="8" w16cid:durableId="69892212">
    <w:abstractNumId w:val="0"/>
  </w:num>
  <w:num w:numId="9" w16cid:durableId="1051032792">
    <w:abstractNumId w:val="6"/>
  </w:num>
  <w:num w:numId="10" w16cid:durableId="665674110">
    <w:abstractNumId w:val="17"/>
  </w:num>
  <w:num w:numId="11" w16cid:durableId="1733116869">
    <w:abstractNumId w:val="24"/>
  </w:num>
  <w:num w:numId="12" w16cid:durableId="2012485506">
    <w:abstractNumId w:val="16"/>
  </w:num>
  <w:num w:numId="13" w16cid:durableId="1817869719">
    <w:abstractNumId w:val="9"/>
  </w:num>
  <w:num w:numId="14" w16cid:durableId="1964193367">
    <w:abstractNumId w:val="11"/>
  </w:num>
  <w:num w:numId="15" w16cid:durableId="737481470">
    <w:abstractNumId w:val="13"/>
  </w:num>
  <w:num w:numId="16" w16cid:durableId="36902228">
    <w:abstractNumId w:val="1"/>
  </w:num>
  <w:num w:numId="17" w16cid:durableId="1342702651">
    <w:abstractNumId w:val="8"/>
  </w:num>
  <w:num w:numId="18" w16cid:durableId="1503274097">
    <w:abstractNumId w:val="3"/>
  </w:num>
  <w:num w:numId="19" w16cid:durableId="2139299227">
    <w:abstractNumId w:val="19"/>
  </w:num>
  <w:num w:numId="20" w16cid:durableId="4085828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46620">
    <w:abstractNumId w:val="15"/>
  </w:num>
  <w:num w:numId="22" w16cid:durableId="11823602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3850434">
    <w:abstractNumId w:val="20"/>
  </w:num>
  <w:num w:numId="24" w16cid:durableId="347373355">
    <w:abstractNumId w:val="10"/>
  </w:num>
  <w:num w:numId="25" w16cid:durableId="1940411332">
    <w:abstractNumId w:val="23"/>
  </w:num>
  <w:num w:numId="26" w16cid:durableId="1996180171">
    <w:abstractNumId w:val="14"/>
  </w:num>
  <w:num w:numId="27" w16cid:durableId="1817605217">
    <w:abstractNumId w:val="2"/>
  </w:num>
  <w:num w:numId="28" w16cid:durableId="647588313">
    <w:abstractNumId w:val="4"/>
  </w:num>
  <w:num w:numId="29" w16cid:durableId="16417387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drawingGridHorizontalSpacing w:val="120"/>
  <w:drawingGridVerticalSpacing w:val="6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2BB"/>
    <w:rsid w:val="00000735"/>
    <w:rsid w:val="0000101F"/>
    <w:rsid w:val="000012B2"/>
    <w:rsid w:val="00003A5F"/>
    <w:rsid w:val="00004795"/>
    <w:rsid w:val="0000492E"/>
    <w:rsid w:val="000053EB"/>
    <w:rsid w:val="000061EE"/>
    <w:rsid w:val="00006A23"/>
    <w:rsid w:val="00007F6B"/>
    <w:rsid w:val="000103EE"/>
    <w:rsid w:val="00011E41"/>
    <w:rsid w:val="000123FA"/>
    <w:rsid w:val="0001412C"/>
    <w:rsid w:val="00014899"/>
    <w:rsid w:val="00015516"/>
    <w:rsid w:val="000156B1"/>
    <w:rsid w:val="00015732"/>
    <w:rsid w:val="00015C0F"/>
    <w:rsid w:val="0001688C"/>
    <w:rsid w:val="00016A41"/>
    <w:rsid w:val="0001701B"/>
    <w:rsid w:val="0001750F"/>
    <w:rsid w:val="00020246"/>
    <w:rsid w:val="0002165B"/>
    <w:rsid w:val="00022BF1"/>
    <w:rsid w:val="000237B0"/>
    <w:rsid w:val="00023B24"/>
    <w:rsid w:val="00024D90"/>
    <w:rsid w:val="00025556"/>
    <w:rsid w:val="00026DC0"/>
    <w:rsid w:val="00027873"/>
    <w:rsid w:val="000279A7"/>
    <w:rsid w:val="00031609"/>
    <w:rsid w:val="000316A6"/>
    <w:rsid w:val="00032633"/>
    <w:rsid w:val="00032B05"/>
    <w:rsid w:val="00034094"/>
    <w:rsid w:val="00034243"/>
    <w:rsid w:val="00034539"/>
    <w:rsid w:val="000349F3"/>
    <w:rsid w:val="00034B5A"/>
    <w:rsid w:val="000353B7"/>
    <w:rsid w:val="00035AA4"/>
    <w:rsid w:val="0003687C"/>
    <w:rsid w:val="000369ED"/>
    <w:rsid w:val="00036D87"/>
    <w:rsid w:val="00037ECE"/>
    <w:rsid w:val="00040C9E"/>
    <w:rsid w:val="00042132"/>
    <w:rsid w:val="0004223B"/>
    <w:rsid w:val="000432BC"/>
    <w:rsid w:val="00043A9B"/>
    <w:rsid w:val="00043D23"/>
    <w:rsid w:val="00044034"/>
    <w:rsid w:val="000452BE"/>
    <w:rsid w:val="00045900"/>
    <w:rsid w:val="0004737E"/>
    <w:rsid w:val="0004737F"/>
    <w:rsid w:val="000474CE"/>
    <w:rsid w:val="000476F7"/>
    <w:rsid w:val="0004791D"/>
    <w:rsid w:val="0005081A"/>
    <w:rsid w:val="00050A9B"/>
    <w:rsid w:val="00051251"/>
    <w:rsid w:val="00052951"/>
    <w:rsid w:val="00053F07"/>
    <w:rsid w:val="000543E7"/>
    <w:rsid w:val="00055100"/>
    <w:rsid w:val="0005586C"/>
    <w:rsid w:val="0005638E"/>
    <w:rsid w:val="000566D6"/>
    <w:rsid w:val="00057C0C"/>
    <w:rsid w:val="00057FC3"/>
    <w:rsid w:val="0006349F"/>
    <w:rsid w:val="00065CCC"/>
    <w:rsid w:val="00067497"/>
    <w:rsid w:val="000704A1"/>
    <w:rsid w:val="0007115A"/>
    <w:rsid w:val="00071305"/>
    <w:rsid w:val="00072404"/>
    <w:rsid w:val="000726A3"/>
    <w:rsid w:val="00074104"/>
    <w:rsid w:val="00076595"/>
    <w:rsid w:val="00076FC2"/>
    <w:rsid w:val="00077584"/>
    <w:rsid w:val="00077F2A"/>
    <w:rsid w:val="000801F3"/>
    <w:rsid w:val="000806B8"/>
    <w:rsid w:val="000813D5"/>
    <w:rsid w:val="00081F57"/>
    <w:rsid w:val="0008208C"/>
    <w:rsid w:val="00082B43"/>
    <w:rsid w:val="00083855"/>
    <w:rsid w:val="00083FD3"/>
    <w:rsid w:val="00084782"/>
    <w:rsid w:val="000848F3"/>
    <w:rsid w:val="00084BE5"/>
    <w:rsid w:val="00085477"/>
    <w:rsid w:val="0008582D"/>
    <w:rsid w:val="0008641E"/>
    <w:rsid w:val="000875F5"/>
    <w:rsid w:val="000900B3"/>
    <w:rsid w:val="0009135A"/>
    <w:rsid w:val="0009161B"/>
    <w:rsid w:val="000926AB"/>
    <w:rsid w:val="000940B0"/>
    <w:rsid w:val="0009454E"/>
    <w:rsid w:val="0009548C"/>
    <w:rsid w:val="00096AE1"/>
    <w:rsid w:val="00097804"/>
    <w:rsid w:val="000A0571"/>
    <w:rsid w:val="000A0B0A"/>
    <w:rsid w:val="000A0FB1"/>
    <w:rsid w:val="000A2A3E"/>
    <w:rsid w:val="000A4629"/>
    <w:rsid w:val="000A4F77"/>
    <w:rsid w:val="000A52E3"/>
    <w:rsid w:val="000A577C"/>
    <w:rsid w:val="000A6530"/>
    <w:rsid w:val="000A75A4"/>
    <w:rsid w:val="000A791C"/>
    <w:rsid w:val="000A7ACC"/>
    <w:rsid w:val="000B01F8"/>
    <w:rsid w:val="000B14E5"/>
    <w:rsid w:val="000B43CC"/>
    <w:rsid w:val="000B4E86"/>
    <w:rsid w:val="000B5655"/>
    <w:rsid w:val="000B5BE1"/>
    <w:rsid w:val="000B5FA8"/>
    <w:rsid w:val="000B6CB3"/>
    <w:rsid w:val="000B6DC3"/>
    <w:rsid w:val="000B6FE0"/>
    <w:rsid w:val="000B7CA4"/>
    <w:rsid w:val="000C0240"/>
    <w:rsid w:val="000C157F"/>
    <w:rsid w:val="000C2073"/>
    <w:rsid w:val="000C375D"/>
    <w:rsid w:val="000C37EC"/>
    <w:rsid w:val="000C4449"/>
    <w:rsid w:val="000C4DB9"/>
    <w:rsid w:val="000C74F8"/>
    <w:rsid w:val="000D136F"/>
    <w:rsid w:val="000D1FDE"/>
    <w:rsid w:val="000D2869"/>
    <w:rsid w:val="000D3032"/>
    <w:rsid w:val="000D4EC5"/>
    <w:rsid w:val="000E0F60"/>
    <w:rsid w:val="000E1CB1"/>
    <w:rsid w:val="000E49EF"/>
    <w:rsid w:val="000E5397"/>
    <w:rsid w:val="000E55CF"/>
    <w:rsid w:val="000E5EF6"/>
    <w:rsid w:val="000E6102"/>
    <w:rsid w:val="000E6683"/>
    <w:rsid w:val="000E66B7"/>
    <w:rsid w:val="000E6ABC"/>
    <w:rsid w:val="000E6AFA"/>
    <w:rsid w:val="000E6EC8"/>
    <w:rsid w:val="000F16CB"/>
    <w:rsid w:val="000F1A16"/>
    <w:rsid w:val="000F1FD5"/>
    <w:rsid w:val="000F2E77"/>
    <w:rsid w:val="000F33DD"/>
    <w:rsid w:val="000F3EAE"/>
    <w:rsid w:val="000F53D4"/>
    <w:rsid w:val="000F72C5"/>
    <w:rsid w:val="001002B2"/>
    <w:rsid w:val="00101848"/>
    <w:rsid w:val="00101A3C"/>
    <w:rsid w:val="001023A5"/>
    <w:rsid w:val="001047C4"/>
    <w:rsid w:val="00104C9B"/>
    <w:rsid w:val="00105A79"/>
    <w:rsid w:val="001065A7"/>
    <w:rsid w:val="001072E9"/>
    <w:rsid w:val="00107D09"/>
    <w:rsid w:val="001106FE"/>
    <w:rsid w:val="00111745"/>
    <w:rsid w:val="00111A6E"/>
    <w:rsid w:val="001126F5"/>
    <w:rsid w:val="00112FFE"/>
    <w:rsid w:val="001133C0"/>
    <w:rsid w:val="00114820"/>
    <w:rsid w:val="001149F8"/>
    <w:rsid w:val="00114BA6"/>
    <w:rsid w:val="00114F2C"/>
    <w:rsid w:val="00115233"/>
    <w:rsid w:val="001155FF"/>
    <w:rsid w:val="001162A1"/>
    <w:rsid w:val="001165BE"/>
    <w:rsid w:val="00117583"/>
    <w:rsid w:val="00120424"/>
    <w:rsid w:val="00120A56"/>
    <w:rsid w:val="00121E56"/>
    <w:rsid w:val="0012319C"/>
    <w:rsid w:val="00123B99"/>
    <w:rsid w:val="00123C71"/>
    <w:rsid w:val="00123E2C"/>
    <w:rsid w:val="001256E9"/>
    <w:rsid w:val="00125849"/>
    <w:rsid w:val="001258CC"/>
    <w:rsid w:val="00126AC2"/>
    <w:rsid w:val="00130780"/>
    <w:rsid w:val="00131204"/>
    <w:rsid w:val="00131EDD"/>
    <w:rsid w:val="00132ECF"/>
    <w:rsid w:val="00133161"/>
    <w:rsid w:val="00134322"/>
    <w:rsid w:val="00135FCA"/>
    <w:rsid w:val="00137A68"/>
    <w:rsid w:val="00140133"/>
    <w:rsid w:val="00140652"/>
    <w:rsid w:val="00140D2A"/>
    <w:rsid w:val="00140DC1"/>
    <w:rsid w:val="00142074"/>
    <w:rsid w:val="00142C3D"/>
    <w:rsid w:val="00143D6D"/>
    <w:rsid w:val="00144E01"/>
    <w:rsid w:val="00145428"/>
    <w:rsid w:val="00146048"/>
    <w:rsid w:val="0014731D"/>
    <w:rsid w:val="00150397"/>
    <w:rsid w:val="00150476"/>
    <w:rsid w:val="00150AF6"/>
    <w:rsid w:val="00151E9D"/>
    <w:rsid w:val="0015208C"/>
    <w:rsid w:val="00152412"/>
    <w:rsid w:val="00152CDA"/>
    <w:rsid w:val="001532D2"/>
    <w:rsid w:val="001540B7"/>
    <w:rsid w:val="00155637"/>
    <w:rsid w:val="00156563"/>
    <w:rsid w:val="001601AB"/>
    <w:rsid w:val="00161F9D"/>
    <w:rsid w:val="00162792"/>
    <w:rsid w:val="00162892"/>
    <w:rsid w:val="00162ED7"/>
    <w:rsid w:val="00162F56"/>
    <w:rsid w:val="001642D1"/>
    <w:rsid w:val="00165A12"/>
    <w:rsid w:val="001663A2"/>
    <w:rsid w:val="0016677F"/>
    <w:rsid w:val="00167FB0"/>
    <w:rsid w:val="00167FD6"/>
    <w:rsid w:val="00170575"/>
    <w:rsid w:val="0017173C"/>
    <w:rsid w:val="00172EC8"/>
    <w:rsid w:val="001733D2"/>
    <w:rsid w:val="00173672"/>
    <w:rsid w:val="00173B78"/>
    <w:rsid w:val="00173E00"/>
    <w:rsid w:val="00174425"/>
    <w:rsid w:val="00174ABB"/>
    <w:rsid w:val="00174FCC"/>
    <w:rsid w:val="00175B9D"/>
    <w:rsid w:val="001774FB"/>
    <w:rsid w:val="00181AA6"/>
    <w:rsid w:val="0018221B"/>
    <w:rsid w:val="00182520"/>
    <w:rsid w:val="001844D4"/>
    <w:rsid w:val="0018580E"/>
    <w:rsid w:val="00185F93"/>
    <w:rsid w:val="0018634B"/>
    <w:rsid w:val="00186958"/>
    <w:rsid w:val="001871B9"/>
    <w:rsid w:val="0018765A"/>
    <w:rsid w:val="0019085E"/>
    <w:rsid w:val="00191A25"/>
    <w:rsid w:val="00192682"/>
    <w:rsid w:val="00193EEB"/>
    <w:rsid w:val="001940AE"/>
    <w:rsid w:val="001943DC"/>
    <w:rsid w:val="001959CB"/>
    <w:rsid w:val="00195EFD"/>
    <w:rsid w:val="00196B72"/>
    <w:rsid w:val="00197117"/>
    <w:rsid w:val="00197F8D"/>
    <w:rsid w:val="001A0261"/>
    <w:rsid w:val="001A047D"/>
    <w:rsid w:val="001A0A3B"/>
    <w:rsid w:val="001A16F8"/>
    <w:rsid w:val="001A1C21"/>
    <w:rsid w:val="001A1D28"/>
    <w:rsid w:val="001A2B06"/>
    <w:rsid w:val="001A2E5A"/>
    <w:rsid w:val="001A3220"/>
    <w:rsid w:val="001A3D83"/>
    <w:rsid w:val="001A456C"/>
    <w:rsid w:val="001A4673"/>
    <w:rsid w:val="001A54ED"/>
    <w:rsid w:val="001A59BE"/>
    <w:rsid w:val="001A7E19"/>
    <w:rsid w:val="001A7F4C"/>
    <w:rsid w:val="001B0071"/>
    <w:rsid w:val="001B10CC"/>
    <w:rsid w:val="001B278D"/>
    <w:rsid w:val="001B38D5"/>
    <w:rsid w:val="001B5104"/>
    <w:rsid w:val="001B51BE"/>
    <w:rsid w:val="001B5595"/>
    <w:rsid w:val="001B645A"/>
    <w:rsid w:val="001B6F6E"/>
    <w:rsid w:val="001C0DCD"/>
    <w:rsid w:val="001C17FE"/>
    <w:rsid w:val="001C188D"/>
    <w:rsid w:val="001C275E"/>
    <w:rsid w:val="001C2FD7"/>
    <w:rsid w:val="001C3475"/>
    <w:rsid w:val="001C3668"/>
    <w:rsid w:val="001C3DF6"/>
    <w:rsid w:val="001C4596"/>
    <w:rsid w:val="001C6782"/>
    <w:rsid w:val="001D3881"/>
    <w:rsid w:val="001D3C76"/>
    <w:rsid w:val="001D5D5E"/>
    <w:rsid w:val="001D7217"/>
    <w:rsid w:val="001E0533"/>
    <w:rsid w:val="001E10FB"/>
    <w:rsid w:val="001E17BF"/>
    <w:rsid w:val="001E19AE"/>
    <w:rsid w:val="001E23CE"/>
    <w:rsid w:val="001E294A"/>
    <w:rsid w:val="001E2EF0"/>
    <w:rsid w:val="001E4794"/>
    <w:rsid w:val="001E48F2"/>
    <w:rsid w:val="001E4D80"/>
    <w:rsid w:val="001E6F4D"/>
    <w:rsid w:val="001E7160"/>
    <w:rsid w:val="001E72F7"/>
    <w:rsid w:val="001E7852"/>
    <w:rsid w:val="001E7ECF"/>
    <w:rsid w:val="001F116A"/>
    <w:rsid w:val="001F1F35"/>
    <w:rsid w:val="001F1F80"/>
    <w:rsid w:val="001F2400"/>
    <w:rsid w:val="001F2AA3"/>
    <w:rsid w:val="001F3E3E"/>
    <w:rsid w:val="001F3F7B"/>
    <w:rsid w:val="001F5176"/>
    <w:rsid w:val="001F62B8"/>
    <w:rsid w:val="001F62BA"/>
    <w:rsid w:val="001F6E35"/>
    <w:rsid w:val="001F6E5F"/>
    <w:rsid w:val="001F7579"/>
    <w:rsid w:val="00200F97"/>
    <w:rsid w:val="0020250B"/>
    <w:rsid w:val="002031AC"/>
    <w:rsid w:val="00203277"/>
    <w:rsid w:val="00206188"/>
    <w:rsid w:val="002066AE"/>
    <w:rsid w:val="0020760E"/>
    <w:rsid w:val="002117AC"/>
    <w:rsid w:val="00211E66"/>
    <w:rsid w:val="0021218D"/>
    <w:rsid w:val="00212C69"/>
    <w:rsid w:val="00212F53"/>
    <w:rsid w:val="002144FE"/>
    <w:rsid w:val="002145A2"/>
    <w:rsid w:val="002152F7"/>
    <w:rsid w:val="002169C4"/>
    <w:rsid w:val="002175A7"/>
    <w:rsid w:val="00220395"/>
    <w:rsid w:val="002215F4"/>
    <w:rsid w:val="002216D2"/>
    <w:rsid w:val="002217D3"/>
    <w:rsid w:val="002220D3"/>
    <w:rsid w:val="0022267B"/>
    <w:rsid w:val="00222CAD"/>
    <w:rsid w:val="002238AA"/>
    <w:rsid w:val="00223F8F"/>
    <w:rsid w:val="0022469D"/>
    <w:rsid w:val="00224C98"/>
    <w:rsid w:val="00224EDA"/>
    <w:rsid w:val="002258D0"/>
    <w:rsid w:val="00225F19"/>
    <w:rsid w:val="00226077"/>
    <w:rsid w:val="002261C3"/>
    <w:rsid w:val="00226CA0"/>
    <w:rsid w:val="00230C68"/>
    <w:rsid w:val="00231409"/>
    <w:rsid w:val="002318EB"/>
    <w:rsid w:val="00231FF1"/>
    <w:rsid w:val="002328C0"/>
    <w:rsid w:val="002354D2"/>
    <w:rsid w:val="00235531"/>
    <w:rsid w:val="00236515"/>
    <w:rsid w:val="0023664B"/>
    <w:rsid w:val="0023674B"/>
    <w:rsid w:val="00237375"/>
    <w:rsid w:val="002375D3"/>
    <w:rsid w:val="002377DD"/>
    <w:rsid w:val="00237968"/>
    <w:rsid w:val="00240593"/>
    <w:rsid w:val="00240602"/>
    <w:rsid w:val="0024071D"/>
    <w:rsid w:val="0024112A"/>
    <w:rsid w:val="00243C17"/>
    <w:rsid w:val="00244E1E"/>
    <w:rsid w:val="00246C1B"/>
    <w:rsid w:val="0024740F"/>
    <w:rsid w:val="00247B4A"/>
    <w:rsid w:val="00247BC4"/>
    <w:rsid w:val="00250A37"/>
    <w:rsid w:val="002539F8"/>
    <w:rsid w:val="00253F50"/>
    <w:rsid w:val="00253FB1"/>
    <w:rsid w:val="0025402F"/>
    <w:rsid w:val="00254305"/>
    <w:rsid w:val="002548B1"/>
    <w:rsid w:val="00254A64"/>
    <w:rsid w:val="00254FA2"/>
    <w:rsid w:val="0025697E"/>
    <w:rsid w:val="00256ACA"/>
    <w:rsid w:val="00257133"/>
    <w:rsid w:val="0025752E"/>
    <w:rsid w:val="002615EE"/>
    <w:rsid w:val="002626ED"/>
    <w:rsid w:val="00263CC1"/>
    <w:rsid w:val="0026462C"/>
    <w:rsid w:val="00264850"/>
    <w:rsid w:val="002702CF"/>
    <w:rsid w:val="0027435A"/>
    <w:rsid w:val="002756DA"/>
    <w:rsid w:val="0027702F"/>
    <w:rsid w:val="00277992"/>
    <w:rsid w:val="00282992"/>
    <w:rsid w:val="00282C1A"/>
    <w:rsid w:val="00283D61"/>
    <w:rsid w:val="002841B2"/>
    <w:rsid w:val="00287A09"/>
    <w:rsid w:val="002902F8"/>
    <w:rsid w:val="00290B08"/>
    <w:rsid w:val="00290CA0"/>
    <w:rsid w:val="00292AD4"/>
    <w:rsid w:val="00292B40"/>
    <w:rsid w:val="00293A21"/>
    <w:rsid w:val="0029412D"/>
    <w:rsid w:val="002941C5"/>
    <w:rsid w:val="00294FC4"/>
    <w:rsid w:val="00295334"/>
    <w:rsid w:val="0029672F"/>
    <w:rsid w:val="00296814"/>
    <w:rsid w:val="002970E2"/>
    <w:rsid w:val="002A106A"/>
    <w:rsid w:val="002A1976"/>
    <w:rsid w:val="002A1E1D"/>
    <w:rsid w:val="002A2620"/>
    <w:rsid w:val="002A4129"/>
    <w:rsid w:val="002A4C7C"/>
    <w:rsid w:val="002A4E1C"/>
    <w:rsid w:val="002A513A"/>
    <w:rsid w:val="002A5702"/>
    <w:rsid w:val="002A75E0"/>
    <w:rsid w:val="002A7857"/>
    <w:rsid w:val="002A7B8C"/>
    <w:rsid w:val="002B021F"/>
    <w:rsid w:val="002B111F"/>
    <w:rsid w:val="002B18D4"/>
    <w:rsid w:val="002B1CBF"/>
    <w:rsid w:val="002B20E3"/>
    <w:rsid w:val="002B2B8E"/>
    <w:rsid w:val="002B3D9E"/>
    <w:rsid w:val="002B4139"/>
    <w:rsid w:val="002B5420"/>
    <w:rsid w:val="002B558D"/>
    <w:rsid w:val="002B6E84"/>
    <w:rsid w:val="002C079C"/>
    <w:rsid w:val="002C24CA"/>
    <w:rsid w:val="002C2F75"/>
    <w:rsid w:val="002C3A2D"/>
    <w:rsid w:val="002C40F4"/>
    <w:rsid w:val="002C501F"/>
    <w:rsid w:val="002C5A79"/>
    <w:rsid w:val="002C5C0D"/>
    <w:rsid w:val="002C767F"/>
    <w:rsid w:val="002D00BF"/>
    <w:rsid w:val="002D013B"/>
    <w:rsid w:val="002D316A"/>
    <w:rsid w:val="002D34EC"/>
    <w:rsid w:val="002D4932"/>
    <w:rsid w:val="002D5BD3"/>
    <w:rsid w:val="002D6CFC"/>
    <w:rsid w:val="002D7021"/>
    <w:rsid w:val="002D787E"/>
    <w:rsid w:val="002E0B8B"/>
    <w:rsid w:val="002E19A1"/>
    <w:rsid w:val="002E1D2B"/>
    <w:rsid w:val="002E2986"/>
    <w:rsid w:val="002E29D7"/>
    <w:rsid w:val="002E3C45"/>
    <w:rsid w:val="002E428C"/>
    <w:rsid w:val="002E4412"/>
    <w:rsid w:val="002E6319"/>
    <w:rsid w:val="002E6675"/>
    <w:rsid w:val="002E6CFC"/>
    <w:rsid w:val="002E6EAD"/>
    <w:rsid w:val="002E7083"/>
    <w:rsid w:val="002F04B9"/>
    <w:rsid w:val="002F0CF5"/>
    <w:rsid w:val="002F1402"/>
    <w:rsid w:val="002F43C5"/>
    <w:rsid w:val="002F45BD"/>
    <w:rsid w:val="002F5810"/>
    <w:rsid w:val="002F5834"/>
    <w:rsid w:val="002F5C67"/>
    <w:rsid w:val="002F6B22"/>
    <w:rsid w:val="002F6BD6"/>
    <w:rsid w:val="002F7ADA"/>
    <w:rsid w:val="002F7CA3"/>
    <w:rsid w:val="003001B1"/>
    <w:rsid w:val="00300A90"/>
    <w:rsid w:val="00300C13"/>
    <w:rsid w:val="00300CA1"/>
    <w:rsid w:val="00301DFE"/>
    <w:rsid w:val="00302100"/>
    <w:rsid w:val="0030366E"/>
    <w:rsid w:val="00303DC3"/>
    <w:rsid w:val="00304632"/>
    <w:rsid w:val="00304E95"/>
    <w:rsid w:val="00304FAB"/>
    <w:rsid w:val="0030518C"/>
    <w:rsid w:val="003054E2"/>
    <w:rsid w:val="00305BD7"/>
    <w:rsid w:val="00307751"/>
    <w:rsid w:val="00310B8D"/>
    <w:rsid w:val="00311EDA"/>
    <w:rsid w:val="00314494"/>
    <w:rsid w:val="00314B1A"/>
    <w:rsid w:val="003154E3"/>
    <w:rsid w:val="00317C0E"/>
    <w:rsid w:val="003206A8"/>
    <w:rsid w:val="00321B85"/>
    <w:rsid w:val="00321D9E"/>
    <w:rsid w:val="00322289"/>
    <w:rsid w:val="00322D7F"/>
    <w:rsid w:val="00322F16"/>
    <w:rsid w:val="003232E0"/>
    <w:rsid w:val="0032385A"/>
    <w:rsid w:val="00323E4C"/>
    <w:rsid w:val="00323FC0"/>
    <w:rsid w:val="0032423C"/>
    <w:rsid w:val="0032489F"/>
    <w:rsid w:val="00325984"/>
    <w:rsid w:val="00326BD0"/>
    <w:rsid w:val="00327523"/>
    <w:rsid w:val="0033156A"/>
    <w:rsid w:val="003331AD"/>
    <w:rsid w:val="003336E3"/>
    <w:rsid w:val="003337A2"/>
    <w:rsid w:val="00334039"/>
    <w:rsid w:val="0033426F"/>
    <w:rsid w:val="003344BC"/>
    <w:rsid w:val="0033583F"/>
    <w:rsid w:val="00335DBA"/>
    <w:rsid w:val="00336460"/>
    <w:rsid w:val="00336696"/>
    <w:rsid w:val="00337D48"/>
    <w:rsid w:val="00337F8C"/>
    <w:rsid w:val="0034096C"/>
    <w:rsid w:val="003427D3"/>
    <w:rsid w:val="00343E0C"/>
    <w:rsid w:val="00345472"/>
    <w:rsid w:val="003455E4"/>
    <w:rsid w:val="00345B6F"/>
    <w:rsid w:val="00345D4B"/>
    <w:rsid w:val="00345DC9"/>
    <w:rsid w:val="00347750"/>
    <w:rsid w:val="00350C3C"/>
    <w:rsid w:val="00352A14"/>
    <w:rsid w:val="003542A4"/>
    <w:rsid w:val="0035530E"/>
    <w:rsid w:val="0035567E"/>
    <w:rsid w:val="00355821"/>
    <w:rsid w:val="003559AC"/>
    <w:rsid w:val="00355A16"/>
    <w:rsid w:val="00355F27"/>
    <w:rsid w:val="00357A0B"/>
    <w:rsid w:val="003611C2"/>
    <w:rsid w:val="00362AE1"/>
    <w:rsid w:val="00362E4C"/>
    <w:rsid w:val="00364451"/>
    <w:rsid w:val="00364D4D"/>
    <w:rsid w:val="003659A6"/>
    <w:rsid w:val="00366EC5"/>
    <w:rsid w:val="003671A7"/>
    <w:rsid w:val="00367FCC"/>
    <w:rsid w:val="00371AD9"/>
    <w:rsid w:val="00371E3C"/>
    <w:rsid w:val="00372D2D"/>
    <w:rsid w:val="003737B7"/>
    <w:rsid w:val="003739C1"/>
    <w:rsid w:val="00374174"/>
    <w:rsid w:val="00374278"/>
    <w:rsid w:val="00374F90"/>
    <w:rsid w:val="0037629F"/>
    <w:rsid w:val="00376B63"/>
    <w:rsid w:val="00376BB2"/>
    <w:rsid w:val="00376D7F"/>
    <w:rsid w:val="003805F4"/>
    <w:rsid w:val="00380919"/>
    <w:rsid w:val="0038092C"/>
    <w:rsid w:val="003809B0"/>
    <w:rsid w:val="00380F25"/>
    <w:rsid w:val="00381F44"/>
    <w:rsid w:val="0038211C"/>
    <w:rsid w:val="003823D1"/>
    <w:rsid w:val="00384315"/>
    <w:rsid w:val="00384D60"/>
    <w:rsid w:val="003860A2"/>
    <w:rsid w:val="00386B4C"/>
    <w:rsid w:val="003874BB"/>
    <w:rsid w:val="00387FBF"/>
    <w:rsid w:val="003917C2"/>
    <w:rsid w:val="00392759"/>
    <w:rsid w:val="00392AAA"/>
    <w:rsid w:val="00393333"/>
    <w:rsid w:val="00395247"/>
    <w:rsid w:val="00395365"/>
    <w:rsid w:val="00395545"/>
    <w:rsid w:val="00395866"/>
    <w:rsid w:val="003960D0"/>
    <w:rsid w:val="00397C64"/>
    <w:rsid w:val="003A0A1F"/>
    <w:rsid w:val="003A0E98"/>
    <w:rsid w:val="003A1764"/>
    <w:rsid w:val="003A19D1"/>
    <w:rsid w:val="003A2CDC"/>
    <w:rsid w:val="003A3995"/>
    <w:rsid w:val="003A44B7"/>
    <w:rsid w:val="003A602C"/>
    <w:rsid w:val="003A7B75"/>
    <w:rsid w:val="003B0B87"/>
    <w:rsid w:val="003B1404"/>
    <w:rsid w:val="003B26F7"/>
    <w:rsid w:val="003B2A47"/>
    <w:rsid w:val="003B2B5A"/>
    <w:rsid w:val="003B3B09"/>
    <w:rsid w:val="003B484E"/>
    <w:rsid w:val="003B5CF2"/>
    <w:rsid w:val="003B6A1A"/>
    <w:rsid w:val="003C052A"/>
    <w:rsid w:val="003C0B66"/>
    <w:rsid w:val="003C0D61"/>
    <w:rsid w:val="003C1659"/>
    <w:rsid w:val="003C2E53"/>
    <w:rsid w:val="003C33EA"/>
    <w:rsid w:val="003C4175"/>
    <w:rsid w:val="003C4950"/>
    <w:rsid w:val="003C4A0A"/>
    <w:rsid w:val="003C5166"/>
    <w:rsid w:val="003C58AE"/>
    <w:rsid w:val="003C7FAE"/>
    <w:rsid w:val="003D1108"/>
    <w:rsid w:val="003D1A18"/>
    <w:rsid w:val="003D1CC2"/>
    <w:rsid w:val="003D3904"/>
    <w:rsid w:val="003D3BF7"/>
    <w:rsid w:val="003D5954"/>
    <w:rsid w:val="003D66EB"/>
    <w:rsid w:val="003D67E5"/>
    <w:rsid w:val="003D6D77"/>
    <w:rsid w:val="003D79AE"/>
    <w:rsid w:val="003E2251"/>
    <w:rsid w:val="003E313A"/>
    <w:rsid w:val="003E3C18"/>
    <w:rsid w:val="003E4A55"/>
    <w:rsid w:val="003E7964"/>
    <w:rsid w:val="003E79E2"/>
    <w:rsid w:val="003F0087"/>
    <w:rsid w:val="003F09E5"/>
    <w:rsid w:val="003F1128"/>
    <w:rsid w:val="003F19E5"/>
    <w:rsid w:val="003F1C6A"/>
    <w:rsid w:val="003F25D5"/>
    <w:rsid w:val="003F292C"/>
    <w:rsid w:val="003F3FB1"/>
    <w:rsid w:val="003F4B61"/>
    <w:rsid w:val="003F5B89"/>
    <w:rsid w:val="003F5F72"/>
    <w:rsid w:val="003F66AD"/>
    <w:rsid w:val="003F70AC"/>
    <w:rsid w:val="003F7176"/>
    <w:rsid w:val="00400792"/>
    <w:rsid w:val="004008AE"/>
    <w:rsid w:val="00401C10"/>
    <w:rsid w:val="00401DCC"/>
    <w:rsid w:val="004032CE"/>
    <w:rsid w:val="00403D3B"/>
    <w:rsid w:val="00403FAE"/>
    <w:rsid w:val="00404745"/>
    <w:rsid w:val="004049BE"/>
    <w:rsid w:val="00404EC7"/>
    <w:rsid w:val="0040612A"/>
    <w:rsid w:val="004078A2"/>
    <w:rsid w:val="00407BF9"/>
    <w:rsid w:val="00410237"/>
    <w:rsid w:val="004105C3"/>
    <w:rsid w:val="00411397"/>
    <w:rsid w:val="00411ADC"/>
    <w:rsid w:val="00412DED"/>
    <w:rsid w:val="00412EEC"/>
    <w:rsid w:val="00413E53"/>
    <w:rsid w:val="00413F08"/>
    <w:rsid w:val="00414380"/>
    <w:rsid w:val="00415005"/>
    <w:rsid w:val="00415E86"/>
    <w:rsid w:val="00415ECC"/>
    <w:rsid w:val="004173BA"/>
    <w:rsid w:val="00417A41"/>
    <w:rsid w:val="004209C5"/>
    <w:rsid w:val="00420F7C"/>
    <w:rsid w:val="00421A60"/>
    <w:rsid w:val="00421E7C"/>
    <w:rsid w:val="00422D25"/>
    <w:rsid w:val="00423D1A"/>
    <w:rsid w:val="00423D9A"/>
    <w:rsid w:val="00423FD6"/>
    <w:rsid w:val="00425E91"/>
    <w:rsid w:val="0042626B"/>
    <w:rsid w:val="00426889"/>
    <w:rsid w:val="00427357"/>
    <w:rsid w:val="00427422"/>
    <w:rsid w:val="00427BA7"/>
    <w:rsid w:val="0043019F"/>
    <w:rsid w:val="004301D2"/>
    <w:rsid w:val="004307FE"/>
    <w:rsid w:val="00430906"/>
    <w:rsid w:val="00431126"/>
    <w:rsid w:val="0043250F"/>
    <w:rsid w:val="00432931"/>
    <w:rsid w:val="004361A6"/>
    <w:rsid w:val="004365E0"/>
    <w:rsid w:val="00436638"/>
    <w:rsid w:val="00437547"/>
    <w:rsid w:val="00440D5A"/>
    <w:rsid w:val="0044135B"/>
    <w:rsid w:val="00441FC0"/>
    <w:rsid w:val="004428C4"/>
    <w:rsid w:val="00442F66"/>
    <w:rsid w:val="0044310E"/>
    <w:rsid w:val="004435A2"/>
    <w:rsid w:val="00444229"/>
    <w:rsid w:val="00444649"/>
    <w:rsid w:val="00444BEA"/>
    <w:rsid w:val="004450CB"/>
    <w:rsid w:val="004450E9"/>
    <w:rsid w:val="004503B5"/>
    <w:rsid w:val="00451127"/>
    <w:rsid w:val="0045179C"/>
    <w:rsid w:val="00451DEB"/>
    <w:rsid w:val="004526C8"/>
    <w:rsid w:val="004539A9"/>
    <w:rsid w:val="00453BEE"/>
    <w:rsid w:val="0045404C"/>
    <w:rsid w:val="004543C1"/>
    <w:rsid w:val="00454715"/>
    <w:rsid w:val="0045474C"/>
    <w:rsid w:val="00455E12"/>
    <w:rsid w:val="00455E9B"/>
    <w:rsid w:val="004565BF"/>
    <w:rsid w:val="0045684A"/>
    <w:rsid w:val="004570DE"/>
    <w:rsid w:val="00457B8D"/>
    <w:rsid w:val="004608CE"/>
    <w:rsid w:val="004609A7"/>
    <w:rsid w:val="00461075"/>
    <w:rsid w:val="00461324"/>
    <w:rsid w:val="00461D72"/>
    <w:rsid w:val="00462607"/>
    <w:rsid w:val="00463A7A"/>
    <w:rsid w:val="004649BE"/>
    <w:rsid w:val="00465D79"/>
    <w:rsid w:val="004665DC"/>
    <w:rsid w:val="0046676F"/>
    <w:rsid w:val="0046685D"/>
    <w:rsid w:val="00466E57"/>
    <w:rsid w:val="00467C56"/>
    <w:rsid w:val="00467C64"/>
    <w:rsid w:val="0047036F"/>
    <w:rsid w:val="00470423"/>
    <w:rsid w:val="0047137F"/>
    <w:rsid w:val="00471A95"/>
    <w:rsid w:val="00472425"/>
    <w:rsid w:val="00472B38"/>
    <w:rsid w:val="00473654"/>
    <w:rsid w:val="00473D50"/>
    <w:rsid w:val="00475B6C"/>
    <w:rsid w:val="00476CD7"/>
    <w:rsid w:val="00476DC8"/>
    <w:rsid w:val="00476E1A"/>
    <w:rsid w:val="00477034"/>
    <w:rsid w:val="00477D05"/>
    <w:rsid w:val="00477E1C"/>
    <w:rsid w:val="0048031B"/>
    <w:rsid w:val="004808D4"/>
    <w:rsid w:val="00481B3E"/>
    <w:rsid w:val="00482ABA"/>
    <w:rsid w:val="00482E29"/>
    <w:rsid w:val="004831F2"/>
    <w:rsid w:val="0048430A"/>
    <w:rsid w:val="00486CD7"/>
    <w:rsid w:val="00487C45"/>
    <w:rsid w:val="00491AB5"/>
    <w:rsid w:val="0049368E"/>
    <w:rsid w:val="00494314"/>
    <w:rsid w:val="004946E3"/>
    <w:rsid w:val="00494CF1"/>
    <w:rsid w:val="0049634F"/>
    <w:rsid w:val="00496898"/>
    <w:rsid w:val="004973B9"/>
    <w:rsid w:val="004A005C"/>
    <w:rsid w:val="004A00C6"/>
    <w:rsid w:val="004A0243"/>
    <w:rsid w:val="004A0D5A"/>
    <w:rsid w:val="004A184B"/>
    <w:rsid w:val="004A22FD"/>
    <w:rsid w:val="004A3128"/>
    <w:rsid w:val="004A38E7"/>
    <w:rsid w:val="004A409A"/>
    <w:rsid w:val="004A4509"/>
    <w:rsid w:val="004A5BDE"/>
    <w:rsid w:val="004A5DE8"/>
    <w:rsid w:val="004B00AE"/>
    <w:rsid w:val="004B07C0"/>
    <w:rsid w:val="004B0B8A"/>
    <w:rsid w:val="004B267E"/>
    <w:rsid w:val="004B35A7"/>
    <w:rsid w:val="004B3869"/>
    <w:rsid w:val="004B59A5"/>
    <w:rsid w:val="004B62BF"/>
    <w:rsid w:val="004B6A00"/>
    <w:rsid w:val="004B6BDE"/>
    <w:rsid w:val="004B6F5F"/>
    <w:rsid w:val="004B7085"/>
    <w:rsid w:val="004B748C"/>
    <w:rsid w:val="004B7E1E"/>
    <w:rsid w:val="004C055A"/>
    <w:rsid w:val="004C0876"/>
    <w:rsid w:val="004C0BEC"/>
    <w:rsid w:val="004C1621"/>
    <w:rsid w:val="004C17A0"/>
    <w:rsid w:val="004C243C"/>
    <w:rsid w:val="004C2F0A"/>
    <w:rsid w:val="004C3353"/>
    <w:rsid w:val="004C4E7A"/>
    <w:rsid w:val="004C6EB4"/>
    <w:rsid w:val="004C6EC7"/>
    <w:rsid w:val="004D03AA"/>
    <w:rsid w:val="004D04EA"/>
    <w:rsid w:val="004D0A40"/>
    <w:rsid w:val="004D0F52"/>
    <w:rsid w:val="004D3419"/>
    <w:rsid w:val="004D3540"/>
    <w:rsid w:val="004D44AC"/>
    <w:rsid w:val="004D697B"/>
    <w:rsid w:val="004D75EB"/>
    <w:rsid w:val="004D7FA8"/>
    <w:rsid w:val="004E18C1"/>
    <w:rsid w:val="004E2E9E"/>
    <w:rsid w:val="004E351C"/>
    <w:rsid w:val="004E3760"/>
    <w:rsid w:val="004E3DF1"/>
    <w:rsid w:val="004E59F0"/>
    <w:rsid w:val="004E5AEE"/>
    <w:rsid w:val="004E5B2F"/>
    <w:rsid w:val="004E5DC6"/>
    <w:rsid w:val="004E6004"/>
    <w:rsid w:val="004E6955"/>
    <w:rsid w:val="004F0F14"/>
    <w:rsid w:val="004F170B"/>
    <w:rsid w:val="004F1D48"/>
    <w:rsid w:val="004F33E7"/>
    <w:rsid w:val="004F3732"/>
    <w:rsid w:val="004F390D"/>
    <w:rsid w:val="004F4508"/>
    <w:rsid w:val="004F49B4"/>
    <w:rsid w:val="004F4B2E"/>
    <w:rsid w:val="004F64C2"/>
    <w:rsid w:val="004F69BD"/>
    <w:rsid w:val="005006E6"/>
    <w:rsid w:val="00500953"/>
    <w:rsid w:val="00500EB0"/>
    <w:rsid w:val="00501F33"/>
    <w:rsid w:val="00502A7E"/>
    <w:rsid w:val="00503A8F"/>
    <w:rsid w:val="00503FDA"/>
    <w:rsid w:val="005040F3"/>
    <w:rsid w:val="00505124"/>
    <w:rsid w:val="00505D8E"/>
    <w:rsid w:val="00505F8B"/>
    <w:rsid w:val="0050659C"/>
    <w:rsid w:val="00506618"/>
    <w:rsid w:val="00507144"/>
    <w:rsid w:val="00507184"/>
    <w:rsid w:val="00510324"/>
    <w:rsid w:val="00510DAB"/>
    <w:rsid w:val="00511836"/>
    <w:rsid w:val="00512584"/>
    <w:rsid w:val="00513516"/>
    <w:rsid w:val="005146E0"/>
    <w:rsid w:val="005148F0"/>
    <w:rsid w:val="00515C91"/>
    <w:rsid w:val="005164CB"/>
    <w:rsid w:val="00516A1F"/>
    <w:rsid w:val="00517E8A"/>
    <w:rsid w:val="00517FF6"/>
    <w:rsid w:val="00521954"/>
    <w:rsid w:val="00521E31"/>
    <w:rsid w:val="005220A6"/>
    <w:rsid w:val="0052348E"/>
    <w:rsid w:val="0052484B"/>
    <w:rsid w:val="005248FC"/>
    <w:rsid w:val="005255AB"/>
    <w:rsid w:val="00525CFC"/>
    <w:rsid w:val="00526C19"/>
    <w:rsid w:val="00527B59"/>
    <w:rsid w:val="005307B2"/>
    <w:rsid w:val="0053099E"/>
    <w:rsid w:val="0053126E"/>
    <w:rsid w:val="0053244C"/>
    <w:rsid w:val="0053390F"/>
    <w:rsid w:val="00534A04"/>
    <w:rsid w:val="00535FA4"/>
    <w:rsid w:val="00536B56"/>
    <w:rsid w:val="00536E2F"/>
    <w:rsid w:val="0054040A"/>
    <w:rsid w:val="005407A8"/>
    <w:rsid w:val="00541689"/>
    <w:rsid w:val="00542C15"/>
    <w:rsid w:val="00543176"/>
    <w:rsid w:val="00543F85"/>
    <w:rsid w:val="0054409F"/>
    <w:rsid w:val="00546C88"/>
    <w:rsid w:val="00547F5C"/>
    <w:rsid w:val="00552518"/>
    <w:rsid w:val="00552593"/>
    <w:rsid w:val="0055296D"/>
    <w:rsid w:val="00552E6B"/>
    <w:rsid w:val="00552F66"/>
    <w:rsid w:val="005539EF"/>
    <w:rsid w:val="00555BC1"/>
    <w:rsid w:val="0055697E"/>
    <w:rsid w:val="00560237"/>
    <w:rsid w:val="00561038"/>
    <w:rsid w:val="00561A8B"/>
    <w:rsid w:val="00561D67"/>
    <w:rsid w:val="00562A02"/>
    <w:rsid w:val="00563964"/>
    <w:rsid w:val="00563F20"/>
    <w:rsid w:val="0056431D"/>
    <w:rsid w:val="005649FC"/>
    <w:rsid w:val="00564ECE"/>
    <w:rsid w:val="00565EBD"/>
    <w:rsid w:val="00566815"/>
    <w:rsid w:val="0056764C"/>
    <w:rsid w:val="00571AE0"/>
    <w:rsid w:val="005720CE"/>
    <w:rsid w:val="00572E80"/>
    <w:rsid w:val="00573426"/>
    <w:rsid w:val="00575F08"/>
    <w:rsid w:val="00576460"/>
    <w:rsid w:val="00577791"/>
    <w:rsid w:val="00577AD6"/>
    <w:rsid w:val="00577CE4"/>
    <w:rsid w:val="0058072E"/>
    <w:rsid w:val="00582007"/>
    <w:rsid w:val="00583029"/>
    <w:rsid w:val="005837AA"/>
    <w:rsid w:val="00583B9B"/>
    <w:rsid w:val="00583EF8"/>
    <w:rsid w:val="00584503"/>
    <w:rsid w:val="0058545A"/>
    <w:rsid w:val="005868ED"/>
    <w:rsid w:val="00587205"/>
    <w:rsid w:val="00587CAC"/>
    <w:rsid w:val="00590489"/>
    <w:rsid w:val="005909C0"/>
    <w:rsid w:val="00591EDB"/>
    <w:rsid w:val="0059281A"/>
    <w:rsid w:val="00592C2B"/>
    <w:rsid w:val="00593472"/>
    <w:rsid w:val="00594399"/>
    <w:rsid w:val="005948E8"/>
    <w:rsid w:val="00594BEA"/>
    <w:rsid w:val="005961E3"/>
    <w:rsid w:val="00596994"/>
    <w:rsid w:val="00596D7C"/>
    <w:rsid w:val="00597B72"/>
    <w:rsid w:val="005A10FB"/>
    <w:rsid w:val="005A2A26"/>
    <w:rsid w:val="005A4CAD"/>
    <w:rsid w:val="005A6881"/>
    <w:rsid w:val="005A6C0F"/>
    <w:rsid w:val="005A766A"/>
    <w:rsid w:val="005A784B"/>
    <w:rsid w:val="005A79A3"/>
    <w:rsid w:val="005B0217"/>
    <w:rsid w:val="005B0DE8"/>
    <w:rsid w:val="005B0FCF"/>
    <w:rsid w:val="005B1648"/>
    <w:rsid w:val="005B2754"/>
    <w:rsid w:val="005B3683"/>
    <w:rsid w:val="005B4BD5"/>
    <w:rsid w:val="005B552F"/>
    <w:rsid w:val="005B5CF4"/>
    <w:rsid w:val="005B5FFE"/>
    <w:rsid w:val="005B6FDC"/>
    <w:rsid w:val="005B72CC"/>
    <w:rsid w:val="005C0D4F"/>
    <w:rsid w:val="005C0DC2"/>
    <w:rsid w:val="005C13F3"/>
    <w:rsid w:val="005C1A32"/>
    <w:rsid w:val="005C2185"/>
    <w:rsid w:val="005C2615"/>
    <w:rsid w:val="005C35EF"/>
    <w:rsid w:val="005C4FF5"/>
    <w:rsid w:val="005C5F0C"/>
    <w:rsid w:val="005C6043"/>
    <w:rsid w:val="005C7731"/>
    <w:rsid w:val="005D048C"/>
    <w:rsid w:val="005D0DCF"/>
    <w:rsid w:val="005D0FAE"/>
    <w:rsid w:val="005D1443"/>
    <w:rsid w:val="005D2FD8"/>
    <w:rsid w:val="005D3C19"/>
    <w:rsid w:val="005D3E2E"/>
    <w:rsid w:val="005D449F"/>
    <w:rsid w:val="005D4DDF"/>
    <w:rsid w:val="005D53EF"/>
    <w:rsid w:val="005D663B"/>
    <w:rsid w:val="005D68D0"/>
    <w:rsid w:val="005D74F0"/>
    <w:rsid w:val="005D750B"/>
    <w:rsid w:val="005D7861"/>
    <w:rsid w:val="005E70DB"/>
    <w:rsid w:val="005E7DF2"/>
    <w:rsid w:val="005F0039"/>
    <w:rsid w:val="005F1FE3"/>
    <w:rsid w:val="005F2281"/>
    <w:rsid w:val="005F34F3"/>
    <w:rsid w:val="005F359B"/>
    <w:rsid w:val="005F4AFF"/>
    <w:rsid w:val="005F4D6F"/>
    <w:rsid w:val="005F582E"/>
    <w:rsid w:val="005F5CEE"/>
    <w:rsid w:val="005F6555"/>
    <w:rsid w:val="005F6D65"/>
    <w:rsid w:val="005F78A0"/>
    <w:rsid w:val="005F7F57"/>
    <w:rsid w:val="006002E3"/>
    <w:rsid w:val="00601BFE"/>
    <w:rsid w:val="00601E30"/>
    <w:rsid w:val="0060239B"/>
    <w:rsid w:val="00602FF3"/>
    <w:rsid w:val="00604157"/>
    <w:rsid w:val="006048EA"/>
    <w:rsid w:val="00604AAD"/>
    <w:rsid w:val="00606051"/>
    <w:rsid w:val="0060686E"/>
    <w:rsid w:val="00610167"/>
    <w:rsid w:val="00610647"/>
    <w:rsid w:val="00610790"/>
    <w:rsid w:val="0061346D"/>
    <w:rsid w:val="006136EB"/>
    <w:rsid w:val="00613830"/>
    <w:rsid w:val="00620ADF"/>
    <w:rsid w:val="00620F24"/>
    <w:rsid w:val="00621955"/>
    <w:rsid w:val="00622210"/>
    <w:rsid w:val="006235DE"/>
    <w:rsid w:val="00624460"/>
    <w:rsid w:val="00625F2B"/>
    <w:rsid w:val="00626B4B"/>
    <w:rsid w:val="006274A2"/>
    <w:rsid w:val="00630EB8"/>
    <w:rsid w:val="006332A9"/>
    <w:rsid w:val="006338D4"/>
    <w:rsid w:val="00633A7B"/>
    <w:rsid w:val="00633ECE"/>
    <w:rsid w:val="00634158"/>
    <w:rsid w:val="006348DC"/>
    <w:rsid w:val="00634D69"/>
    <w:rsid w:val="006350B6"/>
    <w:rsid w:val="00635489"/>
    <w:rsid w:val="00635C3B"/>
    <w:rsid w:val="00635E1B"/>
    <w:rsid w:val="0063670E"/>
    <w:rsid w:val="00636C7F"/>
    <w:rsid w:val="00637CB1"/>
    <w:rsid w:val="00640CF2"/>
    <w:rsid w:val="006423EF"/>
    <w:rsid w:val="00642533"/>
    <w:rsid w:val="006437FF"/>
    <w:rsid w:val="00643C94"/>
    <w:rsid w:val="00644BFF"/>
    <w:rsid w:val="00645118"/>
    <w:rsid w:val="0064535D"/>
    <w:rsid w:val="00645BE9"/>
    <w:rsid w:val="00645CC3"/>
    <w:rsid w:val="006472F5"/>
    <w:rsid w:val="00650A87"/>
    <w:rsid w:val="00650F0B"/>
    <w:rsid w:val="00651AC6"/>
    <w:rsid w:val="00651F79"/>
    <w:rsid w:val="00652F1A"/>
    <w:rsid w:val="00654B4A"/>
    <w:rsid w:val="00656263"/>
    <w:rsid w:val="006603D6"/>
    <w:rsid w:val="00660962"/>
    <w:rsid w:val="00662432"/>
    <w:rsid w:val="00663753"/>
    <w:rsid w:val="006673F0"/>
    <w:rsid w:val="006704E3"/>
    <w:rsid w:val="0067218D"/>
    <w:rsid w:val="0067265D"/>
    <w:rsid w:val="0067393D"/>
    <w:rsid w:val="00674EED"/>
    <w:rsid w:val="00675DD6"/>
    <w:rsid w:val="006774BA"/>
    <w:rsid w:val="00681D52"/>
    <w:rsid w:val="00682EA9"/>
    <w:rsid w:val="00682F0C"/>
    <w:rsid w:val="006838CC"/>
    <w:rsid w:val="00684C8C"/>
    <w:rsid w:val="0068636E"/>
    <w:rsid w:val="0068710C"/>
    <w:rsid w:val="0068786B"/>
    <w:rsid w:val="00687A14"/>
    <w:rsid w:val="006904F6"/>
    <w:rsid w:val="00690EB1"/>
    <w:rsid w:val="0069198A"/>
    <w:rsid w:val="00691D9E"/>
    <w:rsid w:val="0069205C"/>
    <w:rsid w:val="006925DE"/>
    <w:rsid w:val="00692D72"/>
    <w:rsid w:val="00692E7D"/>
    <w:rsid w:val="00693A8B"/>
    <w:rsid w:val="00693B6E"/>
    <w:rsid w:val="00693FD7"/>
    <w:rsid w:val="006946F8"/>
    <w:rsid w:val="00696E57"/>
    <w:rsid w:val="006975EA"/>
    <w:rsid w:val="0069762B"/>
    <w:rsid w:val="00697677"/>
    <w:rsid w:val="006978A4"/>
    <w:rsid w:val="006A0A43"/>
    <w:rsid w:val="006A2722"/>
    <w:rsid w:val="006A401B"/>
    <w:rsid w:val="006A4539"/>
    <w:rsid w:val="006A46E8"/>
    <w:rsid w:val="006A4CFC"/>
    <w:rsid w:val="006A4FAE"/>
    <w:rsid w:val="006A5CA7"/>
    <w:rsid w:val="006A75F4"/>
    <w:rsid w:val="006A7732"/>
    <w:rsid w:val="006A797B"/>
    <w:rsid w:val="006A7BE1"/>
    <w:rsid w:val="006B0054"/>
    <w:rsid w:val="006B0764"/>
    <w:rsid w:val="006B0855"/>
    <w:rsid w:val="006B117F"/>
    <w:rsid w:val="006B202D"/>
    <w:rsid w:val="006B20B7"/>
    <w:rsid w:val="006B2D6D"/>
    <w:rsid w:val="006B3029"/>
    <w:rsid w:val="006B37C7"/>
    <w:rsid w:val="006B542B"/>
    <w:rsid w:val="006B6901"/>
    <w:rsid w:val="006B6FA4"/>
    <w:rsid w:val="006B7A01"/>
    <w:rsid w:val="006C0624"/>
    <w:rsid w:val="006C0932"/>
    <w:rsid w:val="006C33DD"/>
    <w:rsid w:val="006C3A2E"/>
    <w:rsid w:val="006C52F2"/>
    <w:rsid w:val="006C5926"/>
    <w:rsid w:val="006C75F3"/>
    <w:rsid w:val="006C7702"/>
    <w:rsid w:val="006D1084"/>
    <w:rsid w:val="006D1C85"/>
    <w:rsid w:val="006D1FA6"/>
    <w:rsid w:val="006D2264"/>
    <w:rsid w:val="006D30D5"/>
    <w:rsid w:val="006D3207"/>
    <w:rsid w:val="006D32A0"/>
    <w:rsid w:val="006D35D1"/>
    <w:rsid w:val="006D44DE"/>
    <w:rsid w:val="006D48A6"/>
    <w:rsid w:val="006D5B2B"/>
    <w:rsid w:val="006D75B5"/>
    <w:rsid w:val="006E0355"/>
    <w:rsid w:val="006E08A8"/>
    <w:rsid w:val="006E1045"/>
    <w:rsid w:val="006E1849"/>
    <w:rsid w:val="006E18AB"/>
    <w:rsid w:val="006E1B33"/>
    <w:rsid w:val="006E1BA5"/>
    <w:rsid w:val="006E244F"/>
    <w:rsid w:val="006E29CC"/>
    <w:rsid w:val="006E348C"/>
    <w:rsid w:val="006E49B5"/>
    <w:rsid w:val="006E5303"/>
    <w:rsid w:val="006E5A2D"/>
    <w:rsid w:val="006E7090"/>
    <w:rsid w:val="006E76F2"/>
    <w:rsid w:val="006E7961"/>
    <w:rsid w:val="006F0F6C"/>
    <w:rsid w:val="006F1C2C"/>
    <w:rsid w:val="006F2885"/>
    <w:rsid w:val="006F2A83"/>
    <w:rsid w:val="006F3034"/>
    <w:rsid w:val="006F3ED7"/>
    <w:rsid w:val="006F6F33"/>
    <w:rsid w:val="006F7A44"/>
    <w:rsid w:val="006F7D01"/>
    <w:rsid w:val="007009EF"/>
    <w:rsid w:val="00700D7E"/>
    <w:rsid w:val="00702B21"/>
    <w:rsid w:val="00703AA7"/>
    <w:rsid w:val="007054D8"/>
    <w:rsid w:val="00706A02"/>
    <w:rsid w:val="00706CFC"/>
    <w:rsid w:val="0070787C"/>
    <w:rsid w:val="00707D6B"/>
    <w:rsid w:val="00710B6B"/>
    <w:rsid w:val="00711609"/>
    <w:rsid w:val="00711813"/>
    <w:rsid w:val="00711DD4"/>
    <w:rsid w:val="0071244D"/>
    <w:rsid w:val="00712817"/>
    <w:rsid w:val="00712CCD"/>
    <w:rsid w:val="007138D9"/>
    <w:rsid w:val="0071392E"/>
    <w:rsid w:val="00713932"/>
    <w:rsid w:val="007151C6"/>
    <w:rsid w:val="007155BE"/>
    <w:rsid w:val="0071592B"/>
    <w:rsid w:val="00715D96"/>
    <w:rsid w:val="007165C1"/>
    <w:rsid w:val="00716E50"/>
    <w:rsid w:val="0072056E"/>
    <w:rsid w:val="00720CAB"/>
    <w:rsid w:val="00721762"/>
    <w:rsid w:val="00721E38"/>
    <w:rsid w:val="00721FAD"/>
    <w:rsid w:val="0072219C"/>
    <w:rsid w:val="007225E2"/>
    <w:rsid w:val="007254F8"/>
    <w:rsid w:val="007277F9"/>
    <w:rsid w:val="00730E3F"/>
    <w:rsid w:val="007312DC"/>
    <w:rsid w:val="00732228"/>
    <w:rsid w:val="00732652"/>
    <w:rsid w:val="00732AFF"/>
    <w:rsid w:val="00733562"/>
    <w:rsid w:val="007337FA"/>
    <w:rsid w:val="00733A46"/>
    <w:rsid w:val="00733A84"/>
    <w:rsid w:val="007345B9"/>
    <w:rsid w:val="0073522E"/>
    <w:rsid w:val="00737085"/>
    <w:rsid w:val="0074028E"/>
    <w:rsid w:val="007403F1"/>
    <w:rsid w:val="0074108A"/>
    <w:rsid w:val="007417F4"/>
    <w:rsid w:val="00741A1E"/>
    <w:rsid w:val="007421E3"/>
    <w:rsid w:val="0074285D"/>
    <w:rsid w:val="00742F9F"/>
    <w:rsid w:val="00743FB9"/>
    <w:rsid w:val="007447BB"/>
    <w:rsid w:val="007452F6"/>
    <w:rsid w:val="00746869"/>
    <w:rsid w:val="00746B18"/>
    <w:rsid w:val="0075026A"/>
    <w:rsid w:val="00750A0A"/>
    <w:rsid w:val="00750F52"/>
    <w:rsid w:val="00751FD8"/>
    <w:rsid w:val="00753981"/>
    <w:rsid w:val="007544AF"/>
    <w:rsid w:val="007548ED"/>
    <w:rsid w:val="0075505B"/>
    <w:rsid w:val="00755ACE"/>
    <w:rsid w:val="00756105"/>
    <w:rsid w:val="007611DE"/>
    <w:rsid w:val="00761458"/>
    <w:rsid w:val="00761DD9"/>
    <w:rsid w:val="00762BE6"/>
    <w:rsid w:val="00763032"/>
    <w:rsid w:val="00763A0B"/>
    <w:rsid w:val="00763E06"/>
    <w:rsid w:val="00764887"/>
    <w:rsid w:val="007657EB"/>
    <w:rsid w:val="00766928"/>
    <w:rsid w:val="007672AA"/>
    <w:rsid w:val="0076756E"/>
    <w:rsid w:val="00767848"/>
    <w:rsid w:val="007703DF"/>
    <w:rsid w:val="00770841"/>
    <w:rsid w:val="00772CB3"/>
    <w:rsid w:val="00772EAF"/>
    <w:rsid w:val="0077420C"/>
    <w:rsid w:val="00774621"/>
    <w:rsid w:val="00780429"/>
    <w:rsid w:val="00780441"/>
    <w:rsid w:val="00781C65"/>
    <w:rsid w:val="00784986"/>
    <w:rsid w:val="00784ECF"/>
    <w:rsid w:val="0078507B"/>
    <w:rsid w:val="0078533C"/>
    <w:rsid w:val="00785DC4"/>
    <w:rsid w:val="0078634E"/>
    <w:rsid w:val="00790521"/>
    <w:rsid w:val="007924BC"/>
    <w:rsid w:val="007943B0"/>
    <w:rsid w:val="00794860"/>
    <w:rsid w:val="007958F0"/>
    <w:rsid w:val="007975BF"/>
    <w:rsid w:val="007975D3"/>
    <w:rsid w:val="007A0984"/>
    <w:rsid w:val="007A0AF9"/>
    <w:rsid w:val="007A0FD8"/>
    <w:rsid w:val="007A1703"/>
    <w:rsid w:val="007A19D8"/>
    <w:rsid w:val="007A1F23"/>
    <w:rsid w:val="007A1F70"/>
    <w:rsid w:val="007A3378"/>
    <w:rsid w:val="007A4F15"/>
    <w:rsid w:val="007A5AC9"/>
    <w:rsid w:val="007A5E79"/>
    <w:rsid w:val="007B06D0"/>
    <w:rsid w:val="007B2175"/>
    <w:rsid w:val="007B22BB"/>
    <w:rsid w:val="007B24C4"/>
    <w:rsid w:val="007B5803"/>
    <w:rsid w:val="007B590B"/>
    <w:rsid w:val="007B59BE"/>
    <w:rsid w:val="007B6616"/>
    <w:rsid w:val="007C14C9"/>
    <w:rsid w:val="007C2B39"/>
    <w:rsid w:val="007C2DB7"/>
    <w:rsid w:val="007C33D5"/>
    <w:rsid w:val="007C3AD5"/>
    <w:rsid w:val="007C40FF"/>
    <w:rsid w:val="007C436B"/>
    <w:rsid w:val="007C5BEE"/>
    <w:rsid w:val="007C62B8"/>
    <w:rsid w:val="007C6A87"/>
    <w:rsid w:val="007D1E3B"/>
    <w:rsid w:val="007D2129"/>
    <w:rsid w:val="007D263F"/>
    <w:rsid w:val="007D3E2A"/>
    <w:rsid w:val="007D4FC5"/>
    <w:rsid w:val="007D576F"/>
    <w:rsid w:val="007D6A9D"/>
    <w:rsid w:val="007D75FC"/>
    <w:rsid w:val="007D7717"/>
    <w:rsid w:val="007E02D4"/>
    <w:rsid w:val="007E0628"/>
    <w:rsid w:val="007E12F4"/>
    <w:rsid w:val="007E6151"/>
    <w:rsid w:val="007E73AF"/>
    <w:rsid w:val="007E7AF2"/>
    <w:rsid w:val="007F1594"/>
    <w:rsid w:val="007F21E6"/>
    <w:rsid w:val="007F254A"/>
    <w:rsid w:val="007F3232"/>
    <w:rsid w:val="007F4015"/>
    <w:rsid w:val="007F5389"/>
    <w:rsid w:val="007F5810"/>
    <w:rsid w:val="007F581B"/>
    <w:rsid w:val="007F5D9A"/>
    <w:rsid w:val="007F72AD"/>
    <w:rsid w:val="007F7D72"/>
    <w:rsid w:val="00800208"/>
    <w:rsid w:val="00800994"/>
    <w:rsid w:val="00802048"/>
    <w:rsid w:val="0080234E"/>
    <w:rsid w:val="00802620"/>
    <w:rsid w:val="00802752"/>
    <w:rsid w:val="00802A3F"/>
    <w:rsid w:val="0080314C"/>
    <w:rsid w:val="00805468"/>
    <w:rsid w:val="00806E87"/>
    <w:rsid w:val="008072EF"/>
    <w:rsid w:val="00807412"/>
    <w:rsid w:val="0081010E"/>
    <w:rsid w:val="00810E0E"/>
    <w:rsid w:val="00811029"/>
    <w:rsid w:val="00811711"/>
    <w:rsid w:val="00811FE6"/>
    <w:rsid w:val="008126D1"/>
    <w:rsid w:val="008137C5"/>
    <w:rsid w:val="0081393B"/>
    <w:rsid w:val="008142EB"/>
    <w:rsid w:val="00815811"/>
    <w:rsid w:val="00816463"/>
    <w:rsid w:val="008165A6"/>
    <w:rsid w:val="008201F6"/>
    <w:rsid w:val="0082096A"/>
    <w:rsid w:val="00821547"/>
    <w:rsid w:val="00821C34"/>
    <w:rsid w:val="00824875"/>
    <w:rsid w:val="00824E94"/>
    <w:rsid w:val="00825CD5"/>
    <w:rsid w:val="00826F80"/>
    <w:rsid w:val="008306E7"/>
    <w:rsid w:val="008321F4"/>
    <w:rsid w:val="008331D5"/>
    <w:rsid w:val="00833ABE"/>
    <w:rsid w:val="00833E16"/>
    <w:rsid w:val="008341CB"/>
    <w:rsid w:val="008343B4"/>
    <w:rsid w:val="00835904"/>
    <w:rsid w:val="00836B48"/>
    <w:rsid w:val="0083722D"/>
    <w:rsid w:val="00840D5B"/>
    <w:rsid w:val="0084131A"/>
    <w:rsid w:val="00841B11"/>
    <w:rsid w:val="00841CE0"/>
    <w:rsid w:val="00841ECB"/>
    <w:rsid w:val="0084237B"/>
    <w:rsid w:val="00850B80"/>
    <w:rsid w:val="008517F9"/>
    <w:rsid w:val="008518E1"/>
    <w:rsid w:val="0085198B"/>
    <w:rsid w:val="00853B0E"/>
    <w:rsid w:val="00855433"/>
    <w:rsid w:val="00855471"/>
    <w:rsid w:val="008570F8"/>
    <w:rsid w:val="008571CF"/>
    <w:rsid w:val="008572A2"/>
    <w:rsid w:val="00857EDA"/>
    <w:rsid w:val="00860F26"/>
    <w:rsid w:val="008616E8"/>
    <w:rsid w:val="008635ED"/>
    <w:rsid w:val="0086373E"/>
    <w:rsid w:val="0086481F"/>
    <w:rsid w:val="00864821"/>
    <w:rsid w:val="00866B8D"/>
    <w:rsid w:val="00867096"/>
    <w:rsid w:val="0087046F"/>
    <w:rsid w:val="00870AE5"/>
    <w:rsid w:val="00871B51"/>
    <w:rsid w:val="008730E1"/>
    <w:rsid w:val="008731AC"/>
    <w:rsid w:val="008733BD"/>
    <w:rsid w:val="008746FB"/>
    <w:rsid w:val="00874C95"/>
    <w:rsid w:val="0087567B"/>
    <w:rsid w:val="00876837"/>
    <w:rsid w:val="0087709A"/>
    <w:rsid w:val="008772DC"/>
    <w:rsid w:val="008774C3"/>
    <w:rsid w:val="008776F6"/>
    <w:rsid w:val="00880E62"/>
    <w:rsid w:val="0088208C"/>
    <w:rsid w:val="008820F7"/>
    <w:rsid w:val="00884BC5"/>
    <w:rsid w:val="00885CDD"/>
    <w:rsid w:val="008868CB"/>
    <w:rsid w:val="00886E2A"/>
    <w:rsid w:val="00890361"/>
    <w:rsid w:val="0089070A"/>
    <w:rsid w:val="008907A5"/>
    <w:rsid w:val="0089222A"/>
    <w:rsid w:val="00892BCE"/>
    <w:rsid w:val="00893162"/>
    <w:rsid w:val="00893348"/>
    <w:rsid w:val="00893BCD"/>
    <w:rsid w:val="00893EB0"/>
    <w:rsid w:val="00894398"/>
    <w:rsid w:val="008979ED"/>
    <w:rsid w:val="00897E59"/>
    <w:rsid w:val="008A009B"/>
    <w:rsid w:val="008A04BE"/>
    <w:rsid w:val="008A10CA"/>
    <w:rsid w:val="008A4570"/>
    <w:rsid w:val="008A495E"/>
    <w:rsid w:val="008A4DB1"/>
    <w:rsid w:val="008A4DD0"/>
    <w:rsid w:val="008A5759"/>
    <w:rsid w:val="008A59E3"/>
    <w:rsid w:val="008B0381"/>
    <w:rsid w:val="008B0A73"/>
    <w:rsid w:val="008B1012"/>
    <w:rsid w:val="008B1956"/>
    <w:rsid w:val="008B2524"/>
    <w:rsid w:val="008B37C2"/>
    <w:rsid w:val="008B39D8"/>
    <w:rsid w:val="008B4EE1"/>
    <w:rsid w:val="008B6465"/>
    <w:rsid w:val="008B6653"/>
    <w:rsid w:val="008B6A66"/>
    <w:rsid w:val="008C02AD"/>
    <w:rsid w:val="008C128C"/>
    <w:rsid w:val="008C1B66"/>
    <w:rsid w:val="008C3816"/>
    <w:rsid w:val="008C4BC2"/>
    <w:rsid w:val="008C5CBE"/>
    <w:rsid w:val="008C6973"/>
    <w:rsid w:val="008C71FE"/>
    <w:rsid w:val="008C7E4A"/>
    <w:rsid w:val="008D1360"/>
    <w:rsid w:val="008D175C"/>
    <w:rsid w:val="008D3364"/>
    <w:rsid w:val="008D3888"/>
    <w:rsid w:val="008D5EFD"/>
    <w:rsid w:val="008D66AF"/>
    <w:rsid w:val="008D6799"/>
    <w:rsid w:val="008D6EEB"/>
    <w:rsid w:val="008D7A44"/>
    <w:rsid w:val="008D7B94"/>
    <w:rsid w:val="008D7DA7"/>
    <w:rsid w:val="008D7EFC"/>
    <w:rsid w:val="008E078F"/>
    <w:rsid w:val="008E07E5"/>
    <w:rsid w:val="008E1691"/>
    <w:rsid w:val="008E23BA"/>
    <w:rsid w:val="008E284A"/>
    <w:rsid w:val="008E30AB"/>
    <w:rsid w:val="008E391C"/>
    <w:rsid w:val="008E39EE"/>
    <w:rsid w:val="008E4043"/>
    <w:rsid w:val="008E4612"/>
    <w:rsid w:val="008E49DA"/>
    <w:rsid w:val="008E65FE"/>
    <w:rsid w:val="008E71D1"/>
    <w:rsid w:val="008E789F"/>
    <w:rsid w:val="008F0582"/>
    <w:rsid w:val="008F0723"/>
    <w:rsid w:val="008F1A69"/>
    <w:rsid w:val="008F2BCC"/>
    <w:rsid w:val="008F3F87"/>
    <w:rsid w:val="008F424E"/>
    <w:rsid w:val="008F47BD"/>
    <w:rsid w:val="008F5FF8"/>
    <w:rsid w:val="00900419"/>
    <w:rsid w:val="0090099C"/>
    <w:rsid w:val="009030AF"/>
    <w:rsid w:val="009031CA"/>
    <w:rsid w:val="00903337"/>
    <w:rsid w:val="0090478D"/>
    <w:rsid w:val="0090614D"/>
    <w:rsid w:val="0090718B"/>
    <w:rsid w:val="0090776D"/>
    <w:rsid w:val="00907E02"/>
    <w:rsid w:val="00910393"/>
    <w:rsid w:val="00911687"/>
    <w:rsid w:val="00911F53"/>
    <w:rsid w:val="00912631"/>
    <w:rsid w:val="00912F27"/>
    <w:rsid w:val="00913904"/>
    <w:rsid w:val="00914187"/>
    <w:rsid w:val="009159D8"/>
    <w:rsid w:val="009172FC"/>
    <w:rsid w:val="0091784C"/>
    <w:rsid w:val="00920569"/>
    <w:rsid w:val="00920A0C"/>
    <w:rsid w:val="0092266A"/>
    <w:rsid w:val="009229F1"/>
    <w:rsid w:val="009231E7"/>
    <w:rsid w:val="009232BB"/>
    <w:rsid w:val="0092353C"/>
    <w:rsid w:val="00923CAC"/>
    <w:rsid w:val="00924C59"/>
    <w:rsid w:val="00925415"/>
    <w:rsid w:val="00926571"/>
    <w:rsid w:val="009266E1"/>
    <w:rsid w:val="009267DA"/>
    <w:rsid w:val="009303F6"/>
    <w:rsid w:val="00930799"/>
    <w:rsid w:val="00931D5E"/>
    <w:rsid w:val="00933403"/>
    <w:rsid w:val="00933DE7"/>
    <w:rsid w:val="00934028"/>
    <w:rsid w:val="009342C6"/>
    <w:rsid w:val="00935479"/>
    <w:rsid w:val="00935E99"/>
    <w:rsid w:val="00935FE2"/>
    <w:rsid w:val="0093738A"/>
    <w:rsid w:val="00937463"/>
    <w:rsid w:val="009405CC"/>
    <w:rsid w:val="00940AA7"/>
    <w:rsid w:val="00941673"/>
    <w:rsid w:val="00941BC5"/>
    <w:rsid w:val="00941F42"/>
    <w:rsid w:val="00941FC4"/>
    <w:rsid w:val="00941FF2"/>
    <w:rsid w:val="009427F0"/>
    <w:rsid w:val="00942AEA"/>
    <w:rsid w:val="00943CC3"/>
    <w:rsid w:val="00945C9A"/>
    <w:rsid w:val="00946007"/>
    <w:rsid w:val="00950EEE"/>
    <w:rsid w:val="00952015"/>
    <w:rsid w:val="00953A00"/>
    <w:rsid w:val="00953BF7"/>
    <w:rsid w:val="009554F1"/>
    <w:rsid w:val="009557C3"/>
    <w:rsid w:val="0095586E"/>
    <w:rsid w:val="00957977"/>
    <w:rsid w:val="00960909"/>
    <w:rsid w:val="00960D4A"/>
    <w:rsid w:val="0096146B"/>
    <w:rsid w:val="00961AA0"/>
    <w:rsid w:val="00961BE6"/>
    <w:rsid w:val="009625C3"/>
    <w:rsid w:val="00962769"/>
    <w:rsid w:val="00965B94"/>
    <w:rsid w:val="00965D58"/>
    <w:rsid w:val="00966592"/>
    <w:rsid w:val="00966788"/>
    <w:rsid w:val="00967DFD"/>
    <w:rsid w:val="0097112A"/>
    <w:rsid w:val="00971450"/>
    <w:rsid w:val="00971BA9"/>
    <w:rsid w:val="00971E32"/>
    <w:rsid w:val="009720CB"/>
    <w:rsid w:val="00973851"/>
    <w:rsid w:val="00974361"/>
    <w:rsid w:val="00974504"/>
    <w:rsid w:val="00974B01"/>
    <w:rsid w:val="00974B25"/>
    <w:rsid w:val="00974F2A"/>
    <w:rsid w:val="00975879"/>
    <w:rsid w:val="00976D34"/>
    <w:rsid w:val="00977BD1"/>
    <w:rsid w:val="00977DDE"/>
    <w:rsid w:val="009801DD"/>
    <w:rsid w:val="00980ED6"/>
    <w:rsid w:val="00981403"/>
    <w:rsid w:val="00982A95"/>
    <w:rsid w:val="00982B97"/>
    <w:rsid w:val="00982C03"/>
    <w:rsid w:val="00983018"/>
    <w:rsid w:val="00983066"/>
    <w:rsid w:val="00983C11"/>
    <w:rsid w:val="00984003"/>
    <w:rsid w:val="00984DA1"/>
    <w:rsid w:val="009853F0"/>
    <w:rsid w:val="00986101"/>
    <w:rsid w:val="009863FB"/>
    <w:rsid w:val="009868A7"/>
    <w:rsid w:val="00990612"/>
    <w:rsid w:val="00992378"/>
    <w:rsid w:val="00995496"/>
    <w:rsid w:val="0099654E"/>
    <w:rsid w:val="00997C30"/>
    <w:rsid w:val="00997E75"/>
    <w:rsid w:val="009A0343"/>
    <w:rsid w:val="009A0962"/>
    <w:rsid w:val="009A1D0E"/>
    <w:rsid w:val="009A22A5"/>
    <w:rsid w:val="009A22FA"/>
    <w:rsid w:val="009A2762"/>
    <w:rsid w:val="009A2840"/>
    <w:rsid w:val="009A3D0E"/>
    <w:rsid w:val="009A3E21"/>
    <w:rsid w:val="009A4AC0"/>
    <w:rsid w:val="009A5642"/>
    <w:rsid w:val="009A5768"/>
    <w:rsid w:val="009A5978"/>
    <w:rsid w:val="009A641C"/>
    <w:rsid w:val="009A6D42"/>
    <w:rsid w:val="009A74C5"/>
    <w:rsid w:val="009A793F"/>
    <w:rsid w:val="009B0E84"/>
    <w:rsid w:val="009B109E"/>
    <w:rsid w:val="009B1454"/>
    <w:rsid w:val="009B17EC"/>
    <w:rsid w:val="009B1FCA"/>
    <w:rsid w:val="009B2011"/>
    <w:rsid w:val="009B2106"/>
    <w:rsid w:val="009B2199"/>
    <w:rsid w:val="009B275E"/>
    <w:rsid w:val="009B538D"/>
    <w:rsid w:val="009B5A5E"/>
    <w:rsid w:val="009B6D53"/>
    <w:rsid w:val="009B6DC7"/>
    <w:rsid w:val="009C02F0"/>
    <w:rsid w:val="009C0426"/>
    <w:rsid w:val="009C048F"/>
    <w:rsid w:val="009C0728"/>
    <w:rsid w:val="009C233F"/>
    <w:rsid w:val="009C25DB"/>
    <w:rsid w:val="009C3308"/>
    <w:rsid w:val="009C3A7E"/>
    <w:rsid w:val="009C44B6"/>
    <w:rsid w:val="009C4C06"/>
    <w:rsid w:val="009C4EC8"/>
    <w:rsid w:val="009C6A4B"/>
    <w:rsid w:val="009D14A4"/>
    <w:rsid w:val="009D253F"/>
    <w:rsid w:val="009D2A21"/>
    <w:rsid w:val="009D3B40"/>
    <w:rsid w:val="009D4E89"/>
    <w:rsid w:val="009D5133"/>
    <w:rsid w:val="009D6365"/>
    <w:rsid w:val="009D6662"/>
    <w:rsid w:val="009D728A"/>
    <w:rsid w:val="009E3E14"/>
    <w:rsid w:val="009E4995"/>
    <w:rsid w:val="009E4B0B"/>
    <w:rsid w:val="009F330C"/>
    <w:rsid w:val="009F38B5"/>
    <w:rsid w:val="009F4721"/>
    <w:rsid w:val="009F5933"/>
    <w:rsid w:val="009F5EBE"/>
    <w:rsid w:val="009F6D85"/>
    <w:rsid w:val="009F762D"/>
    <w:rsid w:val="00A00AF5"/>
    <w:rsid w:val="00A00EE6"/>
    <w:rsid w:val="00A01D03"/>
    <w:rsid w:val="00A01F14"/>
    <w:rsid w:val="00A0244C"/>
    <w:rsid w:val="00A02810"/>
    <w:rsid w:val="00A02ECD"/>
    <w:rsid w:val="00A03185"/>
    <w:rsid w:val="00A03444"/>
    <w:rsid w:val="00A04C3F"/>
    <w:rsid w:val="00A05C1E"/>
    <w:rsid w:val="00A05F15"/>
    <w:rsid w:val="00A0672D"/>
    <w:rsid w:val="00A0797A"/>
    <w:rsid w:val="00A1067C"/>
    <w:rsid w:val="00A11200"/>
    <w:rsid w:val="00A12961"/>
    <w:rsid w:val="00A12E8D"/>
    <w:rsid w:val="00A13D85"/>
    <w:rsid w:val="00A14CB9"/>
    <w:rsid w:val="00A16603"/>
    <w:rsid w:val="00A17350"/>
    <w:rsid w:val="00A17991"/>
    <w:rsid w:val="00A17ABB"/>
    <w:rsid w:val="00A20015"/>
    <w:rsid w:val="00A21E4B"/>
    <w:rsid w:val="00A22659"/>
    <w:rsid w:val="00A22C90"/>
    <w:rsid w:val="00A2449D"/>
    <w:rsid w:val="00A24C23"/>
    <w:rsid w:val="00A26338"/>
    <w:rsid w:val="00A264F2"/>
    <w:rsid w:val="00A271CA"/>
    <w:rsid w:val="00A27B68"/>
    <w:rsid w:val="00A27F4C"/>
    <w:rsid w:val="00A310C0"/>
    <w:rsid w:val="00A33B87"/>
    <w:rsid w:val="00A342ED"/>
    <w:rsid w:val="00A34D1E"/>
    <w:rsid w:val="00A35213"/>
    <w:rsid w:val="00A35316"/>
    <w:rsid w:val="00A35BB9"/>
    <w:rsid w:val="00A371BA"/>
    <w:rsid w:val="00A37637"/>
    <w:rsid w:val="00A37AE2"/>
    <w:rsid w:val="00A431D3"/>
    <w:rsid w:val="00A46FBB"/>
    <w:rsid w:val="00A50F15"/>
    <w:rsid w:val="00A51F29"/>
    <w:rsid w:val="00A5303D"/>
    <w:rsid w:val="00A53DC1"/>
    <w:rsid w:val="00A55014"/>
    <w:rsid w:val="00A55660"/>
    <w:rsid w:val="00A5579A"/>
    <w:rsid w:val="00A577C4"/>
    <w:rsid w:val="00A600AB"/>
    <w:rsid w:val="00A608B1"/>
    <w:rsid w:val="00A61262"/>
    <w:rsid w:val="00A61508"/>
    <w:rsid w:val="00A61BE9"/>
    <w:rsid w:val="00A62224"/>
    <w:rsid w:val="00A635DC"/>
    <w:rsid w:val="00A63A8B"/>
    <w:rsid w:val="00A647E1"/>
    <w:rsid w:val="00A65643"/>
    <w:rsid w:val="00A6564A"/>
    <w:rsid w:val="00A65C6E"/>
    <w:rsid w:val="00A6695E"/>
    <w:rsid w:val="00A6753F"/>
    <w:rsid w:val="00A67666"/>
    <w:rsid w:val="00A722E7"/>
    <w:rsid w:val="00A735B7"/>
    <w:rsid w:val="00A735E3"/>
    <w:rsid w:val="00A7409B"/>
    <w:rsid w:val="00A754F2"/>
    <w:rsid w:val="00A75BC5"/>
    <w:rsid w:val="00A76C44"/>
    <w:rsid w:val="00A774AE"/>
    <w:rsid w:val="00A807D7"/>
    <w:rsid w:val="00A80B53"/>
    <w:rsid w:val="00A813C3"/>
    <w:rsid w:val="00A82137"/>
    <w:rsid w:val="00A82AFD"/>
    <w:rsid w:val="00A83356"/>
    <w:rsid w:val="00A84E19"/>
    <w:rsid w:val="00A8547F"/>
    <w:rsid w:val="00A8568D"/>
    <w:rsid w:val="00A87353"/>
    <w:rsid w:val="00A904CB"/>
    <w:rsid w:val="00A928B9"/>
    <w:rsid w:val="00A938EB"/>
    <w:rsid w:val="00A9523D"/>
    <w:rsid w:val="00A952A1"/>
    <w:rsid w:val="00A952FD"/>
    <w:rsid w:val="00A96103"/>
    <w:rsid w:val="00A9796D"/>
    <w:rsid w:val="00AA048D"/>
    <w:rsid w:val="00AA2ECE"/>
    <w:rsid w:val="00AA3A29"/>
    <w:rsid w:val="00AA5206"/>
    <w:rsid w:val="00AA5241"/>
    <w:rsid w:val="00AA53CF"/>
    <w:rsid w:val="00AA55DF"/>
    <w:rsid w:val="00AB0AEC"/>
    <w:rsid w:val="00AB11E1"/>
    <w:rsid w:val="00AB2857"/>
    <w:rsid w:val="00AB3200"/>
    <w:rsid w:val="00AB3604"/>
    <w:rsid w:val="00AB3E33"/>
    <w:rsid w:val="00AB4404"/>
    <w:rsid w:val="00AB5094"/>
    <w:rsid w:val="00AB521A"/>
    <w:rsid w:val="00AB5E9B"/>
    <w:rsid w:val="00AB661A"/>
    <w:rsid w:val="00AB6E58"/>
    <w:rsid w:val="00AB71CD"/>
    <w:rsid w:val="00AB7C0C"/>
    <w:rsid w:val="00AC012C"/>
    <w:rsid w:val="00AC07FA"/>
    <w:rsid w:val="00AC2D43"/>
    <w:rsid w:val="00AC36E2"/>
    <w:rsid w:val="00AC4ABF"/>
    <w:rsid w:val="00AC4C7E"/>
    <w:rsid w:val="00AC5ABE"/>
    <w:rsid w:val="00AC5D07"/>
    <w:rsid w:val="00AC66F8"/>
    <w:rsid w:val="00AC6F02"/>
    <w:rsid w:val="00AD0C8C"/>
    <w:rsid w:val="00AD0EB7"/>
    <w:rsid w:val="00AD16CF"/>
    <w:rsid w:val="00AD1DB3"/>
    <w:rsid w:val="00AD1F3A"/>
    <w:rsid w:val="00AD2B01"/>
    <w:rsid w:val="00AD2C59"/>
    <w:rsid w:val="00AD300C"/>
    <w:rsid w:val="00AD5DF5"/>
    <w:rsid w:val="00AD6B0F"/>
    <w:rsid w:val="00AD6E1F"/>
    <w:rsid w:val="00AD721F"/>
    <w:rsid w:val="00AD78CB"/>
    <w:rsid w:val="00AD7C9D"/>
    <w:rsid w:val="00AE0001"/>
    <w:rsid w:val="00AE1AB5"/>
    <w:rsid w:val="00AE2FB5"/>
    <w:rsid w:val="00AE32FF"/>
    <w:rsid w:val="00AE399C"/>
    <w:rsid w:val="00AE4233"/>
    <w:rsid w:val="00AE4986"/>
    <w:rsid w:val="00AE4AB3"/>
    <w:rsid w:val="00AE5278"/>
    <w:rsid w:val="00AE52F6"/>
    <w:rsid w:val="00AE53A1"/>
    <w:rsid w:val="00AE5679"/>
    <w:rsid w:val="00AE57CC"/>
    <w:rsid w:val="00AE5BEB"/>
    <w:rsid w:val="00AE646F"/>
    <w:rsid w:val="00AE705A"/>
    <w:rsid w:val="00AE7B95"/>
    <w:rsid w:val="00AE7F53"/>
    <w:rsid w:val="00AF0028"/>
    <w:rsid w:val="00AF1EE6"/>
    <w:rsid w:val="00AF232A"/>
    <w:rsid w:val="00AF3EC1"/>
    <w:rsid w:val="00AF5343"/>
    <w:rsid w:val="00AF5908"/>
    <w:rsid w:val="00AF5E08"/>
    <w:rsid w:val="00AF5FC4"/>
    <w:rsid w:val="00AF7D63"/>
    <w:rsid w:val="00B00894"/>
    <w:rsid w:val="00B03721"/>
    <w:rsid w:val="00B03C57"/>
    <w:rsid w:val="00B040F0"/>
    <w:rsid w:val="00B04391"/>
    <w:rsid w:val="00B0512A"/>
    <w:rsid w:val="00B05E2E"/>
    <w:rsid w:val="00B063C8"/>
    <w:rsid w:val="00B065D5"/>
    <w:rsid w:val="00B071B1"/>
    <w:rsid w:val="00B07EC6"/>
    <w:rsid w:val="00B11614"/>
    <w:rsid w:val="00B11D60"/>
    <w:rsid w:val="00B12D40"/>
    <w:rsid w:val="00B1342D"/>
    <w:rsid w:val="00B1366E"/>
    <w:rsid w:val="00B13B2A"/>
    <w:rsid w:val="00B15426"/>
    <w:rsid w:val="00B156ED"/>
    <w:rsid w:val="00B1633C"/>
    <w:rsid w:val="00B163DA"/>
    <w:rsid w:val="00B1748B"/>
    <w:rsid w:val="00B17C3D"/>
    <w:rsid w:val="00B2031E"/>
    <w:rsid w:val="00B217FE"/>
    <w:rsid w:val="00B21DDB"/>
    <w:rsid w:val="00B221E3"/>
    <w:rsid w:val="00B2348B"/>
    <w:rsid w:val="00B234C1"/>
    <w:rsid w:val="00B24B41"/>
    <w:rsid w:val="00B26059"/>
    <w:rsid w:val="00B26D4E"/>
    <w:rsid w:val="00B30A8D"/>
    <w:rsid w:val="00B30B9A"/>
    <w:rsid w:val="00B31A55"/>
    <w:rsid w:val="00B325BB"/>
    <w:rsid w:val="00B33945"/>
    <w:rsid w:val="00B33A9B"/>
    <w:rsid w:val="00B34206"/>
    <w:rsid w:val="00B34FFA"/>
    <w:rsid w:val="00B356D8"/>
    <w:rsid w:val="00B35EAC"/>
    <w:rsid w:val="00B36B42"/>
    <w:rsid w:val="00B36C91"/>
    <w:rsid w:val="00B37F38"/>
    <w:rsid w:val="00B37F4B"/>
    <w:rsid w:val="00B405A3"/>
    <w:rsid w:val="00B43186"/>
    <w:rsid w:val="00B43205"/>
    <w:rsid w:val="00B4353A"/>
    <w:rsid w:val="00B4364C"/>
    <w:rsid w:val="00B43F01"/>
    <w:rsid w:val="00B43FDE"/>
    <w:rsid w:val="00B4405C"/>
    <w:rsid w:val="00B443C6"/>
    <w:rsid w:val="00B45725"/>
    <w:rsid w:val="00B461EB"/>
    <w:rsid w:val="00B501BD"/>
    <w:rsid w:val="00B505AB"/>
    <w:rsid w:val="00B511C4"/>
    <w:rsid w:val="00B511EA"/>
    <w:rsid w:val="00B51979"/>
    <w:rsid w:val="00B52A55"/>
    <w:rsid w:val="00B541F5"/>
    <w:rsid w:val="00B54334"/>
    <w:rsid w:val="00B54541"/>
    <w:rsid w:val="00B548F2"/>
    <w:rsid w:val="00B54912"/>
    <w:rsid w:val="00B55963"/>
    <w:rsid w:val="00B60068"/>
    <w:rsid w:val="00B600B7"/>
    <w:rsid w:val="00B61ABA"/>
    <w:rsid w:val="00B65804"/>
    <w:rsid w:val="00B7077C"/>
    <w:rsid w:val="00B7103A"/>
    <w:rsid w:val="00B72777"/>
    <w:rsid w:val="00B727FE"/>
    <w:rsid w:val="00B72965"/>
    <w:rsid w:val="00B73178"/>
    <w:rsid w:val="00B7452E"/>
    <w:rsid w:val="00B74ACB"/>
    <w:rsid w:val="00B74C84"/>
    <w:rsid w:val="00B74D82"/>
    <w:rsid w:val="00B76846"/>
    <w:rsid w:val="00B778F7"/>
    <w:rsid w:val="00B802A5"/>
    <w:rsid w:val="00B825FD"/>
    <w:rsid w:val="00B827F9"/>
    <w:rsid w:val="00B82C16"/>
    <w:rsid w:val="00B82FD3"/>
    <w:rsid w:val="00B84169"/>
    <w:rsid w:val="00B85AAD"/>
    <w:rsid w:val="00B86273"/>
    <w:rsid w:val="00B872FD"/>
    <w:rsid w:val="00B91BA7"/>
    <w:rsid w:val="00B93199"/>
    <w:rsid w:val="00B93D36"/>
    <w:rsid w:val="00B95493"/>
    <w:rsid w:val="00B95962"/>
    <w:rsid w:val="00B95976"/>
    <w:rsid w:val="00B959E5"/>
    <w:rsid w:val="00B96E1A"/>
    <w:rsid w:val="00B97208"/>
    <w:rsid w:val="00BA01CF"/>
    <w:rsid w:val="00BA02AE"/>
    <w:rsid w:val="00BA079B"/>
    <w:rsid w:val="00BA0CE6"/>
    <w:rsid w:val="00BA0F32"/>
    <w:rsid w:val="00BA1C97"/>
    <w:rsid w:val="00BA2657"/>
    <w:rsid w:val="00BA2D8C"/>
    <w:rsid w:val="00BA33DF"/>
    <w:rsid w:val="00BA57B9"/>
    <w:rsid w:val="00BA58B8"/>
    <w:rsid w:val="00BA647C"/>
    <w:rsid w:val="00BA670A"/>
    <w:rsid w:val="00BA6AA8"/>
    <w:rsid w:val="00BA709A"/>
    <w:rsid w:val="00BB0D30"/>
    <w:rsid w:val="00BB2079"/>
    <w:rsid w:val="00BB2B94"/>
    <w:rsid w:val="00BB2FC9"/>
    <w:rsid w:val="00BB3F91"/>
    <w:rsid w:val="00BB5F66"/>
    <w:rsid w:val="00BB60F1"/>
    <w:rsid w:val="00BB7059"/>
    <w:rsid w:val="00BC0DF8"/>
    <w:rsid w:val="00BC2607"/>
    <w:rsid w:val="00BC28CC"/>
    <w:rsid w:val="00BC3750"/>
    <w:rsid w:val="00BC40C5"/>
    <w:rsid w:val="00BC5166"/>
    <w:rsid w:val="00BC62BB"/>
    <w:rsid w:val="00BC63A8"/>
    <w:rsid w:val="00BC6E0E"/>
    <w:rsid w:val="00BC6ECA"/>
    <w:rsid w:val="00BD151E"/>
    <w:rsid w:val="00BD17D2"/>
    <w:rsid w:val="00BD1C90"/>
    <w:rsid w:val="00BD2F3C"/>
    <w:rsid w:val="00BD2FE7"/>
    <w:rsid w:val="00BD3F72"/>
    <w:rsid w:val="00BD434C"/>
    <w:rsid w:val="00BD5A18"/>
    <w:rsid w:val="00BD6964"/>
    <w:rsid w:val="00BD6AA7"/>
    <w:rsid w:val="00BD6ABB"/>
    <w:rsid w:val="00BD73FF"/>
    <w:rsid w:val="00BE05AA"/>
    <w:rsid w:val="00BE09F2"/>
    <w:rsid w:val="00BE1A3F"/>
    <w:rsid w:val="00BE1CA2"/>
    <w:rsid w:val="00BE2B87"/>
    <w:rsid w:val="00BE30FE"/>
    <w:rsid w:val="00BE3C1F"/>
    <w:rsid w:val="00BE4CE6"/>
    <w:rsid w:val="00BE654F"/>
    <w:rsid w:val="00BE68B9"/>
    <w:rsid w:val="00BF0743"/>
    <w:rsid w:val="00BF18EF"/>
    <w:rsid w:val="00BF1AB6"/>
    <w:rsid w:val="00BF1B7A"/>
    <w:rsid w:val="00BF2881"/>
    <w:rsid w:val="00BF3CB9"/>
    <w:rsid w:val="00BF3D09"/>
    <w:rsid w:val="00BF4887"/>
    <w:rsid w:val="00BF49CE"/>
    <w:rsid w:val="00BF64D3"/>
    <w:rsid w:val="00BF684D"/>
    <w:rsid w:val="00BF6A76"/>
    <w:rsid w:val="00BF6AFB"/>
    <w:rsid w:val="00BF742A"/>
    <w:rsid w:val="00BF780D"/>
    <w:rsid w:val="00C006AC"/>
    <w:rsid w:val="00C0081A"/>
    <w:rsid w:val="00C010E8"/>
    <w:rsid w:val="00C01900"/>
    <w:rsid w:val="00C02C59"/>
    <w:rsid w:val="00C04554"/>
    <w:rsid w:val="00C04C4F"/>
    <w:rsid w:val="00C04FB3"/>
    <w:rsid w:val="00C05BE9"/>
    <w:rsid w:val="00C0623E"/>
    <w:rsid w:val="00C063CD"/>
    <w:rsid w:val="00C06D9F"/>
    <w:rsid w:val="00C07A66"/>
    <w:rsid w:val="00C07C5F"/>
    <w:rsid w:val="00C07E33"/>
    <w:rsid w:val="00C1009C"/>
    <w:rsid w:val="00C10FE6"/>
    <w:rsid w:val="00C11467"/>
    <w:rsid w:val="00C12809"/>
    <w:rsid w:val="00C14017"/>
    <w:rsid w:val="00C14645"/>
    <w:rsid w:val="00C15011"/>
    <w:rsid w:val="00C150B0"/>
    <w:rsid w:val="00C15BC4"/>
    <w:rsid w:val="00C16393"/>
    <w:rsid w:val="00C172A0"/>
    <w:rsid w:val="00C175B9"/>
    <w:rsid w:val="00C20127"/>
    <w:rsid w:val="00C2024A"/>
    <w:rsid w:val="00C21E32"/>
    <w:rsid w:val="00C224E1"/>
    <w:rsid w:val="00C22622"/>
    <w:rsid w:val="00C22F2E"/>
    <w:rsid w:val="00C23B34"/>
    <w:rsid w:val="00C23BBC"/>
    <w:rsid w:val="00C23EF0"/>
    <w:rsid w:val="00C24AEB"/>
    <w:rsid w:val="00C25023"/>
    <w:rsid w:val="00C25267"/>
    <w:rsid w:val="00C2659A"/>
    <w:rsid w:val="00C27738"/>
    <w:rsid w:val="00C31B3E"/>
    <w:rsid w:val="00C323A3"/>
    <w:rsid w:val="00C32822"/>
    <w:rsid w:val="00C32C80"/>
    <w:rsid w:val="00C330BF"/>
    <w:rsid w:val="00C3324C"/>
    <w:rsid w:val="00C33BD5"/>
    <w:rsid w:val="00C34A86"/>
    <w:rsid w:val="00C34AEE"/>
    <w:rsid w:val="00C34D0C"/>
    <w:rsid w:val="00C35D40"/>
    <w:rsid w:val="00C35D4B"/>
    <w:rsid w:val="00C36B47"/>
    <w:rsid w:val="00C36D69"/>
    <w:rsid w:val="00C36FDE"/>
    <w:rsid w:val="00C376EE"/>
    <w:rsid w:val="00C4027B"/>
    <w:rsid w:val="00C418E9"/>
    <w:rsid w:val="00C42622"/>
    <w:rsid w:val="00C42AD5"/>
    <w:rsid w:val="00C4472F"/>
    <w:rsid w:val="00C449C5"/>
    <w:rsid w:val="00C45C6C"/>
    <w:rsid w:val="00C45F47"/>
    <w:rsid w:val="00C470C5"/>
    <w:rsid w:val="00C47260"/>
    <w:rsid w:val="00C47898"/>
    <w:rsid w:val="00C47CA3"/>
    <w:rsid w:val="00C47CFF"/>
    <w:rsid w:val="00C47F26"/>
    <w:rsid w:val="00C50F9D"/>
    <w:rsid w:val="00C5109A"/>
    <w:rsid w:val="00C513D1"/>
    <w:rsid w:val="00C51ACA"/>
    <w:rsid w:val="00C51DD6"/>
    <w:rsid w:val="00C52444"/>
    <w:rsid w:val="00C544DB"/>
    <w:rsid w:val="00C56145"/>
    <w:rsid w:val="00C56D4D"/>
    <w:rsid w:val="00C601E5"/>
    <w:rsid w:val="00C61499"/>
    <w:rsid w:val="00C65ACC"/>
    <w:rsid w:val="00C65D8A"/>
    <w:rsid w:val="00C6608F"/>
    <w:rsid w:val="00C664D6"/>
    <w:rsid w:val="00C66C5F"/>
    <w:rsid w:val="00C67348"/>
    <w:rsid w:val="00C7047A"/>
    <w:rsid w:val="00C706BE"/>
    <w:rsid w:val="00C70F19"/>
    <w:rsid w:val="00C72DEC"/>
    <w:rsid w:val="00C73525"/>
    <w:rsid w:val="00C7373B"/>
    <w:rsid w:val="00C7383A"/>
    <w:rsid w:val="00C73D37"/>
    <w:rsid w:val="00C750FA"/>
    <w:rsid w:val="00C75E97"/>
    <w:rsid w:val="00C761C9"/>
    <w:rsid w:val="00C77408"/>
    <w:rsid w:val="00C80B88"/>
    <w:rsid w:val="00C81327"/>
    <w:rsid w:val="00C8225C"/>
    <w:rsid w:val="00C82261"/>
    <w:rsid w:val="00C830A7"/>
    <w:rsid w:val="00C83605"/>
    <w:rsid w:val="00C83D2A"/>
    <w:rsid w:val="00C8469A"/>
    <w:rsid w:val="00C84F22"/>
    <w:rsid w:val="00C8545D"/>
    <w:rsid w:val="00C854BA"/>
    <w:rsid w:val="00C8658A"/>
    <w:rsid w:val="00C86753"/>
    <w:rsid w:val="00C869F9"/>
    <w:rsid w:val="00C879EB"/>
    <w:rsid w:val="00C90825"/>
    <w:rsid w:val="00C90BA5"/>
    <w:rsid w:val="00C90BE7"/>
    <w:rsid w:val="00C9223C"/>
    <w:rsid w:val="00C92D39"/>
    <w:rsid w:val="00C93194"/>
    <w:rsid w:val="00C935E0"/>
    <w:rsid w:val="00C93EC8"/>
    <w:rsid w:val="00C94662"/>
    <w:rsid w:val="00C9492C"/>
    <w:rsid w:val="00C97672"/>
    <w:rsid w:val="00C976E8"/>
    <w:rsid w:val="00C9788F"/>
    <w:rsid w:val="00CA0519"/>
    <w:rsid w:val="00CA08EA"/>
    <w:rsid w:val="00CA0ABC"/>
    <w:rsid w:val="00CA0B86"/>
    <w:rsid w:val="00CA23F9"/>
    <w:rsid w:val="00CA2ECB"/>
    <w:rsid w:val="00CA30B9"/>
    <w:rsid w:val="00CA4055"/>
    <w:rsid w:val="00CA5B5D"/>
    <w:rsid w:val="00CA6255"/>
    <w:rsid w:val="00CA6CB5"/>
    <w:rsid w:val="00CA7140"/>
    <w:rsid w:val="00CB214B"/>
    <w:rsid w:val="00CB2750"/>
    <w:rsid w:val="00CB594B"/>
    <w:rsid w:val="00CB5AAE"/>
    <w:rsid w:val="00CB5AE6"/>
    <w:rsid w:val="00CB5E6C"/>
    <w:rsid w:val="00CB634A"/>
    <w:rsid w:val="00CC0001"/>
    <w:rsid w:val="00CC15EA"/>
    <w:rsid w:val="00CC1B88"/>
    <w:rsid w:val="00CC3013"/>
    <w:rsid w:val="00CC41B2"/>
    <w:rsid w:val="00CC4442"/>
    <w:rsid w:val="00CC63A0"/>
    <w:rsid w:val="00CC6E9D"/>
    <w:rsid w:val="00CD0339"/>
    <w:rsid w:val="00CD09E3"/>
    <w:rsid w:val="00CD0EDF"/>
    <w:rsid w:val="00CD17FB"/>
    <w:rsid w:val="00CD1BD8"/>
    <w:rsid w:val="00CD1C29"/>
    <w:rsid w:val="00CD2084"/>
    <w:rsid w:val="00CD24FB"/>
    <w:rsid w:val="00CD4376"/>
    <w:rsid w:val="00CD461F"/>
    <w:rsid w:val="00CD499F"/>
    <w:rsid w:val="00CD559A"/>
    <w:rsid w:val="00CD61AF"/>
    <w:rsid w:val="00CE00B3"/>
    <w:rsid w:val="00CE0451"/>
    <w:rsid w:val="00CE0645"/>
    <w:rsid w:val="00CE0E13"/>
    <w:rsid w:val="00CE0EDF"/>
    <w:rsid w:val="00CE79CF"/>
    <w:rsid w:val="00CE79D5"/>
    <w:rsid w:val="00CE7C57"/>
    <w:rsid w:val="00CE7EF8"/>
    <w:rsid w:val="00CF04F0"/>
    <w:rsid w:val="00CF0C65"/>
    <w:rsid w:val="00CF0CD6"/>
    <w:rsid w:val="00CF1066"/>
    <w:rsid w:val="00CF11B2"/>
    <w:rsid w:val="00CF15CC"/>
    <w:rsid w:val="00CF31C7"/>
    <w:rsid w:val="00CF3457"/>
    <w:rsid w:val="00CF3C51"/>
    <w:rsid w:val="00CF5E90"/>
    <w:rsid w:val="00CF7258"/>
    <w:rsid w:val="00CF797B"/>
    <w:rsid w:val="00D00366"/>
    <w:rsid w:val="00D00D0F"/>
    <w:rsid w:val="00D01360"/>
    <w:rsid w:val="00D014B2"/>
    <w:rsid w:val="00D0177D"/>
    <w:rsid w:val="00D017AD"/>
    <w:rsid w:val="00D018F0"/>
    <w:rsid w:val="00D01BC4"/>
    <w:rsid w:val="00D037A8"/>
    <w:rsid w:val="00D042B2"/>
    <w:rsid w:val="00D043E9"/>
    <w:rsid w:val="00D0598B"/>
    <w:rsid w:val="00D06B59"/>
    <w:rsid w:val="00D0701C"/>
    <w:rsid w:val="00D0703B"/>
    <w:rsid w:val="00D1009E"/>
    <w:rsid w:val="00D10643"/>
    <w:rsid w:val="00D11078"/>
    <w:rsid w:val="00D1129D"/>
    <w:rsid w:val="00D12BD4"/>
    <w:rsid w:val="00D13EDB"/>
    <w:rsid w:val="00D1407B"/>
    <w:rsid w:val="00D1437C"/>
    <w:rsid w:val="00D14CD9"/>
    <w:rsid w:val="00D150F3"/>
    <w:rsid w:val="00D153ED"/>
    <w:rsid w:val="00D15907"/>
    <w:rsid w:val="00D2061D"/>
    <w:rsid w:val="00D20C20"/>
    <w:rsid w:val="00D2105E"/>
    <w:rsid w:val="00D2170E"/>
    <w:rsid w:val="00D21731"/>
    <w:rsid w:val="00D22028"/>
    <w:rsid w:val="00D226F7"/>
    <w:rsid w:val="00D22CE6"/>
    <w:rsid w:val="00D236EB"/>
    <w:rsid w:val="00D2451C"/>
    <w:rsid w:val="00D24A4E"/>
    <w:rsid w:val="00D2546B"/>
    <w:rsid w:val="00D2548F"/>
    <w:rsid w:val="00D26D57"/>
    <w:rsid w:val="00D30C82"/>
    <w:rsid w:val="00D31563"/>
    <w:rsid w:val="00D31564"/>
    <w:rsid w:val="00D31CD7"/>
    <w:rsid w:val="00D31FEB"/>
    <w:rsid w:val="00D32FFE"/>
    <w:rsid w:val="00D33F25"/>
    <w:rsid w:val="00D3479A"/>
    <w:rsid w:val="00D34D1E"/>
    <w:rsid w:val="00D35510"/>
    <w:rsid w:val="00D3643D"/>
    <w:rsid w:val="00D40740"/>
    <w:rsid w:val="00D40FEC"/>
    <w:rsid w:val="00D43DD2"/>
    <w:rsid w:val="00D44E29"/>
    <w:rsid w:val="00D50B2A"/>
    <w:rsid w:val="00D50FC2"/>
    <w:rsid w:val="00D51313"/>
    <w:rsid w:val="00D522A7"/>
    <w:rsid w:val="00D52F35"/>
    <w:rsid w:val="00D53280"/>
    <w:rsid w:val="00D53716"/>
    <w:rsid w:val="00D53942"/>
    <w:rsid w:val="00D54777"/>
    <w:rsid w:val="00D557B3"/>
    <w:rsid w:val="00D55ADC"/>
    <w:rsid w:val="00D56277"/>
    <w:rsid w:val="00D57928"/>
    <w:rsid w:val="00D61092"/>
    <w:rsid w:val="00D618C6"/>
    <w:rsid w:val="00D641C0"/>
    <w:rsid w:val="00D645E7"/>
    <w:rsid w:val="00D64ABE"/>
    <w:rsid w:val="00D656BE"/>
    <w:rsid w:val="00D65896"/>
    <w:rsid w:val="00D66B27"/>
    <w:rsid w:val="00D672B2"/>
    <w:rsid w:val="00D673D6"/>
    <w:rsid w:val="00D67455"/>
    <w:rsid w:val="00D70D20"/>
    <w:rsid w:val="00D710E7"/>
    <w:rsid w:val="00D7128D"/>
    <w:rsid w:val="00D7176E"/>
    <w:rsid w:val="00D72B14"/>
    <w:rsid w:val="00D73599"/>
    <w:rsid w:val="00D744B1"/>
    <w:rsid w:val="00D744E1"/>
    <w:rsid w:val="00D746B4"/>
    <w:rsid w:val="00D74B46"/>
    <w:rsid w:val="00D75ECA"/>
    <w:rsid w:val="00D766AC"/>
    <w:rsid w:val="00D7712C"/>
    <w:rsid w:val="00D778A1"/>
    <w:rsid w:val="00D77AD5"/>
    <w:rsid w:val="00D823B4"/>
    <w:rsid w:val="00D83277"/>
    <w:rsid w:val="00D83631"/>
    <w:rsid w:val="00D83ABB"/>
    <w:rsid w:val="00D840CD"/>
    <w:rsid w:val="00D85051"/>
    <w:rsid w:val="00D860CB"/>
    <w:rsid w:val="00D86CFA"/>
    <w:rsid w:val="00D87054"/>
    <w:rsid w:val="00D87D7D"/>
    <w:rsid w:val="00D91235"/>
    <w:rsid w:val="00D91D4B"/>
    <w:rsid w:val="00D92291"/>
    <w:rsid w:val="00D93B02"/>
    <w:rsid w:val="00D955EA"/>
    <w:rsid w:val="00D9646C"/>
    <w:rsid w:val="00D967F3"/>
    <w:rsid w:val="00D97906"/>
    <w:rsid w:val="00DA01B6"/>
    <w:rsid w:val="00DA054D"/>
    <w:rsid w:val="00DA0663"/>
    <w:rsid w:val="00DA0D03"/>
    <w:rsid w:val="00DA22DA"/>
    <w:rsid w:val="00DA3384"/>
    <w:rsid w:val="00DA3548"/>
    <w:rsid w:val="00DA3CE0"/>
    <w:rsid w:val="00DA4527"/>
    <w:rsid w:val="00DA61DE"/>
    <w:rsid w:val="00DA6A87"/>
    <w:rsid w:val="00DA7D70"/>
    <w:rsid w:val="00DB00F7"/>
    <w:rsid w:val="00DB028C"/>
    <w:rsid w:val="00DB0FD2"/>
    <w:rsid w:val="00DB1F4C"/>
    <w:rsid w:val="00DB287C"/>
    <w:rsid w:val="00DB3119"/>
    <w:rsid w:val="00DB39CE"/>
    <w:rsid w:val="00DB3FA8"/>
    <w:rsid w:val="00DB4184"/>
    <w:rsid w:val="00DB439D"/>
    <w:rsid w:val="00DB44A2"/>
    <w:rsid w:val="00DB4F79"/>
    <w:rsid w:val="00DB5295"/>
    <w:rsid w:val="00DB6239"/>
    <w:rsid w:val="00DC0D6D"/>
    <w:rsid w:val="00DC1024"/>
    <w:rsid w:val="00DC19F9"/>
    <w:rsid w:val="00DC2687"/>
    <w:rsid w:val="00DC6FE3"/>
    <w:rsid w:val="00DC70C3"/>
    <w:rsid w:val="00DC7B8E"/>
    <w:rsid w:val="00DD0474"/>
    <w:rsid w:val="00DD2004"/>
    <w:rsid w:val="00DD22CC"/>
    <w:rsid w:val="00DD2810"/>
    <w:rsid w:val="00DD3573"/>
    <w:rsid w:val="00DD4676"/>
    <w:rsid w:val="00DD49F8"/>
    <w:rsid w:val="00DD5B8B"/>
    <w:rsid w:val="00DD5C3A"/>
    <w:rsid w:val="00DD5C69"/>
    <w:rsid w:val="00DD6D1F"/>
    <w:rsid w:val="00DD6F05"/>
    <w:rsid w:val="00DD70BD"/>
    <w:rsid w:val="00DE120E"/>
    <w:rsid w:val="00DE3DF1"/>
    <w:rsid w:val="00DE3F27"/>
    <w:rsid w:val="00DE42AE"/>
    <w:rsid w:val="00DE4BBB"/>
    <w:rsid w:val="00DE52DB"/>
    <w:rsid w:val="00DE56CB"/>
    <w:rsid w:val="00DE5F4D"/>
    <w:rsid w:val="00DE6812"/>
    <w:rsid w:val="00DE6CC3"/>
    <w:rsid w:val="00DE7339"/>
    <w:rsid w:val="00DE7507"/>
    <w:rsid w:val="00DE7F32"/>
    <w:rsid w:val="00DF003A"/>
    <w:rsid w:val="00DF041A"/>
    <w:rsid w:val="00DF1FAE"/>
    <w:rsid w:val="00DF32CD"/>
    <w:rsid w:val="00DF34E8"/>
    <w:rsid w:val="00DF5292"/>
    <w:rsid w:val="00DF5300"/>
    <w:rsid w:val="00DF5558"/>
    <w:rsid w:val="00DF5875"/>
    <w:rsid w:val="00DF5BE0"/>
    <w:rsid w:val="00DF6B58"/>
    <w:rsid w:val="00DF6FE2"/>
    <w:rsid w:val="00DF73C5"/>
    <w:rsid w:val="00DF75DA"/>
    <w:rsid w:val="00E00CAD"/>
    <w:rsid w:val="00E0129C"/>
    <w:rsid w:val="00E0173C"/>
    <w:rsid w:val="00E01D16"/>
    <w:rsid w:val="00E03A84"/>
    <w:rsid w:val="00E04B1E"/>
    <w:rsid w:val="00E05CAF"/>
    <w:rsid w:val="00E05F7C"/>
    <w:rsid w:val="00E06CE9"/>
    <w:rsid w:val="00E072BE"/>
    <w:rsid w:val="00E07A52"/>
    <w:rsid w:val="00E07A8E"/>
    <w:rsid w:val="00E07C25"/>
    <w:rsid w:val="00E10704"/>
    <w:rsid w:val="00E118B2"/>
    <w:rsid w:val="00E13458"/>
    <w:rsid w:val="00E14AD3"/>
    <w:rsid w:val="00E15C7D"/>
    <w:rsid w:val="00E16D27"/>
    <w:rsid w:val="00E20AD1"/>
    <w:rsid w:val="00E21551"/>
    <w:rsid w:val="00E24F8A"/>
    <w:rsid w:val="00E2504A"/>
    <w:rsid w:val="00E25A71"/>
    <w:rsid w:val="00E26668"/>
    <w:rsid w:val="00E316B3"/>
    <w:rsid w:val="00E323E4"/>
    <w:rsid w:val="00E325C9"/>
    <w:rsid w:val="00E32E8F"/>
    <w:rsid w:val="00E33321"/>
    <w:rsid w:val="00E340F0"/>
    <w:rsid w:val="00E34EF2"/>
    <w:rsid w:val="00E357E0"/>
    <w:rsid w:val="00E37EFC"/>
    <w:rsid w:val="00E40AF0"/>
    <w:rsid w:val="00E40ECA"/>
    <w:rsid w:val="00E429BC"/>
    <w:rsid w:val="00E42EFD"/>
    <w:rsid w:val="00E43388"/>
    <w:rsid w:val="00E47961"/>
    <w:rsid w:val="00E50347"/>
    <w:rsid w:val="00E504A5"/>
    <w:rsid w:val="00E5343D"/>
    <w:rsid w:val="00E53E6A"/>
    <w:rsid w:val="00E54C5F"/>
    <w:rsid w:val="00E5649D"/>
    <w:rsid w:val="00E6128D"/>
    <w:rsid w:val="00E61B35"/>
    <w:rsid w:val="00E62618"/>
    <w:rsid w:val="00E629C2"/>
    <w:rsid w:val="00E62C11"/>
    <w:rsid w:val="00E63141"/>
    <w:rsid w:val="00E63E7B"/>
    <w:rsid w:val="00E64049"/>
    <w:rsid w:val="00E64413"/>
    <w:rsid w:val="00E6493D"/>
    <w:rsid w:val="00E65B13"/>
    <w:rsid w:val="00E66BE0"/>
    <w:rsid w:val="00E6741E"/>
    <w:rsid w:val="00E6756B"/>
    <w:rsid w:val="00E7070C"/>
    <w:rsid w:val="00E70CE8"/>
    <w:rsid w:val="00E7189D"/>
    <w:rsid w:val="00E73192"/>
    <w:rsid w:val="00E73208"/>
    <w:rsid w:val="00E732F0"/>
    <w:rsid w:val="00E73E09"/>
    <w:rsid w:val="00E74930"/>
    <w:rsid w:val="00E7496B"/>
    <w:rsid w:val="00E749AB"/>
    <w:rsid w:val="00E76F41"/>
    <w:rsid w:val="00E773C3"/>
    <w:rsid w:val="00E7758C"/>
    <w:rsid w:val="00E77AC5"/>
    <w:rsid w:val="00E77E9F"/>
    <w:rsid w:val="00E801D0"/>
    <w:rsid w:val="00E817E4"/>
    <w:rsid w:val="00E8371A"/>
    <w:rsid w:val="00E839C0"/>
    <w:rsid w:val="00E83CB4"/>
    <w:rsid w:val="00E84CA4"/>
    <w:rsid w:val="00E84CF4"/>
    <w:rsid w:val="00E854BC"/>
    <w:rsid w:val="00E86766"/>
    <w:rsid w:val="00E86862"/>
    <w:rsid w:val="00E87143"/>
    <w:rsid w:val="00E87285"/>
    <w:rsid w:val="00E87552"/>
    <w:rsid w:val="00E904E7"/>
    <w:rsid w:val="00E909B9"/>
    <w:rsid w:val="00E91328"/>
    <w:rsid w:val="00E91AF5"/>
    <w:rsid w:val="00E91DAA"/>
    <w:rsid w:val="00E91E16"/>
    <w:rsid w:val="00E927E3"/>
    <w:rsid w:val="00E933E5"/>
    <w:rsid w:val="00E93B20"/>
    <w:rsid w:val="00E93B78"/>
    <w:rsid w:val="00E9443F"/>
    <w:rsid w:val="00E97016"/>
    <w:rsid w:val="00E970E0"/>
    <w:rsid w:val="00E97250"/>
    <w:rsid w:val="00E97A62"/>
    <w:rsid w:val="00EA023D"/>
    <w:rsid w:val="00EA136D"/>
    <w:rsid w:val="00EA2C39"/>
    <w:rsid w:val="00EA3E02"/>
    <w:rsid w:val="00EA40D6"/>
    <w:rsid w:val="00EA42B8"/>
    <w:rsid w:val="00EA4682"/>
    <w:rsid w:val="00EA50F5"/>
    <w:rsid w:val="00EA56CD"/>
    <w:rsid w:val="00EA5B4D"/>
    <w:rsid w:val="00EA66BC"/>
    <w:rsid w:val="00EA685D"/>
    <w:rsid w:val="00EA6E80"/>
    <w:rsid w:val="00EB07DB"/>
    <w:rsid w:val="00EB19AF"/>
    <w:rsid w:val="00EB28F3"/>
    <w:rsid w:val="00EB3801"/>
    <w:rsid w:val="00EB511D"/>
    <w:rsid w:val="00EB5FBE"/>
    <w:rsid w:val="00EB73BF"/>
    <w:rsid w:val="00EB7650"/>
    <w:rsid w:val="00EB7987"/>
    <w:rsid w:val="00EB7B5C"/>
    <w:rsid w:val="00EB7B6C"/>
    <w:rsid w:val="00EB7D96"/>
    <w:rsid w:val="00EC09B6"/>
    <w:rsid w:val="00EC181F"/>
    <w:rsid w:val="00EC34CC"/>
    <w:rsid w:val="00EC3699"/>
    <w:rsid w:val="00EC36E1"/>
    <w:rsid w:val="00EC4DBF"/>
    <w:rsid w:val="00EC4EF2"/>
    <w:rsid w:val="00EC5A77"/>
    <w:rsid w:val="00EC5BDC"/>
    <w:rsid w:val="00EC5ED6"/>
    <w:rsid w:val="00ED0333"/>
    <w:rsid w:val="00ED0507"/>
    <w:rsid w:val="00ED0DB9"/>
    <w:rsid w:val="00ED16BC"/>
    <w:rsid w:val="00ED51D2"/>
    <w:rsid w:val="00ED56A5"/>
    <w:rsid w:val="00ED601D"/>
    <w:rsid w:val="00ED69D1"/>
    <w:rsid w:val="00ED7C74"/>
    <w:rsid w:val="00EE0B9F"/>
    <w:rsid w:val="00EE11CE"/>
    <w:rsid w:val="00EE3D7B"/>
    <w:rsid w:val="00EE409E"/>
    <w:rsid w:val="00EE4531"/>
    <w:rsid w:val="00EE4C80"/>
    <w:rsid w:val="00EE6C05"/>
    <w:rsid w:val="00EE7D2E"/>
    <w:rsid w:val="00EF1C4E"/>
    <w:rsid w:val="00EF44C9"/>
    <w:rsid w:val="00EF45C6"/>
    <w:rsid w:val="00EF53C1"/>
    <w:rsid w:val="00EF56F6"/>
    <w:rsid w:val="00EF58E4"/>
    <w:rsid w:val="00EF662F"/>
    <w:rsid w:val="00EF68A8"/>
    <w:rsid w:val="00F00250"/>
    <w:rsid w:val="00F00945"/>
    <w:rsid w:val="00F00D8F"/>
    <w:rsid w:val="00F03148"/>
    <w:rsid w:val="00F034D3"/>
    <w:rsid w:val="00F05739"/>
    <w:rsid w:val="00F077A6"/>
    <w:rsid w:val="00F07BFC"/>
    <w:rsid w:val="00F106C1"/>
    <w:rsid w:val="00F116A4"/>
    <w:rsid w:val="00F13327"/>
    <w:rsid w:val="00F13B0A"/>
    <w:rsid w:val="00F13CE6"/>
    <w:rsid w:val="00F15434"/>
    <w:rsid w:val="00F15A22"/>
    <w:rsid w:val="00F160B8"/>
    <w:rsid w:val="00F164EB"/>
    <w:rsid w:val="00F16569"/>
    <w:rsid w:val="00F171CF"/>
    <w:rsid w:val="00F17937"/>
    <w:rsid w:val="00F2200F"/>
    <w:rsid w:val="00F22134"/>
    <w:rsid w:val="00F22A0D"/>
    <w:rsid w:val="00F22A89"/>
    <w:rsid w:val="00F239C1"/>
    <w:rsid w:val="00F23ADB"/>
    <w:rsid w:val="00F246BC"/>
    <w:rsid w:val="00F247F8"/>
    <w:rsid w:val="00F2596E"/>
    <w:rsid w:val="00F2668E"/>
    <w:rsid w:val="00F27893"/>
    <w:rsid w:val="00F2794E"/>
    <w:rsid w:val="00F27D25"/>
    <w:rsid w:val="00F30092"/>
    <w:rsid w:val="00F317AF"/>
    <w:rsid w:val="00F31F25"/>
    <w:rsid w:val="00F3241D"/>
    <w:rsid w:val="00F33A4F"/>
    <w:rsid w:val="00F34BE6"/>
    <w:rsid w:val="00F34C06"/>
    <w:rsid w:val="00F36820"/>
    <w:rsid w:val="00F36A64"/>
    <w:rsid w:val="00F37A44"/>
    <w:rsid w:val="00F37B26"/>
    <w:rsid w:val="00F4203C"/>
    <w:rsid w:val="00F427BD"/>
    <w:rsid w:val="00F43C72"/>
    <w:rsid w:val="00F44C5C"/>
    <w:rsid w:val="00F44D2D"/>
    <w:rsid w:val="00F46968"/>
    <w:rsid w:val="00F470FA"/>
    <w:rsid w:val="00F4732C"/>
    <w:rsid w:val="00F47372"/>
    <w:rsid w:val="00F473D1"/>
    <w:rsid w:val="00F47462"/>
    <w:rsid w:val="00F475E8"/>
    <w:rsid w:val="00F50331"/>
    <w:rsid w:val="00F520DA"/>
    <w:rsid w:val="00F53090"/>
    <w:rsid w:val="00F5339E"/>
    <w:rsid w:val="00F54B8E"/>
    <w:rsid w:val="00F55249"/>
    <w:rsid w:val="00F55A07"/>
    <w:rsid w:val="00F55E8B"/>
    <w:rsid w:val="00F573BB"/>
    <w:rsid w:val="00F57490"/>
    <w:rsid w:val="00F5796C"/>
    <w:rsid w:val="00F61B28"/>
    <w:rsid w:val="00F6287B"/>
    <w:rsid w:val="00F63466"/>
    <w:rsid w:val="00F63FC8"/>
    <w:rsid w:val="00F663B2"/>
    <w:rsid w:val="00F66784"/>
    <w:rsid w:val="00F676BC"/>
    <w:rsid w:val="00F67A22"/>
    <w:rsid w:val="00F712FA"/>
    <w:rsid w:val="00F716D7"/>
    <w:rsid w:val="00F7225D"/>
    <w:rsid w:val="00F7287D"/>
    <w:rsid w:val="00F72972"/>
    <w:rsid w:val="00F72E91"/>
    <w:rsid w:val="00F72ED7"/>
    <w:rsid w:val="00F75820"/>
    <w:rsid w:val="00F75FE2"/>
    <w:rsid w:val="00F777CA"/>
    <w:rsid w:val="00F80010"/>
    <w:rsid w:val="00F81F75"/>
    <w:rsid w:val="00F8267D"/>
    <w:rsid w:val="00F8275C"/>
    <w:rsid w:val="00F82BE3"/>
    <w:rsid w:val="00F8340A"/>
    <w:rsid w:val="00F8377E"/>
    <w:rsid w:val="00F83CDC"/>
    <w:rsid w:val="00F84554"/>
    <w:rsid w:val="00F84E80"/>
    <w:rsid w:val="00F86C24"/>
    <w:rsid w:val="00F87A52"/>
    <w:rsid w:val="00F90627"/>
    <w:rsid w:val="00F913D0"/>
    <w:rsid w:val="00F9170A"/>
    <w:rsid w:val="00F91869"/>
    <w:rsid w:val="00F91A7B"/>
    <w:rsid w:val="00F92079"/>
    <w:rsid w:val="00F92C77"/>
    <w:rsid w:val="00F94FD5"/>
    <w:rsid w:val="00F95801"/>
    <w:rsid w:val="00F966D2"/>
    <w:rsid w:val="00F969CD"/>
    <w:rsid w:val="00F96C0D"/>
    <w:rsid w:val="00F97921"/>
    <w:rsid w:val="00F97FBE"/>
    <w:rsid w:val="00FA08E3"/>
    <w:rsid w:val="00FA10A0"/>
    <w:rsid w:val="00FA18CC"/>
    <w:rsid w:val="00FA482E"/>
    <w:rsid w:val="00FA4ED3"/>
    <w:rsid w:val="00FA4F09"/>
    <w:rsid w:val="00FA513E"/>
    <w:rsid w:val="00FA57D1"/>
    <w:rsid w:val="00FA5C3A"/>
    <w:rsid w:val="00FA5EBE"/>
    <w:rsid w:val="00FA60B6"/>
    <w:rsid w:val="00FA63FB"/>
    <w:rsid w:val="00FA6824"/>
    <w:rsid w:val="00FA77FC"/>
    <w:rsid w:val="00FA7D7E"/>
    <w:rsid w:val="00FB16CD"/>
    <w:rsid w:val="00FB19C7"/>
    <w:rsid w:val="00FB4413"/>
    <w:rsid w:val="00FB44CB"/>
    <w:rsid w:val="00FB4838"/>
    <w:rsid w:val="00FB58F1"/>
    <w:rsid w:val="00FB5A7B"/>
    <w:rsid w:val="00FB60B7"/>
    <w:rsid w:val="00FB6415"/>
    <w:rsid w:val="00FB7569"/>
    <w:rsid w:val="00FB7784"/>
    <w:rsid w:val="00FB7EA1"/>
    <w:rsid w:val="00FC236C"/>
    <w:rsid w:val="00FC23CF"/>
    <w:rsid w:val="00FC2AAF"/>
    <w:rsid w:val="00FC2D0D"/>
    <w:rsid w:val="00FC2D64"/>
    <w:rsid w:val="00FC431D"/>
    <w:rsid w:val="00FC43BC"/>
    <w:rsid w:val="00FC46F8"/>
    <w:rsid w:val="00FC4F01"/>
    <w:rsid w:val="00FC5CCD"/>
    <w:rsid w:val="00FC63DB"/>
    <w:rsid w:val="00FC656E"/>
    <w:rsid w:val="00FC7378"/>
    <w:rsid w:val="00FD034E"/>
    <w:rsid w:val="00FD08B1"/>
    <w:rsid w:val="00FD1DA8"/>
    <w:rsid w:val="00FD1FCF"/>
    <w:rsid w:val="00FD2E72"/>
    <w:rsid w:val="00FD41DE"/>
    <w:rsid w:val="00FD4334"/>
    <w:rsid w:val="00FD4FB4"/>
    <w:rsid w:val="00FD63BD"/>
    <w:rsid w:val="00FD6641"/>
    <w:rsid w:val="00FD6777"/>
    <w:rsid w:val="00FD767F"/>
    <w:rsid w:val="00FD78A2"/>
    <w:rsid w:val="00FD7938"/>
    <w:rsid w:val="00FD7C1C"/>
    <w:rsid w:val="00FE0E48"/>
    <w:rsid w:val="00FE137B"/>
    <w:rsid w:val="00FE217A"/>
    <w:rsid w:val="00FE2192"/>
    <w:rsid w:val="00FE438A"/>
    <w:rsid w:val="00FE444A"/>
    <w:rsid w:val="00FE5C0C"/>
    <w:rsid w:val="00FE6165"/>
    <w:rsid w:val="00FE626B"/>
    <w:rsid w:val="00FE68BE"/>
    <w:rsid w:val="00FE6D90"/>
    <w:rsid w:val="00FE6E40"/>
    <w:rsid w:val="00FE7A77"/>
    <w:rsid w:val="00FF03E6"/>
    <w:rsid w:val="00FF14DF"/>
    <w:rsid w:val="00FF236A"/>
    <w:rsid w:val="00FF2678"/>
    <w:rsid w:val="00FF2A97"/>
    <w:rsid w:val="00FF4E0A"/>
    <w:rsid w:val="00FF4F70"/>
    <w:rsid w:val="00FF5269"/>
    <w:rsid w:val="00FF55BE"/>
    <w:rsid w:val="00FF5AB8"/>
    <w:rsid w:val="00FF7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9FD468"/>
  <w15:docId w15:val="{4C652581-21F0-419E-BCE8-C2D5610D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0543E7"/>
    <w:pPr>
      <w:spacing w:line="360" w:lineRule="auto"/>
      <w:ind w:firstLine="567"/>
      <w:jc w:val="both"/>
    </w:pPr>
    <w:rPr>
      <w:sz w:val="24"/>
      <w:szCs w:val="24"/>
    </w:rPr>
  </w:style>
  <w:style w:type="paragraph" w:styleId="1">
    <w:name w:val="heading 1"/>
    <w:basedOn w:val="a8"/>
    <w:next w:val="a8"/>
    <w:link w:val="11"/>
    <w:autoRedefine/>
    <w:uiPriority w:val="9"/>
    <w:qFormat/>
    <w:rsid w:val="009C4C06"/>
    <w:pPr>
      <w:keepNext/>
      <w:pageBreakBefore/>
      <w:numPr>
        <w:numId w:val="10"/>
      </w:numPr>
      <w:spacing w:before="240" w:after="120"/>
      <w:outlineLvl w:val="0"/>
    </w:pPr>
    <w:rPr>
      <w:b/>
      <w:bCs/>
      <w:caps/>
      <w:color w:val="548DD4" w:themeColor="text2" w:themeTint="99"/>
      <w:kern w:val="32"/>
      <w:sz w:val="28"/>
      <w:szCs w:val="28"/>
    </w:rPr>
  </w:style>
  <w:style w:type="paragraph" w:styleId="2">
    <w:name w:val="heading 2"/>
    <w:basedOn w:val="a8"/>
    <w:next w:val="a8"/>
    <w:link w:val="21"/>
    <w:uiPriority w:val="9"/>
    <w:qFormat/>
    <w:rsid w:val="00841B11"/>
    <w:pPr>
      <w:keepNext/>
      <w:numPr>
        <w:ilvl w:val="1"/>
        <w:numId w:val="1"/>
      </w:numPr>
      <w:tabs>
        <w:tab w:val="left" w:pos="1134"/>
        <w:tab w:val="left" w:pos="1276"/>
      </w:tabs>
      <w:spacing w:before="180" w:after="60"/>
      <w:outlineLvl w:val="1"/>
    </w:pPr>
    <w:rPr>
      <w:b/>
      <w:bCs/>
      <w:iCs/>
      <w:color w:val="548DD4" w:themeColor="text2" w:themeTint="99"/>
      <w:szCs w:val="28"/>
    </w:rPr>
  </w:style>
  <w:style w:type="paragraph" w:styleId="30">
    <w:name w:val="heading 3"/>
    <w:basedOn w:val="a8"/>
    <w:next w:val="a8"/>
    <w:link w:val="32"/>
    <w:qFormat/>
    <w:rsid w:val="00841B11"/>
    <w:pPr>
      <w:keepNext/>
      <w:numPr>
        <w:ilvl w:val="2"/>
        <w:numId w:val="1"/>
      </w:numPr>
      <w:tabs>
        <w:tab w:val="left" w:pos="1276"/>
      </w:tabs>
      <w:spacing w:before="120" w:after="120"/>
      <w:ind w:left="0"/>
      <w:outlineLvl w:val="2"/>
    </w:pPr>
    <w:rPr>
      <w:bCs/>
      <w:color w:val="548DD4" w:themeColor="text2" w:themeTint="99"/>
      <w:szCs w:val="26"/>
    </w:rPr>
  </w:style>
  <w:style w:type="paragraph" w:styleId="4">
    <w:name w:val="heading 4"/>
    <w:basedOn w:val="a8"/>
    <w:next w:val="a8"/>
    <w:link w:val="41"/>
    <w:uiPriority w:val="9"/>
    <w:qFormat/>
    <w:rsid w:val="00967DFD"/>
    <w:pPr>
      <w:keepNext/>
      <w:numPr>
        <w:ilvl w:val="3"/>
        <w:numId w:val="1"/>
      </w:numPr>
      <w:tabs>
        <w:tab w:val="left" w:pos="1418"/>
      </w:tabs>
      <w:spacing w:before="120" w:after="60"/>
      <w:outlineLvl w:val="3"/>
    </w:pPr>
    <w:rPr>
      <w:bCs/>
    </w:rPr>
  </w:style>
  <w:style w:type="paragraph" w:styleId="5">
    <w:name w:val="heading 5"/>
    <w:basedOn w:val="a8"/>
    <w:next w:val="a8"/>
    <w:uiPriority w:val="9"/>
    <w:qFormat/>
    <w:rsid w:val="00042132"/>
    <w:pPr>
      <w:numPr>
        <w:ilvl w:val="4"/>
        <w:numId w:val="1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8"/>
    <w:next w:val="a8"/>
    <w:uiPriority w:val="9"/>
    <w:qFormat/>
    <w:rsid w:val="0004213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8"/>
    <w:next w:val="a8"/>
    <w:uiPriority w:val="9"/>
    <w:qFormat/>
    <w:rsid w:val="0004213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8"/>
    <w:next w:val="a8"/>
    <w:uiPriority w:val="9"/>
    <w:qFormat/>
    <w:rsid w:val="0004213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8"/>
    <w:next w:val="a8"/>
    <w:uiPriority w:val="9"/>
    <w:qFormat/>
    <w:rsid w:val="0004213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9C4C06"/>
    <w:rPr>
      <w:b/>
      <w:bCs/>
      <w:caps/>
      <w:color w:val="548DD4" w:themeColor="text2" w:themeTint="99"/>
      <w:kern w:val="32"/>
      <w:sz w:val="28"/>
      <w:szCs w:val="28"/>
    </w:rPr>
  </w:style>
  <w:style w:type="paragraph" w:styleId="a5">
    <w:name w:val="List"/>
    <w:basedOn w:val="a8"/>
    <w:link w:val="ac"/>
    <w:rsid w:val="00A63A8B"/>
    <w:pPr>
      <w:numPr>
        <w:numId w:val="6"/>
      </w:numPr>
      <w:spacing w:after="60"/>
    </w:pPr>
    <w:rPr>
      <w:snapToGrid w:val="0"/>
    </w:rPr>
  </w:style>
  <w:style w:type="character" w:customStyle="1" w:styleId="ac">
    <w:name w:val="Список Знак"/>
    <w:link w:val="a5"/>
    <w:rsid w:val="00A63A8B"/>
    <w:rPr>
      <w:snapToGrid w:val="0"/>
      <w:sz w:val="24"/>
      <w:szCs w:val="24"/>
    </w:rPr>
  </w:style>
  <w:style w:type="paragraph" w:customStyle="1" w:styleId="ad">
    <w:name w:val="Год утверждения"/>
    <w:basedOn w:val="a8"/>
    <w:rsid w:val="00042132"/>
    <w:pPr>
      <w:jc w:val="center"/>
    </w:pPr>
    <w:rPr>
      <w:b/>
      <w:sz w:val="28"/>
      <w:szCs w:val="28"/>
    </w:rPr>
  </w:style>
  <w:style w:type="paragraph" w:styleId="ae">
    <w:name w:val="header"/>
    <w:aliases w:val="FirstPageHeader,FirstPageHeader1,FirstPageHeader2,FirstPageHeader3,FirstPageHeader4,FirstPageHeader5,FirstPageHeader6,FirstPageHeader7,FirstPageHeader8,FirstPageHeader9,FirstPageHeader10,FirstPageHeader11,FirstPageHeader12"/>
    <w:basedOn w:val="a8"/>
    <w:link w:val="af"/>
    <w:uiPriority w:val="99"/>
    <w:rsid w:val="00A14CB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FirstPageHeader Знак,FirstPageHeader1 Знак,FirstPageHeader2 Знак,FirstPageHeader3 Знак,FirstPageHeader4 Знак,FirstPageHeader5 Знак,FirstPageHeader6 Знак,FirstPageHeader7 Знак,FirstPageHeader8 Знак,FirstPageHeader9 Знак"/>
    <w:link w:val="ae"/>
    <w:uiPriority w:val="99"/>
    <w:rsid w:val="009232BB"/>
    <w:rPr>
      <w:sz w:val="24"/>
      <w:szCs w:val="24"/>
    </w:rPr>
  </w:style>
  <w:style w:type="paragraph" w:customStyle="1" w:styleId="af0">
    <w:name w:val="Утверждаю"/>
    <w:basedOn w:val="a8"/>
    <w:rsid w:val="00042132"/>
  </w:style>
  <w:style w:type="paragraph" w:styleId="33">
    <w:name w:val="toc 3"/>
    <w:basedOn w:val="a8"/>
    <w:next w:val="a8"/>
    <w:autoRedefine/>
    <w:uiPriority w:val="39"/>
    <w:rsid w:val="0001688C"/>
    <w:pPr>
      <w:tabs>
        <w:tab w:val="right" w:leader="dot" w:pos="9647"/>
      </w:tabs>
      <w:ind w:left="480"/>
    </w:pPr>
    <w:rPr>
      <w:iCs/>
      <w:szCs w:val="20"/>
    </w:rPr>
  </w:style>
  <w:style w:type="paragraph" w:customStyle="1" w:styleId="a">
    <w:name w:val="Список нумерованный"/>
    <w:basedOn w:val="a8"/>
    <w:rsid w:val="0054040A"/>
    <w:pPr>
      <w:numPr>
        <w:numId w:val="8"/>
      </w:numPr>
      <w:spacing w:before="120"/>
    </w:pPr>
  </w:style>
  <w:style w:type="paragraph" w:customStyle="1" w:styleId="22">
    <w:name w:val="Пункт 2"/>
    <w:basedOn w:val="2"/>
    <w:rsid w:val="00645118"/>
    <w:pPr>
      <w:keepNext w:val="0"/>
      <w:tabs>
        <w:tab w:val="clear" w:pos="1276"/>
      </w:tabs>
      <w:spacing w:before="120"/>
    </w:pPr>
    <w:rPr>
      <w:b w:val="0"/>
      <w:szCs w:val="24"/>
    </w:rPr>
  </w:style>
  <w:style w:type="paragraph" w:customStyle="1" w:styleId="34">
    <w:name w:val="Пункт 3"/>
    <w:basedOn w:val="30"/>
    <w:rsid w:val="00645118"/>
    <w:pPr>
      <w:keepNext w:val="0"/>
      <w:spacing w:after="60"/>
    </w:pPr>
    <w:rPr>
      <w:b/>
      <w:szCs w:val="24"/>
    </w:rPr>
  </w:style>
  <w:style w:type="paragraph" w:customStyle="1" w:styleId="42">
    <w:name w:val="Пункт 4"/>
    <w:basedOn w:val="4"/>
    <w:rsid w:val="00645118"/>
    <w:pPr>
      <w:keepNext w:val="0"/>
    </w:pPr>
    <w:rPr>
      <w:b/>
    </w:rPr>
  </w:style>
  <w:style w:type="paragraph" w:customStyle="1" w:styleId="50">
    <w:name w:val="Пункт 5"/>
    <w:basedOn w:val="5"/>
    <w:link w:val="51"/>
    <w:rsid w:val="00042132"/>
    <w:pPr>
      <w:spacing w:before="60"/>
    </w:pPr>
    <w:rPr>
      <w:b w:val="0"/>
      <w:sz w:val="24"/>
      <w:szCs w:val="24"/>
    </w:rPr>
  </w:style>
  <w:style w:type="character" w:customStyle="1" w:styleId="51">
    <w:name w:val="Пункт 5 Знак"/>
    <w:link w:val="50"/>
    <w:rsid w:val="0080314C"/>
    <w:rPr>
      <w:bCs/>
      <w:iCs/>
      <w:sz w:val="24"/>
      <w:szCs w:val="24"/>
    </w:rPr>
  </w:style>
  <w:style w:type="paragraph" w:customStyle="1" w:styleId="a4">
    <w:name w:val="Приложение"/>
    <w:basedOn w:val="a8"/>
    <w:next w:val="a8"/>
    <w:rsid w:val="00E072BE"/>
    <w:pPr>
      <w:keepNext/>
      <w:pageBreakBefore/>
      <w:numPr>
        <w:numId w:val="7"/>
      </w:numPr>
      <w:spacing w:before="120" w:after="120"/>
      <w:jc w:val="center"/>
    </w:pPr>
    <w:rPr>
      <w:b/>
      <w:kern w:val="28"/>
      <w:sz w:val="28"/>
      <w:szCs w:val="20"/>
    </w:rPr>
  </w:style>
  <w:style w:type="paragraph" w:customStyle="1" w:styleId="af1">
    <w:name w:val="Табличный"/>
    <w:basedOn w:val="a8"/>
    <w:rsid w:val="00042132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paragraph" w:customStyle="1" w:styleId="af2">
    <w:name w:val="Содержание"/>
    <w:basedOn w:val="a8"/>
    <w:rsid w:val="00042132"/>
    <w:pPr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3">
    <w:name w:val="Верх. колонт. четн."/>
    <w:basedOn w:val="a8"/>
    <w:rsid w:val="00042132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4">
    <w:name w:val="Верх. колонт. нечет."/>
    <w:basedOn w:val="a8"/>
    <w:rsid w:val="00042132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styleId="af5">
    <w:name w:val="Balloon Text"/>
    <w:basedOn w:val="a8"/>
    <w:semiHidden/>
    <w:rsid w:val="00042132"/>
    <w:pPr>
      <w:widowControl w:val="0"/>
      <w:suppressAutoHyphens/>
    </w:pPr>
    <w:rPr>
      <w:rFonts w:ascii="Tahoma" w:hAnsi="Tahoma" w:cs="Courier New"/>
      <w:sz w:val="16"/>
      <w:szCs w:val="16"/>
    </w:rPr>
  </w:style>
  <w:style w:type="paragraph" w:styleId="af6">
    <w:name w:val="Block Text"/>
    <w:basedOn w:val="a8"/>
    <w:rsid w:val="00042132"/>
    <w:pPr>
      <w:widowControl w:val="0"/>
      <w:shd w:val="clear" w:color="auto" w:fill="FFFFFF"/>
      <w:suppressAutoHyphens/>
      <w:spacing w:line="312" w:lineRule="auto"/>
      <w:ind w:left="11" w:right="28" w:firstLine="680"/>
    </w:pPr>
    <w:rPr>
      <w:b/>
      <w:szCs w:val="20"/>
    </w:rPr>
  </w:style>
  <w:style w:type="paragraph" w:styleId="12">
    <w:name w:val="toc 1"/>
    <w:basedOn w:val="a8"/>
    <w:next w:val="a8"/>
    <w:uiPriority w:val="39"/>
    <w:qFormat/>
    <w:rsid w:val="00E43388"/>
    <w:rPr>
      <w:bCs/>
      <w:caps/>
      <w:szCs w:val="20"/>
    </w:rPr>
  </w:style>
  <w:style w:type="paragraph" w:styleId="23">
    <w:name w:val="toc 2"/>
    <w:basedOn w:val="a8"/>
    <w:next w:val="a8"/>
    <w:autoRedefine/>
    <w:uiPriority w:val="39"/>
    <w:qFormat/>
    <w:rsid w:val="00C8545D"/>
    <w:pPr>
      <w:tabs>
        <w:tab w:val="right" w:leader="dot" w:pos="9628"/>
      </w:tabs>
      <w:ind w:right="227" w:firstLine="709"/>
      <w:jc w:val="left"/>
    </w:pPr>
    <w:rPr>
      <w:smallCaps/>
      <w:szCs w:val="20"/>
    </w:rPr>
  </w:style>
  <w:style w:type="paragraph" w:styleId="af7">
    <w:name w:val="caption"/>
    <w:aliases w:val="Таблица"/>
    <w:basedOn w:val="a8"/>
    <w:next w:val="a8"/>
    <w:link w:val="af8"/>
    <w:qFormat/>
    <w:rsid w:val="00042132"/>
    <w:pPr>
      <w:spacing w:before="120" w:after="120"/>
      <w:jc w:val="center"/>
    </w:pPr>
    <w:rPr>
      <w:b/>
      <w:bCs/>
      <w:sz w:val="22"/>
      <w:szCs w:val="20"/>
    </w:rPr>
  </w:style>
  <w:style w:type="paragraph" w:customStyle="1" w:styleId="af9">
    <w:name w:val="Название таблицы"/>
    <w:basedOn w:val="af7"/>
    <w:rsid w:val="00BC62BB"/>
    <w:pPr>
      <w:keepNext/>
      <w:spacing w:after="0"/>
      <w:jc w:val="left"/>
    </w:pPr>
    <w:rPr>
      <w:szCs w:val="22"/>
    </w:rPr>
  </w:style>
  <w:style w:type="paragraph" w:customStyle="1" w:styleId="afa">
    <w:name w:val="Табличный_заголовки"/>
    <w:basedOn w:val="a8"/>
    <w:rsid w:val="00042132"/>
    <w:pPr>
      <w:keepNext/>
      <w:keepLines/>
      <w:jc w:val="center"/>
    </w:pPr>
    <w:rPr>
      <w:b/>
      <w:sz w:val="22"/>
      <w:szCs w:val="22"/>
    </w:rPr>
  </w:style>
  <w:style w:type="paragraph" w:customStyle="1" w:styleId="afb">
    <w:name w:val="Табличный_центр"/>
    <w:basedOn w:val="a8"/>
    <w:rsid w:val="00042132"/>
    <w:pPr>
      <w:jc w:val="center"/>
    </w:pPr>
    <w:rPr>
      <w:sz w:val="22"/>
      <w:szCs w:val="22"/>
    </w:rPr>
  </w:style>
  <w:style w:type="paragraph" w:customStyle="1" w:styleId="10">
    <w:name w:val="Список 1)"/>
    <w:basedOn w:val="a8"/>
    <w:rsid w:val="00E072BE"/>
    <w:pPr>
      <w:numPr>
        <w:numId w:val="4"/>
      </w:numPr>
      <w:spacing w:after="60"/>
    </w:pPr>
  </w:style>
  <w:style w:type="paragraph" w:customStyle="1" w:styleId="afc">
    <w:name w:val="Примечания"/>
    <w:basedOn w:val="a8"/>
    <w:link w:val="13"/>
    <w:rsid w:val="00042132"/>
    <w:pPr>
      <w:spacing w:before="120"/>
    </w:pPr>
    <w:rPr>
      <w:spacing w:val="80"/>
    </w:rPr>
  </w:style>
  <w:style w:type="character" w:customStyle="1" w:styleId="13">
    <w:name w:val="Примечания Знак1"/>
    <w:link w:val="afc"/>
    <w:rsid w:val="00E6741E"/>
    <w:rPr>
      <w:spacing w:val="80"/>
      <w:sz w:val="24"/>
      <w:szCs w:val="24"/>
      <w:lang w:val="ru-RU" w:eastAsia="ru-RU" w:bidi="ar-SA"/>
    </w:rPr>
  </w:style>
  <w:style w:type="paragraph" w:customStyle="1" w:styleId="afd">
    <w:name w:val="Внимание"/>
    <w:basedOn w:val="a8"/>
    <w:rsid w:val="00042132"/>
    <w:pPr>
      <w:spacing w:before="120"/>
    </w:pPr>
    <w:rPr>
      <w:b/>
      <w:bCs/>
    </w:rPr>
  </w:style>
  <w:style w:type="paragraph" w:customStyle="1" w:styleId="a2">
    <w:name w:val="Табличный_нумерованный"/>
    <w:basedOn w:val="a8"/>
    <w:link w:val="afe"/>
    <w:rsid w:val="00301DFE"/>
    <w:pPr>
      <w:numPr>
        <w:numId w:val="3"/>
      </w:numPr>
    </w:pPr>
    <w:rPr>
      <w:sz w:val="22"/>
      <w:szCs w:val="22"/>
    </w:rPr>
  </w:style>
  <w:style w:type="character" w:customStyle="1" w:styleId="afe">
    <w:name w:val="Табличный_нумерованный Знак"/>
    <w:link w:val="a2"/>
    <w:rsid w:val="00F5339E"/>
    <w:rPr>
      <w:sz w:val="22"/>
      <w:szCs w:val="22"/>
    </w:rPr>
  </w:style>
  <w:style w:type="paragraph" w:styleId="43">
    <w:name w:val="toc 4"/>
    <w:basedOn w:val="a8"/>
    <w:next w:val="a8"/>
    <w:autoRedefine/>
    <w:uiPriority w:val="39"/>
    <w:rsid w:val="00042132"/>
    <w:pPr>
      <w:ind w:left="720"/>
    </w:pPr>
    <w:rPr>
      <w:sz w:val="18"/>
      <w:szCs w:val="18"/>
    </w:rPr>
  </w:style>
  <w:style w:type="paragraph" w:styleId="52">
    <w:name w:val="toc 5"/>
    <w:basedOn w:val="a8"/>
    <w:next w:val="a8"/>
    <w:autoRedefine/>
    <w:uiPriority w:val="39"/>
    <w:rsid w:val="00042132"/>
    <w:pPr>
      <w:ind w:left="960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rsid w:val="00042132"/>
    <w:pPr>
      <w:ind w:left="1200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rsid w:val="00042132"/>
    <w:pPr>
      <w:ind w:left="1440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rsid w:val="00042132"/>
    <w:pPr>
      <w:ind w:left="1680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rsid w:val="00042132"/>
    <w:pPr>
      <w:ind w:left="1920"/>
    </w:pPr>
    <w:rPr>
      <w:sz w:val="18"/>
      <w:szCs w:val="18"/>
    </w:rPr>
  </w:style>
  <w:style w:type="character" w:styleId="aff">
    <w:name w:val="Hyperlink"/>
    <w:uiPriority w:val="99"/>
    <w:rsid w:val="00042132"/>
    <w:rPr>
      <w:color w:val="0000FF"/>
      <w:u w:val="single"/>
    </w:rPr>
  </w:style>
  <w:style w:type="paragraph" w:styleId="aff0">
    <w:name w:val="Body Text"/>
    <w:basedOn w:val="a8"/>
    <w:link w:val="aff1"/>
    <w:rsid w:val="00042132"/>
    <w:pPr>
      <w:numPr>
        <w:ilvl w:val="12"/>
      </w:numPr>
      <w:spacing w:after="60"/>
      <w:ind w:firstLine="567"/>
    </w:pPr>
    <w:rPr>
      <w:szCs w:val="20"/>
    </w:rPr>
  </w:style>
  <w:style w:type="character" w:customStyle="1" w:styleId="aff1">
    <w:name w:val="Основной текст Знак"/>
    <w:link w:val="aff0"/>
    <w:rsid w:val="0080314C"/>
    <w:rPr>
      <w:sz w:val="24"/>
      <w:lang w:val="ru-RU" w:eastAsia="ru-RU" w:bidi="ar-SA"/>
    </w:rPr>
  </w:style>
  <w:style w:type="paragraph" w:customStyle="1" w:styleId="aff2">
    <w:name w:val="Верхняя шапка"/>
    <w:basedOn w:val="a8"/>
    <w:rsid w:val="006F3034"/>
    <w:pPr>
      <w:jc w:val="center"/>
    </w:pPr>
    <w:rPr>
      <w:b/>
      <w:bCs/>
      <w:sz w:val="28"/>
      <w:szCs w:val="20"/>
    </w:rPr>
  </w:style>
  <w:style w:type="paragraph" w:styleId="aff3">
    <w:name w:val="toa heading"/>
    <w:basedOn w:val="a8"/>
    <w:next w:val="a8"/>
    <w:rsid w:val="00042132"/>
    <w:pPr>
      <w:spacing w:before="40" w:after="20"/>
      <w:jc w:val="center"/>
    </w:pPr>
    <w:rPr>
      <w:b/>
      <w:sz w:val="22"/>
      <w:szCs w:val="20"/>
    </w:rPr>
  </w:style>
  <w:style w:type="paragraph" w:styleId="aff4">
    <w:name w:val="annotation text"/>
    <w:basedOn w:val="a8"/>
    <w:link w:val="aff5"/>
    <w:semiHidden/>
    <w:rsid w:val="00042132"/>
    <w:rPr>
      <w:sz w:val="20"/>
      <w:szCs w:val="20"/>
    </w:rPr>
  </w:style>
  <w:style w:type="paragraph" w:styleId="aff6">
    <w:name w:val="annotation subject"/>
    <w:basedOn w:val="aff4"/>
    <w:next w:val="aff4"/>
    <w:link w:val="aff7"/>
    <w:rsid w:val="00042132"/>
    <w:pPr>
      <w:ind w:firstLine="284"/>
    </w:pPr>
    <w:rPr>
      <w:b/>
      <w:bCs/>
    </w:rPr>
  </w:style>
  <w:style w:type="paragraph" w:customStyle="1" w:styleId="aff8">
    <w:name w:val="ЕСКД_название устройства"/>
    <w:basedOn w:val="a8"/>
    <w:rsid w:val="00042132"/>
    <w:pPr>
      <w:jc w:val="center"/>
    </w:pPr>
    <w:rPr>
      <w:b/>
      <w:bCs/>
      <w:sz w:val="36"/>
      <w:szCs w:val="36"/>
    </w:rPr>
  </w:style>
  <w:style w:type="paragraph" w:customStyle="1" w:styleId="a7">
    <w:name w:val="Требования"/>
    <w:basedOn w:val="22"/>
    <w:rsid w:val="00042132"/>
    <w:pPr>
      <w:numPr>
        <w:numId w:val="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5"/>
    <w:rsid w:val="0054040A"/>
    <w:pPr>
      <w:numPr>
        <w:numId w:val="2"/>
      </w:numPr>
    </w:pPr>
  </w:style>
  <w:style w:type="paragraph" w:styleId="aff9">
    <w:name w:val="Document Map"/>
    <w:basedOn w:val="a8"/>
    <w:link w:val="affa"/>
    <w:rsid w:val="00042132"/>
    <w:pPr>
      <w:widowControl w:val="0"/>
      <w:shd w:val="clear" w:color="auto" w:fill="000080"/>
      <w:suppressAutoHyphens/>
    </w:pPr>
    <w:rPr>
      <w:rFonts w:ascii="Tahoma" w:hAnsi="Tahoma"/>
      <w:szCs w:val="20"/>
    </w:rPr>
  </w:style>
  <w:style w:type="paragraph" w:customStyle="1" w:styleId="affb">
    <w:name w:val="Внимание_Опасность"/>
    <w:basedOn w:val="afd"/>
    <w:rsid w:val="00042132"/>
    <w:pPr>
      <w:keepLines/>
    </w:pPr>
    <w:rPr>
      <w:caps/>
    </w:rPr>
  </w:style>
  <w:style w:type="character" w:styleId="affc">
    <w:name w:val="annotation reference"/>
    <w:rsid w:val="00042132"/>
    <w:rPr>
      <w:sz w:val="16"/>
      <w:szCs w:val="16"/>
    </w:rPr>
  </w:style>
  <w:style w:type="paragraph" w:customStyle="1" w:styleId="affd">
    <w:name w:val="Абзац"/>
    <w:basedOn w:val="a8"/>
    <w:link w:val="affe"/>
    <w:rsid w:val="00042132"/>
    <w:pPr>
      <w:spacing w:before="120" w:after="60"/>
    </w:pPr>
  </w:style>
  <w:style w:type="character" w:customStyle="1" w:styleId="affe">
    <w:name w:val="Абзац Знак"/>
    <w:link w:val="affd"/>
    <w:rsid w:val="0069205C"/>
    <w:rPr>
      <w:sz w:val="24"/>
      <w:szCs w:val="24"/>
      <w:lang w:val="ru-RU" w:eastAsia="ru-RU" w:bidi="ar-SA"/>
    </w:rPr>
  </w:style>
  <w:style w:type="paragraph" w:customStyle="1" w:styleId="afff">
    <w:name w:val="Табличный_слева"/>
    <w:basedOn w:val="a8"/>
    <w:rsid w:val="00301DFE"/>
    <w:rPr>
      <w:sz w:val="22"/>
      <w:szCs w:val="22"/>
    </w:rPr>
  </w:style>
  <w:style w:type="paragraph" w:customStyle="1" w:styleId="14">
    <w:name w:val="Обычный 1"/>
    <w:basedOn w:val="a8"/>
    <w:next w:val="a8"/>
    <w:semiHidden/>
    <w:rsid w:val="00042132"/>
    <w:pPr>
      <w:tabs>
        <w:tab w:val="num" w:pos="360"/>
      </w:tabs>
      <w:spacing w:before="120"/>
      <w:ind w:left="360" w:hanging="360"/>
    </w:pPr>
    <w:rPr>
      <w:szCs w:val="20"/>
    </w:rPr>
  </w:style>
  <w:style w:type="paragraph" w:styleId="afff0">
    <w:name w:val="footer"/>
    <w:aliases w:val="Не удалять!,Знак Знак, Знак Знак"/>
    <w:basedOn w:val="a8"/>
    <w:link w:val="afff1"/>
    <w:rsid w:val="00A14CB9"/>
    <w:pPr>
      <w:tabs>
        <w:tab w:val="center" w:pos="4677"/>
        <w:tab w:val="right" w:pos="9355"/>
      </w:tabs>
    </w:pPr>
  </w:style>
  <w:style w:type="character" w:customStyle="1" w:styleId="afff1">
    <w:name w:val="Нижний колонтитул Знак"/>
    <w:aliases w:val="Не удалять! Знак,Знак Знак Знак, Знак Знак Знак"/>
    <w:link w:val="afff0"/>
    <w:rsid w:val="009232BB"/>
    <w:rPr>
      <w:sz w:val="24"/>
      <w:szCs w:val="24"/>
    </w:rPr>
  </w:style>
  <w:style w:type="table" w:styleId="afff2">
    <w:name w:val="Table Grid"/>
    <w:basedOn w:val="aa"/>
    <w:rsid w:val="00973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FollowedHyperlink"/>
    <w:rsid w:val="0084131A"/>
    <w:rPr>
      <w:color w:val="800080"/>
      <w:u w:val="single"/>
    </w:rPr>
  </w:style>
  <w:style w:type="paragraph" w:customStyle="1" w:styleId="afff4">
    <w:name w:val="Обычный влево"/>
    <w:basedOn w:val="14"/>
    <w:rsid w:val="0084131A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5">
    <w:name w:val="Шапка таблицы"/>
    <w:basedOn w:val="a8"/>
    <w:rsid w:val="0084131A"/>
    <w:pPr>
      <w:jc w:val="center"/>
    </w:pPr>
    <w:rPr>
      <w:b/>
      <w:szCs w:val="20"/>
    </w:rPr>
  </w:style>
  <w:style w:type="paragraph" w:customStyle="1" w:styleId="afff6">
    <w:name w:val="Лист согласования"/>
    <w:basedOn w:val="a8"/>
    <w:rsid w:val="0084131A"/>
    <w:pPr>
      <w:ind w:firstLine="851"/>
      <w:jc w:val="center"/>
    </w:pPr>
    <w:rPr>
      <w:b/>
      <w:bCs/>
      <w:szCs w:val="20"/>
    </w:rPr>
  </w:style>
  <w:style w:type="paragraph" w:customStyle="1" w:styleId="afff7">
    <w:name w:val="Табличный_по ширине"/>
    <w:basedOn w:val="afff"/>
    <w:rsid w:val="009A4AC0"/>
  </w:style>
  <w:style w:type="paragraph" w:customStyle="1" w:styleId="20">
    <w:name w:val="Заголовок 2_Приложения"/>
    <w:basedOn w:val="a8"/>
    <w:next w:val="affd"/>
    <w:rsid w:val="00A63A8B"/>
    <w:pPr>
      <w:numPr>
        <w:ilvl w:val="1"/>
        <w:numId w:val="7"/>
      </w:numPr>
      <w:spacing w:before="180" w:after="60"/>
    </w:pPr>
    <w:rPr>
      <w:b/>
      <w:sz w:val="28"/>
    </w:rPr>
  </w:style>
  <w:style w:type="paragraph" w:customStyle="1" w:styleId="31">
    <w:name w:val="Заголовок 3_Приложения"/>
    <w:basedOn w:val="a8"/>
    <w:next w:val="affd"/>
    <w:rsid w:val="00A63A8B"/>
    <w:pPr>
      <w:numPr>
        <w:ilvl w:val="2"/>
        <w:numId w:val="7"/>
      </w:numPr>
      <w:spacing w:before="120" w:after="60"/>
    </w:pPr>
    <w:rPr>
      <w:b/>
      <w:sz w:val="26"/>
    </w:rPr>
  </w:style>
  <w:style w:type="paragraph" w:customStyle="1" w:styleId="40">
    <w:name w:val="Заголовок 4_Приложения"/>
    <w:basedOn w:val="a8"/>
    <w:next w:val="affd"/>
    <w:rsid w:val="0024071D"/>
    <w:pPr>
      <w:numPr>
        <w:ilvl w:val="3"/>
        <w:numId w:val="7"/>
      </w:numPr>
      <w:spacing w:before="120" w:after="120"/>
    </w:pPr>
    <w:rPr>
      <w:b/>
    </w:rPr>
  </w:style>
  <w:style w:type="paragraph" w:customStyle="1" w:styleId="afff8">
    <w:name w:val="Абзац с формулой"/>
    <w:basedOn w:val="affd"/>
    <w:next w:val="affd"/>
    <w:qFormat/>
    <w:rsid w:val="004B6A00"/>
    <w:pPr>
      <w:tabs>
        <w:tab w:val="center" w:pos="4253"/>
        <w:tab w:val="left" w:pos="8789"/>
        <w:tab w:val="right" w:pos="9639"/>
      </w:tabs>
      <w:ind w:firstLine="0"/>
    </w:pPr>
  </w:style>
  <w:style w:type="paragraph" w:customStyle="1" w:styleId="afff9">
    <w:name w:val="Формы"/>
    <w:basedOn w:val="a8"/>
    <w:link w:val="afffa"/>
    <w:rsid w:val="009232BB"/>
    <w:pPr>
      <w:jc w:val="center"/>
    </w:pPr>
    <w:rPr>
      <w:rFonts w:ascii="Arial" w:hAnsi="Arial"/>
      <w:noProof/>
      <w:w w:val="80"/>
      <w:sz w:val="18"/>
      <w:szCs w:val="18"/>
    </w:rPr>
  </w:style>
  <w:style w:type="character" w:customStyle="1" w:styleId="afffa">
    <w:name w:val="Формы Знак"/>
    <w:link w:val="afff9"/>
    <w:rsid w:val="009232BB"/>
    <w:rPr>
      <w:rFonts w:ascii="Arial" w:hAnsi="Arial"/>
      <w:noProof/>
      <w:w w:val="80"/>
      <w:sz w:val="18"/>
      <w:szCs w:val="18"/>
    </w:rPr>
  </w:style>
  <w:style w:type="paragraph" w:customStyle="1" w:styleId="-">
    <w:name w:val="Обложка - КСП"/>
    <w:basedOn w:val="a8"/>
    <w:link w:val="-0"/>
    <w:qFormat/>
    <w:rsid w:val="009232BB"/>
    <w:pPr>
      <w:jc w:val="center"/>
    </w:pPr>
    <w:rPr>
      <w:b/>
      <w:bCs/>
      <w:sz w:val="28"/>
      <w:szCs w:val="28"/>
      <w:u w:val="single"/>
    </w:rPr>
  </w:style>
  <w:style w:type="character" w:customStyle="1" w:styleId="-0">
    <w:name w:val="Обложка - КСП Знак"/>
    <w:link w:val="-"/>
    <w:rsid w:val="009232BB"/>
    <w:rPr>
      <w:b/>
      <w:bCs/>
      <w:sz w:val="28"/>
      <w:szCs w:val="28"/>
      <w:u w:val="single"/>
    </w:rPr>
  </w:style>
  <w:style w:type="paragraph" w:customStyle="1" w:styleId="-1">
    <w:name w:val="Колонтитулы - КСП"/>
    <w:basedOn w:val="a8"/>
    <w:link w:val="-2"/>
    <w:qFormat/>
    <w:rsid w:val="009232BB"/>
    <w:pPr>
      <w:jc w:val="center"/>
    </w:pPr>
    <w:rPr>
      <w:rFonts w:ascii="Arial" w:hAnsi="Arial"/>
      <w:sz w:val="16"/>
      <w:szCs w:val="16"/>
      <w:u w:val="single"/>
    </w:rPr>
  </w:style>
  <w:style w:type="character" w:customStyle="1" w:styleId="-2">
    <w:name w:val="Колонтитулы - КСП Знак"/>
    <w:link w:val="-1"/>
    <w:rsid w:val="009232BB"/>
    <w:rPr>
      <w:rFonts w:ascii="Arial" w:hAnsi="Arial" w:cs="Arial"/>
      <w:sz w:val="16"/>
      <w:szCs w:val="16"/>
      <w:u w:val="single"/>
    </w:rPr>
  </w:style>
  <w:style w:type="paragraph" w:customStyle="1" w:styleId="-3">
    <w:name w:val="Титульный-КСП"/>
    <w:basedOn w:val="-"/>
    <w:link w:val="-4"/>
    <w:qFormat/>
    <w:rsid w:val="009232BB"/>
  </w:style>
  <w:style w:type="character" w:customStyle="1" w:styleId="-4">
    <w:name w:val="Титульный-КСП Знак"/>
    <w:basedOn w:val="-0"/>
    <w:link w:val="-3"/>
    <w:rsid w:val="009232BB"/>
    <w:rPr>
      <w:b/>
      <w:bCs/>
      <w:sz w:val="28"/>
      <w:szCs w:val="28"/>
      <w:u w:val="single"/>
    </w:rPr>
  </w:style>
  <w:style w:type="paragraph" w:styleId="afffb">
    <w:name w:val="Title"/>
    <w:basedOn w:val="a8"/>
    <w:next w:val="a8"/>
    <w:link w:val="afffc"/>
    <w:qFormat/>
    <w:rsid w:val="00AF5908"/>
    <w:pPr>
      <w:spacing w:before="240" w:after="6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afffc">
    <w:name w:val="Заголовок Знак"/>
    <w:link w:val="afffb"/>
    <w:rsid w:val="00AF5908"/>
    <w:rPr>
      <w:rFonts w:eastAsia="Times New Roman" w:cs="Times New Roman"/>
      <w:b/>
      <w:bCs/>
      <w:kern w:val="28"/>
      <w:sz w:val="28"/>
      <w:szCs w:val="32"/>
    </w:rPr>
  </w:style>
  <w:style w:type="character" w:styleId="afffd">
    <w:name w:val="Book Title"/>
    <w:uiPriority w:val="33"/>
    <w:qFormat/>
    <w:rsid w:val="0077420C"/>
    <w:rPr>
      <w:b/>
      <w:bCs/>
      <w:smallCaps/>
      <w:spacing w:val="5"/>
    </w:rPr>
  </w:style>
  <w:style w:type="character" w:styleId="afffe">
    <w:name w:val="Emphasis"/>
    <w:qFormat/>
    <w:rsid w:val="00B54912"/>
    <w:rPr>
      <w:i w:val="0"/>
      <w:iCs/>
      <w:spacing w:val="0"/>
      <w:u w:val="single"/>
    </w:rPr>
  </w:style>
  <w:style w:type="character" w:customStyle="1" w:styleId="s0">
    <w:name w:val="s0"/>
    <w:rsid w:val="002A1976"/>
  </w:style>
  <w:style w:type="character" w:customStyle="1" w:styleId="affff">
    <w:name w:val="Основной текст + Полужирный"/>
    <w:uiPriority w:val="99"/>
    <w:rsid w:val="002D013B"/>
    <w:rPr>
      <w:rFonts w:ascii="Times New Roman" w:hAnsi="Times New Roman" w:cs="Times New Roman"/>
      <w:b/>
      <w:bCs/>
      <w:shd w:val="clear" w:color="auto" w:fill="FFFFFF"/>
    </w:rPr>
  </w:style>
  <w:style w:type="paragraph" w:styleId="affff0">
    <w:name w:val="Body Text Indent"/>
    <w:basedOn w:val="a8"/>
    <w:link w:val="affff1"/>
    <w:rsid w:val="00BE68B9"/>
    <w:pPr>
      <w:spacing w:after="120"/>
      <w:ind w:left="283"/>
    </w:pPr>
  </w:style>
  <w:style w:type="character" w:customStyle="1" w:styleId="affff1">
    <w:name w:val="Основной текст с отступом Знак"/>
    <w:link w:val="affff0"/>
    <w:rsid w:val="00BE68B9"/>
    <w:rPr>
      <w:sz w:val="24"/>
      <w:szCs w:val="24"/>
    </w:rPr>
  </w:style>
  <w:style w:type="paragraph" w:styleId="24">
    <w:name w:val="Body Text Indent 2"/>
    <w:basedOn w:val="a8"/>
    <w:link w:val="25"/>
    <w:rsid w:val="00BE68B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BE68B9"/>
    <w:rPr>
      <w:sz w:val="24"/>
      <w:szCs w:val="24"/>
    </w:rPr>
  </w:style>
  <w:style w:type="character" w:styleId="affff2">
    <w:name w:val="Strong"/>
    <w:qFormat/>
    <w:rsid w:val="00511836"/>
    <w:rPr>
      <w:b/>
      <w:bCs/>
    </w:rPr>
  </w:style>
  <w:style w:type="paragraph" w:styleId="affff3">
    <w:name w:val="Subtitle"/>
    <w:basedOn w:val="a8"/>
    <w:next w:val="a8"/>
    <w:link w:val="affff4"/>
    <w:qFormat/>
    <w:rsid w:val="00511836"/>
    <w:pPr>
      <w:spacing w:after="60"/>
      <w:jc w:val="center"/>
      <w:outlineLvl w:val="1"/>
    </w:pPr>
    <w:rPr>
      <w:rFonts w:ascii="Cambria" w:hAnsi="Cambria"/>
    </w:rPr>
  </w:style>
  <w:style w:type="character" w:customStyle="1" w:styleId="affff4">
    <w:name w:val="Подзаголовок Знак"/>
    <w:link w:val="affff3"/>
    <w:rsid w:val="00511836"/>
    <w:rPr>
      <w:rFonts w:ascii="Cambria" w:eastAsia="Times New Roman" w:hAnsi="Cambria" w:cs="Times New Roman"/>
      <w:sz w:val="24"/>
      <w:szCs w:val="24"/>
    </w:rPr>
  </w:style>
  <w:style w:type="paragraph" w:styleId="affff5">
    <w:name w:val="No Spacing"/>
    <w:link w:val="affff6"/>
    <w:uiPriority w:val="1"/>
    <w:qFormat/>
    <w:rsid w:val="00511836"/>
    <w:rPr>
      <w:sz w:val="24"/>
      <w:szCs w:val="24"/>
    </w:rPr>
  </w:style>
  <w:style w:type="paragraph" w:styleId="affff7">
    <w:name w:val="Revision"/>
    <w:hidden/>
    <w:uiPriority w:val="99"/>
    <w:semiHidden/>
    <w:rsid w:val="00D72B14"/>
    <w:rPr>
      <w:sz w:val="24"/>
      <w:szCs w:val="24"/>
    </w:rPr>
  </w:style>
  <w:style w:type="paragraph" w:styleId="affff8">
    <w:name w:val="List Paragraph"/>
    <w:aliases w:val="Абзац списка ПОС,СТ,Нумерованый список,List Paragraph1,Абзац список дефиз,Общий_К"/>
    <w:basedOn w:val="a8"/>
    <w:link w:val="affff9"/>
    <w:uiPriority w:val="34"/>
    <w:qFormat/>
    <w:rsid w:val="00EC36E1"/>
    <w:pPr>
      <w:ind w:left="720"/>
      <w:contextualSpacing/>
    </w:pPr>
  </w:style>
  <w:style w:type="paragraph" w:customStyle="1" w:styleId="Default">
    <w:name w:val="Default"/>
    <w:rsid w:val="00D31C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fa">
    <w:name w:val="Знак"/>
    <w:basedOn w:val="a8"/>
    <w:autoRedefine/>
    <w:rsid w:val="00DD6F05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fffb">
    <w:name w:val="Знак Знак Знак Знак Знак Знак Знак Знак Знак"/>
    <w:basedOn w:val="a8"/>
    <w:autoRedefine/>
    <w:rsid w:val="00AD1DB3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5">
    <w:name w:val="Основной текст Знак1"/>
    <w:basedOn w:val="a9"/>
    <w:uiPriority w:val="99"/>
    <w:rsid w:val="005164CB"/>
    <w:rPr>
      <w:rFonts w:ascii="Times New Roman" w:hAnsi="Times New Roman" w:cs="Times New Roman"/>
      <w:spacing w:val="10"/>
      <w:u w:val="none"/>
    </w:rPr>
  </w:style>
  <w:style w:type="character" w:customStyle="1" w:styleId="35">
    <w:name w:val="Подпись к таблице (3)_"/>
    <w:basedOn w:val="a9"/>
    <w:link w:val="36"/>
    <w:uiPriority w:val="99"/>
    <w:rsid w:val="005164CB"/>
    <w:rPr>
      <w:spacing w:val="10"/>
      <w:shd w:val="clear" w:color="auto" w:fill="FFFFFF"/>
    </w:rPr>
  </w:style>
  <w:style w:type="paragraph" w:customStyle="1" w:styleId="36">
    <w:name w:val="Подпись к таблице (3)"/>
    <w:basedOn w:val="a8"/>
    <w:link w:val="35"/>
    <w:uiPriority w:val="99"/>
    <w:rsid w:val="005164CB"/>
    <w:pPr>
      <w:widowControl w:val="0"/>
      <w:shd w:val="clear" w:color="auto" w:fill="FFFFFF"/>
      <w:spacing w:line="240" w:lineRule="atLeast"/>
      <w:jc w:val="right"/>
    </w:pPr>
    <w:rPr>
      <w:spacing w:val="10"/>
      <w:sz w:val="20"/>
      <w:szCs w:val="20"/>
    </w:rPr>
  </w:style>
  <w:style w:type="character" w:customStyle="1" w:styleId="37">
    <w:name w:val="Заголовок №3"/>
    <w:basedOn w:val="a9"/>
    <w:rsid w:val="007A0F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ru-RU"/>
    </w:rPr>
  </w:style>
  <w:style w:type="character" w:customStyle="1" w:styleId="affffc">
    <w:name w:val="Основной текст_"/>
    <w:basedOn w:val="a9"/>
    <w:link w:val="38"/>
    <w:rsid w:val="0046685D"/>
    <w:rPr>
      <w:spacing w:val="10"/>
      <w:sz w:val="25"/>
      <w:szCs w:val="25"/>
      <w:shd w:val="clear" w:color="auto" w:fill="FFFFFF"/>
    </w:rPr>
  </w:style>
  <w:style w:type="paragraph" w:customStyle="1" w:styleId="38">
    <w:name w:val="Основной текст3"/>
    <w:basedOn w:val="a8"/>
    <w:link w:val="affffc"/>
    <w:rsid w:val="0046685D"/>
    <w:pPr>
      <w:widowControl w:val="0"/>
      <w:shd w:val="clear" w:color="auto" w:fill="FFFFFF"/>
      <w:spacing w:line="324" w:lineRule="exact"/>
      <w:ind w:hanging="1940"/>
      <w:jc w:val="center"/>
    </w:pPr>
    <w:rPr>
      <w:spacing w:val="10"/>
      <w:sz w:val="25"/>
      <w:szCs w:val="25"/>
    </w:rPr>
  </w:style>
  <w:style w:type="paragraph" w:customStyle="1" w:styleId="affffd">
    <w:name w:val="Колонтитулы"/>
    <w:basedOn w:val="a8"/>
    <w:qFormat/>
    <w:rsid w:val="00D2451C"/>
    <w:rPr>
      <w:rFonts w:eastAsiaTheme="minorHAnsi" w:cstheme="minorBidi"/>
      <w:i/>
      <w:sz w:val="20"/>
      <w:szCs w:val="20"/>
      <w:lang w:eastAsia="en-US"/>
    </w:rPr>
  </w:style>
  <w:style w:type="paragraph" w:customStyle="1" w:styleId="affffe">
    <w:name w:val="Шифр"/>
    <w:basedOn w:val="a8"/>
    <w:autoRedefine/>
    <w:qFormat/>
    <w:rsid w:val="00967DFD"/>
    <w:pPr>
      <w:jc w:val="center"/>
    </w:pPr>
    <w:rPr>
      <w:rFonts w:eastAsiaTheme="minorHAnsi"/>
      <w:sz w:val="32"/>
      <w:szCs w:val="32"/>
      <w:lang w:eastAsia="en-US"/>
    </w:rPr>
  </w:style>
  <w:style w:type="character" w:customStyle="1" w:styleId="apple-style-span">
    <w:name w:val="apple-style-span"/>
    <w:basedOn w:val="a9"/>
    <w:rsid w:val="003B0B87"/>
  </w:style>
  <w:style w:type="character" w:customStyle="1" w:styleId="rvts6">
    <w:name w:val="rvts6"/>
    <w:basedOn w:val="a9"/>
    <w:rsid w:val="001065A7"/>
  </w:style>
  <w:style w:type="paragraph" w:customStyle="1" w:styleId="rvps266">
    <w:name w:val="rvps266"/>
    <w:basedOn w:val="a8"/>
    <w:rsid w:val="001065A7"/>
    <w:pPr>
      <w:spacing w:before="100" w:beforeAutospacing="1" w:after="100" w:afterAutospacing="1"/>
    </w:pPr>
  </w:style>
  <w:style w:type="paragraph" w:customStyle="1" w:styleId="rvps267">
    <w:name w:val="rvps267"/>
    <w:basedOn w:val="a8"/>
    <w:rsid w:val="001065A7"/>
    <w:pPr>
      <w:spacing w:before="100" w:beforeAutospacing="1" w:after="100" w:afterAutospacing="1"/>
    </w:pPr>
  </w:style>
  <w:style w:type="paragraph" w:customStyle="1" w:styleId="rvps268">
    <w:name w:val="rvps268"/>
    <w:basedOn w:val="a8"/>
    <w:rsid w:val="001065A7"/>
    <w:pPr>
      <w:spacing w:before="100" w:beforeAutospacing="1" w:after="100" w:afterAutospacing="1"/>
    </w:pPr>
  </w:style>
  <w:style w:type="paragraph" w:customStyle="1" w:styleId="rvps269">
    <w:name w:val="rvps269"/>
    <w:basedOn w:val="a8"/>
    <w:rsid w:val="001065A7"/>
    <w:pPr>
      <w:spacing w:before="100" w:beforeAutospacing="1" w:after="100" w:afterAutospacing="1"/>
    </w:pPr>
  </w:style>
  <w:style w:type="paragraph" w:styleId="a1">
    <w:name w:val="List Bullet"/>
    <w:basedOn w:val="a8"/>
    <w:rsid w:val="004B0B8A"/>
    <w:pPr>
      <w:numPr>
        <w:numId w:val="9"/>
      </w:numPr>
    </w:pPr>
    <w:rPr>
      <w:b/>
      <w:szCs w:val="20"/>
    </w:rPr>
  </w:style>
  <w:style w:type="paragraph" w:customStyle="1" w:styleId="26">
    <w:name w:val="Заголовок 2 без оглавления"/>
    <w:basedOn w:val="2"/>
    <w:link w:val="27"/>
    <w:qFormat/>
    <w:rsid w:val="00841B11"/>
    <w:pPr>
      <w:tabs>
        <w:tab w:val="clear" w:pos="1134"/>
        <w:tab w:val="clear" w:pos="1276"/>
      </w:tabs>
      <w:spacing w:before="160" w:after="0"/>
      <w:ind w:firstLine="0"/>
    </w:pPr>
    <w:rPr>
      <w:rFonts w:cs="Arial"/>
      <w:b w:val="0"/>
    </w:rPr>
  </w:style>
  <w:style w:type="character" w:customStyle="1" w:styleId="27">
    <w:name w:val="Заголовок 2 без оглавления Знак"/>
    <w:basedOn w:val="a9"/>
    <w:link w:val="26"/>
    <w:rsid w:val="00841B11"/>
    <w:rPr>
      <w:rFonts w:cs="Arial"/>
      <w:bCs/>
      <w:iCs/>
      <w:color w:val="548DD4" w:themeColor="text2" w:themeTint="99"/>
      <w:sz w:val="24"/>
      <w:szCs w:val="28"/>
    </w:rPr>
  </w:style>
  <w:style w:type="table" w:customStyle="1" w:styleId="-511">
    <w:name w:val="Таблица-сетка 5 темная — акцент 11"/>
    <w:basedOn w:val="aa"/>
    <w:uiPriority w:val="50"/>
    <w:rsid w:val="004B0B8A"/>
    <w:rPr>
      <w:rFonts w:ascii="Century Gothic" w:eastAsiaTheme="minorEastAsia" w:hAnsi="Century Gothic" w:cstheme="minorBidi"/>
      <w:szCs w:val="17"/>
      <w:lang w:val="en-US"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4D7"/>
    </w:tcPr>
    <w:tblStylePr w:type="firstRow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lastRow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firstCol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lastCol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band1Vert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Vert">
      <w:rPr>
        <w:rFonts w:ascii="Century Gothic" w:hAnsi="Century Gothic"/>
      </w:rPr>
      <w:tblPr/>
      <w:tcPr>
        <w:vAlign w:val="center"/>
      </w:tcPr>
    </w:tblStylePr>
    <w:tblStylePr w:type="band1Horz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Horz">
      <w:rPr>
        <w:rFonts w:ascii="Century Gothic" w:hAnsi="Century Gothic"/>
      </w:rPr>
      <w:tblPr/>
      <w:tcPr>
        <w:vAlign w:val="center"/>
      </w:tcPr>
    </w:tblStylePr>
    <w:tblStylePr w:type="neCell">
      <w:rPr>
        <w:rFonts w:ascii="Century Gothic" w:hAnsi="Century Gothic"/>
      </w:rPr>
    </w:tblStylePr>
    <w:tblStylePr w:type="nwCell">
      <w:rPr>
        <w:rFonts w:ascii="Century Gothic" w:hAnsi="Century Gothic"/>
      </w:rPr>
      <w:tblPr/>
      <w:tcPr>
        <w:shd w:val="clear" w:color="auto" w:fill="EAF4D7"/>
      </w:tcPr>
    </w:tblStylePr>
    <w:tblStylePr w:type="seCell">
      <w:rPr>
        <w:rFonts w:ascii="Century Gothic" w:hAnsi="Century Gothic"/>
      </w:rPr>
      <w:tblPr/>
      <w:tcPr>
        <w:shd w:val="clear" w:color="auto" w:fill="EAF4D7"/>
      </w:tcPr>
    </w:tblStylePr>
    <w:tblStylePr w:type="swCell">
      <w:rPr>
        <w:rFonts w:ascii="Century Gothic" w:hAnsi="Century Gothic"/>
      </w:rPr>
    </w:tblStylePr>
  </w:style>
  <w:style w:type="character" w:styleId="afffff">
    <w:name w:val="Intense Reference"/>
    <w:basedOn w:val="a9"/>
    <w:uiPriority w:val="32"/>
    <w:qFormat/>
    <w:rsid w:val="000B5BE1"/>
    <w:rPr>
      <w:rFonts w:ascii="Times New Roman" w:hAnsi="Times New Roman"/>
      <w:b/>
      <w:bCs/>
      <w:caps w:val="0"/>
      <w:smallCaps/>
      <w:color w:val="auto"/>
      <w:spacing w:val="5"/>
      <w:sz w:val="24"/>
      <w:u w:val="single"/>
    </w:rPr>
  </w:style>
  <w:style w:type="paragraph" w:customStyle="1" w:styleId="110">
    <w:name w:val="11 таблица"/>
    <w:basedOn w:val="a8"/>
    <w:rsid w:val="008D7B94"/>
    <w:rPr>
      <w:szCs w:val="20"/>
    </w:rPr>
  </w:style>
  <w:style w:type="paragraph" w:customStyle="1" w:styleId="a6">
    <w:name w:val="Список маркерованный"/>
    <w:basedOn w:val="affff8"/>
    <w:link w:val="afffff0"/>
    <w:qFormat/>
    <w:rsid w:val="008D7B94"/>
    <w:pPr>
      <w:numPr>
        <w:numId w:val="11"/>
      </w:numPr>
      <w:spacing w:after="160"/>
    </w:pPr>
    <w:rPr>
      <w:rFonts w:eastAsiaTheme="minorEastAsia" w:cstheme="minorBidi"/>
      <w:color w:val="000000" w:themeColor="text1"/>
      <w:szCs w:val="17"/>
      <w:lang w:eastAsia="ja-JP"/>
    </w:rPr>
  </w:style>
  <w:style w:type="character" w:customStyle="1" w:styleId="afffff0">
    <w:name w:val="Список маркерованный Знак"/>
    <w:basedOn w:val="a9"/>
    <w:link w:val="a6"/>
    <w:rsid w:val="008D7B94"/>
    <w:rPr>
      <w:rFonts w:eastAsiaTheme="minorEastAsia" w:cstheme="minorBidi"/>
      <w:color w:val="000000" w:themeColor="text1"/>
      <w:sz w:val="24"/>
      <w:szCs w:val="17"/>
      <w:lang w:eastAsia="ja-JP"/>
    </w:rPr>
  </w:style>
  <w:style w:type="table" w:customStyle="1" w:styleId="-5">
    <w:name w:val="Таблица-формула"/>
    <w:basedOn w:val="-511"/>
    <w:uiPriority w:val="99"/>
    <w:rsid w:val="008D7B94"/>
    <w:tblPr/>
    <w:tcPr>
      <w:shd w:val="clear" w:color="auto" w:fill="EAF4D7"/>
    </w:tcPr>
    <w:tblStylePr w:type="firstRow">
      <w:pPr>
        <w:jc w:val="left"/>
      </w:pPr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FFFFFF" w:themeFill="background1"/>
        <w:vAlign w:val="center"/>
      </w:tcPr>
    </w:tblStylePr>
    <w:tblStylePr w:type="lastRow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firstCol"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lastCol"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99CB38"/>
      </w:tcPr>
    </w:tblStylePr>
    <w:tblStylePr w:type="band1Vert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Vert">
      <w:rPr>
        <w:rFonts w:ascii="Century Gothic" w:hAnsi="Century Gothic"/>
      </w:rPr>
      <w:tblPr/>
      <w:tcPr>
        <w:vAlign w:val="center"/>
      </w:tcPr>
    </w:tblStylePr>
    <w:tblStylePr w:type="band1Horz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Horz">
      <w:rPr>
        <w:rFonts w:ascii="Century Gothic" w:hAnsi="Century Gothic"/>
      </w:rPr>
      <w:tblPr/>
      <w:tcPr>
        <w:vAlign w:val="center"/>
      </w:tcPr>
    </w:tblStylePr>
    <w:tblStylePr w:type="neCell">
      <w:pPr>
        <w:jc w:val="right"/>
      </w:pPr>
      <w:rPr>
        <w:rFonts w:ascii="Century Gothic" w:hAnsi="Century Gothic"/>
      </w:rPr>
      <w:tblPr/>
      <w:tcPr>
        <w:shd w:val="clear" w:color="auto" w:fill="FFFFFF" w:themeFill="background1"/>
      </w:tcPr>
    </w:tblStylePr>
    <w:tblStylePr w:type="nwCell">
      <w:pPr>
        <w:jc w:val="right"/>
      </w:pPr>
      <w:rPr>
        <w:rFonts w:ascii="Century Gothic" w:hAnsi="Century Gothic"/>
        <w:b w:val="0"/>
      </w:rPr>
      <w:tblPr/>
      <w:tcPr>
        <w:shd w:val="clear" w:color="auto" w:fill="FFFFFF" w:themeFill="background1"/>
        <w:vAlign w:val="center"/>
      </w:tcPr>
    </w:tblStylePr>
    <w:tblStylePr w:type="seCell">
      <w:rPr>
        <w:rFonts w:ascii="Century Gothic" w:hAnsi="Century Gothic"/>
      </w:rPr>
      <w:tblPr/>
      <w:tcPr>
        <w:shd w:val="clear" w:color="auto" w:fill="EAF4D7"/>
      </w:tcPr>
    </w:tblStylePr>
    <w:tblStylePr w:type="swCell">
      <w:rPr>
        <w:rFonts w:ascii="Century Gothic" w:hAnsi="Century Gothic"/>
      </w:rPr>
    </w:tblStylePr>
  </w:style>
  <w:style w:type="paragraph" w:styleId="28">
    <w:name w:val="Body Text 2"/>
    <w:aliases w:val="1"/>
    <w:basedOn w:val="a8"/>
    <w:link w:val="29"/>
    <w:rsid w:val="008D7B94"/>
    <w:rPr>
      <w:b/>
      <w:sz w:val="28"/>
      <w:szCs w:val="20"/>
    </w:rPr>
  </w:style>
  <w:style w:type="character" w:customStyle="1" w:styleId="29">
    <w:name w:val="Основной текст 2 Знак"/>
    <w:aliases w:val="1 Знак"/>
    <w:basedOn w:val="a9"/>
    <w:link w:val="28"/>
    <w:rsid w:val="008D7B94"/>
    <w:rPr>
      <w:b/>
      <w:sz w:val="28"/>
    </w:rPr>
  </w:style>
  <w:style w:type="paragraph" w:styleId="39">
    <w:name w:val="Body Text Indent 3"/>
    <w:basedOn w:val="a8"/>
    <w:link w:val="3a"/>
    <w:rsid w:val="008D7B94"/>
    <w:pPr>
      <w:spacing w:after="120"/>
      <w:ind w:left="283"/>
    </w:pPr>
    <w:rPr>
      <w:szCs w:val="16"/>
    </w:rPr>
  </w:style>
  <w:style w:type="character" w:customStyle="1" w:styleId="3a">
    <w:name w:val="Основной текст с отступом 3 Знак"/>
    <w:basedOn w:val="a9"/>
    <w:link w:val="39"/>
    <w:rsid w:val="008D7B94"/>
    <w:rPr>
      <w:sz w:val="24"/>
      <w:szCs w:val="16"/>
    </w:rPr>
  </w:style>
  <w:style w:type="paragraph" w:customStyle="1" w:styleId="afffff1">
    <w:name w:val="Обычный по центру"/>
    <w:basedOn w:val="a8"/>
    <w:link w:val="afffff2"/>
    <w:rsid w:val="008D7B94"/>
    <w:pPr>
      <w:jc w:val="center"/>
    </w:pPr>
    <w:rPr>
      <w:b/>
      <w:szCs w:val="20"/>
    </w:rPr>
  </w:style>
  <w:style w:type="character" w:customStyle="1" w:styleId="afffff2">
    <w:name w:val="Обычный по центру Знак"/>
    <w:basedOn w:val="a9"/>
    <w:link w:val="afffff1"/>
    <w:rsid w:val="008D7B94"/>
    <w:rPr>
      <w:b/>
      <w:sz w:val="24"/>
    </w:rPr>
  </w:style>
  <w:style w:type="paragraph" w:customStyle="1" w:styleId="afffff3">
    <w:name w:val="Обычный без отступа"/>
    <w:basedOn w:val="a8"/>
    <w:rsid w:val="008D7B94"/>
    <w:rPr>
      <w:b/>
      <w:szCs w:val="20"/>
    </w:rPr>
  </w:style>
  <w:style w:type="paragraph" w:customStyle="1" w:styleId="afffff4">
    <w:name w:val="Нумерованный список без отступа"/>
    <w:basedOn w:val="afffff5"/>
    <w:rsid w:val="008D7B94"/>
    <w:pPr>
      <w:tabs>
        <w:tab w:val="clear" w:pos="340"/>
      </w:tabs>
      <w:ind w:left="283" w:hanging="283"/>
    </w:pPr>
    <w:rPr>
      <w:b/>
      <w:szCs w:val="20"/>
    </w:rPr>
  </w:style>
  <w:style w:type="paragraph" w:styleId="afffff5">
    <w:name w:val="List Number"/>
    <w:basedOn w:val="a8"/>
    <w:rsid w:val="008D7B94"/>
    <w:pPr>
      <w:tabs>
        <w:tab w:val="num" w:pos="340"/>
      </w:tabs>
    </w:pPr>
    <w:rPr>
      <w:szCs w:val="16"/>
    </w:rPr>
  </w:style>
  <w:style w:type="paragraph" w:customStyle="1" w:styleId="310">
    <w:name w:val="Основной текст с отступом 31"/>
    <w:basedOn w:val="a8"/>
    <w:rsid w:val="008D7B94"/>
    <w:pPr>
      <w:ind w:firstLine="284"/>
    </w:pPr>
    <w:rPr>
      <w:b/>
      <w:sz w:val="28"/>
      <w:szCs w:val="20"/>
    </w:rPr>
  </w:style>
  <w:style w:type="paragraph" w:customStyle="1" w:styleId="C1">
    <w:name w:val="Cтиль1"/>
    <w:basedOn w:val="a8"/>
    <w:rsid w:val="008D7B94"/>
    <w:rPr>
      <w:b/>
    </w:rPr>
  </w:style>
  <w:style w:type="character" w:styleId="afffff6">
    <w:name w:val="page number"/>
    <w:basedOn w:val="a9"/>
    <w:rsid w:val="008D7B94"/>
  </w:style>
  <w:style w:type="character" w:customStyle="1" w:styleId="affff6">
    <w:name w:val="Без интервала Знак"/>
    <w:basedOn w:val="a9"/>
    <w:link w:val="affff5"/>
    <w:uiPriority w:val="1"/>
    <w:rsid w:val="008D7B94"/>
    <w:rPr>
      <w:sz w:val="24"/>
      <w:szCs w:val="24"/>
    </w:rPr>
  </w:style>
  <w:style w:type="paragraph" w:styleId="HTML">
    <w:name w:val="HTML Preformatted"/>
    <w:basedOn w:val="a8"/>
    <w:link w:val="HTML0"/>
    <w:uiPriority w:val="99"/>
    <w:unhideWhenUsed/>
    <w:rsid w:val="008D7B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/>
      <w:szCs w:val="20"/>
    </w:rPr>
  </w:style>
  <w:style w:type="character" w:customStyle="1" w:styleId="HTML0">
    <w:name w:val="Стандартный HTML Знак"/>
    <w:basedOn w:val="a9"/>
    <w:link w:val="HTML"/>
    <w:uiPriority w:val="99"/>
    <w:rsid w:val="008D7B94"/>
    <w:rPr>
      <w:rFonts w:ascii="Courier New" w:hAnsi="Courier New" w:cs="Courier New"/>
      <w:b/>
      <w:sz w:val="24"/>
    </w:rPr>
  </w:style>
  <w:style w:type="character" w:customStyle="1" w:styleId="affa">
    <w:name w:val="Схема документа Знак"/>
    <w:basedOn w:val="a9"/>
    <w:link w:val="aff9"/>
    <w:rsid w:val="008D7B94"/>
    <w:rPr>
      <w:rFonts w:ascii="Tahoma" w:hAnsi="Tahoma"/>
      <w:sz w:val="24"/>
      <w:shd w:val="clear" w:color="auto" w:fill="000080"/>
    </w:rPr>
  </w:style>
  <w:style w:type="character" w:customStyle="1" w:styleId="aff5">
    <w:name w:val="Текст примечания Знак"/>
    <w:basedOn w:val="a9"/>
    <w:link w:val="aff4"/>
    <w:semiHidden/>
    <w:rsid w:val="008D7B94"/>
  </w:style>
  <w:style w:type="character" w:customStyle="1" w:styleId="aff7">
    <w:name w:val="Тема примечания Знак"/>
    <w:basedOn w:val="aff5"/>
    <w:link w:val="aff6"/>
    <w:rsid w:val="008D7B94"/>
    <w:rPr>
      <w:b/>
      <w:bCs/>
    </w:rPr>
  </w:style>
  <w:style w:type="table" w:customStyle="1" w:styleId="16">
    <w:name w:val="Светлый список1"/>
    <w:basedOn w:val="aa"/>
    <w:uiPriority w:val="61"/>
    <w:rsid w:val="008D7B9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afffff7">
    <w:name w:val="Таблица содержимое"/>
    <w:basedOn w:val="110"/>
    <w:qFormat/>
    <w:rsid w:val="008D7B94"/>
    <w:pPr>
      <w:spacing w:line="240" w:lineRule="auto"/>
      <w:jc w:val="center"/>
    </w:pPr>
  </w:style>
  <w:style w:type="paragraph" w:customStyle="1" w:styleId="afffff8">
    <w:name w:val="Рисунок"/>
    <w:basedOn w:val="a8"/>
    <w:qFormat/>
    <w:rsid w:val="008D7B94"/>
    <w:pPr>
      <w:keepNext/>
      <w:jc w:val="center"/>
    </w:pPr>
  </w:style>
  <w:style w:type="paragraph" w:customStyle="1" w:styleId="afffff9">
    <w:name w:val="Рисунок подпись"/>
    <w:basedOn w:val="af7"/>
    <w:qFormat/>
    <w:rsid w:val="008D7B94"/>
    <w:pPr>
      <w:spacing w:before="0"/>
    </w:pPr>
    <w:rPr>
      <w:bCs w:val="0"/>
      <w:color w:val="FFFFFF" w:themeColor="background1"/>
      <w:sz w:val="24"/>
      <w:szCs w:val="24"/>
    </w:rPr>
  </w:style>
  <w:style w:type="paragraph" w:customStyle="1" w:styleId="111">
    <w:name w:val="11"/>
    <w:basedOn w:val="a8"/>
    <w:rsid w:val="008D7B94"/>
  </w:style>
  <w:style w:type="paragraph" w:customStyle="1" w:styleId="11-">
    <w:name w:val="11 - список"/>
    <w:basedOn w:val="111"/>
    <w:qFormat/>
    <w:rsid w:val="008D7B94"/>
    <w:pPr>
      <w:numPr>
        <w:numId w:val="12"/>
      </w:numPr>
      <w:tabs>
        <w:tab w:val="left" w:pos="851"/>
      </w:tabs>
    </w:pPr>
  </w:style>
  <w:style w:type="paragraph" w:customStyle="1" w:styleId="11-0">
    <w:name w:val="11 - Рисунок"/>
    <w:basedOn w:val="afffb"/>
    <w:rsid w:val="008D7B94"/>
    <w:pPr>
      <w:keepNext/>
      <w:keepLines/>
      <w:spacing w:before="120"/>
      <w:ind w:firstLine="284"/>
      <w:outlineLvl w:val="9"/>
    </w:pPr>
    <w:rPr>
      <w:b w:val="0"/>
      <w:bCs w:val="0"/>
      <w:kern w:val="0"/>
      <w:sz w:val="24"/>
      <w:szCs w:val="20"/>
    </w:rPr>
  </w:style>
  <w:style w:type="paragraph" w:styleId="afffffa">
    <w:name w:val="TOC Heading"/>
    <w:basedOn w:val="1"/>
    <w:next w:val="a8"/>
    <w:uiPriority w:val="39"/>
    <w:semiHidden/>
    <w:unhideWhenUsed/>
    <w:qFormat/>
    <w:rsid w:val="008D7B94"/>
    <w:pPr>
      <w:keepLines/>
      <w:pageBreakBefore w:val="0"/>
      <w:numPr>
        <w:numId w:val="0"/>
      </w:numPr>
      <w:spacing w:before="480" w:after="0"/>
      <w:outlineLvl w:val="9"/>
    </w:pPr>
    <w:rPr>
      <w:rFonts w:ascii="Cambria" w:hAnsi="Cambria"/>
      <w:b w:val="0"/>
      <w:color w:val="365F91"/>
      <w:kern w:val="0"/>
      <w:sz w:val="36"/>
      <w:lang w:eastAsia="en-US"/>
    </w:rPr>
  </w:style>
  <w:style w:type="paragraph" w:customStyle="1" w:styleId="120">
    <w:name w:val="Стиль Рисунок + После:  12 пт"/>
    <w:basedOn w:val="afffff8"/>
    <w:rsid w:val="008D7B94"/>
    <w:pPr>
      <w:spacing w:after="120"/>
    </w:pPr>
    <w:rPr>
      <w:szCs w:val="20"/>
    </w:rPr>
  </w:style>
  <w:style w:type="character" w:styleId="afffffb">
    <w:name w:val="Placeholder Text"/>
    <w:basedOn w:val="a9"/>
    <w:uiPriority w:val="99"/>
    <w:semiHidden/>
    <w:rsid w:val="008D7B94"/>
    <w:rPr>
      <w:color w:val="808080"/>
    </w:rPr>
  </w:style>
  <w:style w:type="paragraph" w:customStyle="1" w:styleId="112">
    <w:name w:val="11 + курсив"/>
    <w:basedOn w:val="111"/>
    <w:rsid w:val="008D7B94"/>
    <w:rPr>
      <w:i/>
      <w:iCs/>
    </w:rPr>
  </w:style>
  <w:style w:type="paragraph" w:styleId="afffffc">
    <w:name w:val="endnote text"/>
    <w:basedOn w:val="a8"/>
    <w:link w:val="afffffd"/>
    <w:rsid w:val="008D7B94"/>
    <w:rPr>
      <w:szCs w:val="20"/>
    </w:rPr>
  </w:style>
  <w:style w:type="character" w:customStyle="1" w:styleId="afffffd">
    <w:name w:val="Текст концевой сноски Знак"/>
    <w:basedOn w:val="a9"/>
    <w:link w:val="afffffc"/>
    <w:rsid w:val="008D7B94"/>
    <w:rPr>
      <w:sz w:val="24"/>
    </w:rPr>
  </w:style>
  <w:style w:type="character" w:styleId="afffffe">
    <w:name w:val="endnote reference"/>
    <w:basedOn w:val="a9"/>
    <w:rsid w:val="008D7B94"/>
    <w:rPr>
      <w:vertAlign w:val="superscript"/>
    </w:rPr>
  </w:style>
  <w:style w:type="numbering" w:customStyle="1" w:styleId="a3">
    <w:name w:val="Список многоуровневый"/>
    <w:basedOn w:val="ab"/>
    <w:rsid w:val="008D7B94"/>
    <w:pPr>
      <w:numPr>
        <w:numId w:val="13"/>
      </w:numPr>
    </w:pPr>
  </w:style>
  <w:style w:type="paragraph" w:customStyle="1" w:styleId="113">
    <w:name w:val="11Таблица"/>
    <w:basedOn w:val="af7"/>
    <w:qFormat/>
    <w:rsid w:val="008D7B94"/>
    <w:pPr>
      <w:keepNext/>
      <w:spacing w:before="0" w:after="0"/>
      <w:ind w:left="-567"/>
    </w:pPr>
    <w:rPr>
      <w:bCs w:val="0"/>
      <w:color w:val="FFFFFF" w:themeColor="background1"/>
      <w:sz w:val="24"/>
    </w:rPr>
  </w:style>
  <w:style w:type="paragraph" w:customStyle="1" w:styleId="affffff">
    <w:name w:val="Стиль Название объекта"/>
    <w:aliases w:val="Таблица + Calibri полужирный"/>
    <w:basedOn w:val="af7"/>
    <w:rsid w:val="008D7B94"/>
    <w:pPr>
      <w:keepNext/>
      <w:spacing w:before="0" w:after="0"/>
      <w:ind w:left="-567"/>
    </w:pPr>
    <w:rPr>
      <w:color w:val="FFFFFF" w:themeColor="background1"/>
      <w:sz w:val="24"/>
    </w:rPr>
  </w:style>
  <w:style w:type="paragraph" w:customStyle="1" w:styleId="100">
    <w:name w:val="Заголовок 1 + По правому краю Первая строка:  0 см"/>
    <w:basedOn w:val="1"/>
    <w:rsid w:val="008D7B94"/>
    <w:pPr>
      <w:pageBreakBefore w:val="0"/>
      <w:numPr>
        <w:numId w:val="0"/>
      </w:numPr>
      <w:spacing w:before="120"/>
      <w:jc w:val="right"/>
    </w:pPr>
    <w:rPr>
      <w:bCs w:val="0"/>
      <w:kern w:val="0"/>
      <w:sz w:val="36"/>
      <w:szCs w:val="24"/>
      <w:lang w:val="en-GB"/>
    </w:rPr>
  </w:style>
  <w:style w:type="numbering" w:customStyle="1" w:styleId="17">
    <w:name w:val="Нет списка1"/>
    <w:next w:val="ab"/>
    <w:uiPriority w:val="99"/>
    <w:semiHidden/>
    <w:rsid w:val="008D7B94"/>
  </w:style>
  <w:style w:type="table" w:customStyle="1" w:styleId="114">
    <w:name w:val="Светлый список11"/>
    <w:basedOn w:val="aa"/>
    <w:uiPriority w:val="61"/>
    <w:rsid w:val="008D7B9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18">
    <w:name w:val="Список многоуровневый1"/>
    <w:basedOn w:val="ab"/>
    <w:rsid w:val="008D7B94"/>
  </w:style>
  <w:style w:type="numbering" w:customStyle="1" w:styleId="2a">
    <w:name w:val="Нет списка2"/>
    <w:next w:val="ab"/>
    <w:uiPriority w:val="99"/>
    <w:semiHidden/>
    <w:rsid w:val="008D7B94"/>
  </w:style>
  <w:style w:type="table" w:customStyle="1" w:styleId="121">
    <w:name w:val="Светлый список12"/>
    <w:basedOn w:val="aa"/>
    <w:uiPriority w:val="61"/>
    <w:rsid w:val="008D7B9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b">
    <w:name w:val="Список многоуровневый2"/>
    <w:basedOn w:val="ab"/>
    <w:rsid w:val="008D7B94"/>
  </w:style>
  <w:style w:type="paragraph" w:customStyle="1" w:styleId="-6">
    <w:name w:val="Рисунок - ПОДПИСЬ"/>
    <w:basedOn w:val="a8"/>
    <w:link w:val="-7"/>
    <w:rsid w:val="008D7B94"/>
    <w:pPr>
      <w:jc w:val="center"/>
    </w:pPr>
    <w:rPr>
      <w:rFonts w:asciiTheme="minorHAnsi" w:hAnsiTheme="minorHAnsi"/>
      <w:bCs/>
      <w:szCs w:val="20"/>
    </w:rPr>
  </w:style>
  <w:style w:type="character" w:customStyle="1" w:styleId="-7">
    <w:name w:val="Рисунок - ПОДПИСЬ Знак"/>
    <w:basedOn w:val="a9"/>
    <w:link w:val="-6"/>
    <w:rsid w:val="008D7B94"/>
    <w:rPr>
      <w:rFonts w:asciiTheme="minorHAnsi" w:hAnsiTheme="minorHAnsi"/>
      <w:bCs/>
      <w:sz w:val="24"/>
    </w:rPr>
  </w:style>
  <w:style w:type="paragraph" w:customStyle="1" w:styleId="-8">
    <w:name w:val="Таблица - текст по лев краю"/>
    <w:basedOn w:val="a8"/>
    <w:link w:val="-9"/>
    <w:rsid w:val="008D7B94"/>
    <w:rPr>
      <w:rFonts w:asciiTheme="minorHAnsi" w:hAnsiTheme="minorHAnsi"/>
      <w:szCs w:val="20"/>
    </w:rPr>
  </w:style>
  <w:style w:type="character" w:customStyle="1" w:styleId="-9">
    <w:name w:val="Таблица - текст по лев краю Знак"/>
    <w:basedOn w:val="a9"/>
    <w:link w:val="-8"/>
    <w:rsid w:val="008D7B94"/>
    <w:rPr>
      <w:rFonts w:asciiTheme="minorHAnsi" w:hAnsiTheme="minorHAnsi"/>
      <w:sz w:val="24"/>
    </w:rPr>
  </w:style>
  <w:style w:type="table" w:customStyle="1" w:styleId="-21">
    <w:name w:val="Таблица-сетка 21"/>
    <w:basedOn w:val="aa"/>
    <w:uiPriority w:val="47"/>
    <w:rsid w:val="008D7B94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31">
    <w:name w:val="Список-таблица 4 — акцент 31"/>
    <w:basedOn w:val="aa"/>
    <w:uiPriority w:val="49"/>
    <w:rsid w:val="008D7B94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affffff0">
    <w:name w:val="Подпись рисунка"/>
    <w:basedOn w:val="a8"/>
    <w:next w:val="a8"/>
    <w:qFormat/>
    <w:rsid w:val="008D7B94"/>
    <w:pPr>
      <w:shd w:val="clear" w:color="auto" w:fill="FFFFFF" w:themeFill="background1"/>
      <w:spacing w:before="120" w:after="240"/>
      <w:jc w:val="center"/>
    </w:pPr>
    <w:rPr>
      <w:rFonts w:eastAsiaTheme="minorHAnsi" w:cstheme="minorBidi"/>
      <w:szCs w:val="22"/>
      <w:lang w:eastAsia="en-US"/>
    </w:rPr>
  </w:style>
  <w:style w:type="character" w:customStyle="1" w:styleId="21">
    <w:name w:val="Заголовок 2 Знак"/>
    <w:basedOn w:val="a9"/>
    <w:link w:val="2"/>
    <w:uiPriority w:val="9"/>
    <w:rsid w:val="00841B11"/>
    <w:rPr>
      <w:b/>
      <w:bCs/>
      <w:iCs/>
      <w:color w:val="548DD4" w:themeColor="text2" w:themeTint="99"/>
      <w:sz w:val="24"/>
      <w:szCs w:val="28"/>
    </w:rPr>
  </w:style>
  <w:style w:type="paragraph" w:customStyle="1" w:styleId="affffff1">
    <w:name w:val="Обычный с нумерацией абзацев"/>
    <w:basedOn w:val="30"/>
    <w:qFormat/>
    <w:rsid w:val="008D7B94"/>
    <w:pPr>
      <w:keepNext w:val="0"/>
      <w:numPr>
        <w:ilvl w:val="0"/>
        <w:numId w:val="0"/>
      </w:numPr>
      <w:tabs>
        <w:tab w:val="clear" w:pos="1276"/>
      </w:tabs>
      <w:spacing w:before="40" w:after="0" w:line="259" w:lineRule="auto"/>
      <w:ind w:firstLine="709"/>
      <w:outlineLvl w:val="9"/>
    </w:pPr>
    <w:rPr>
      <w:rFonts w:eastAsiaTheme="majorEastAsia" w:cstheme="majorBidi"/>
      <w:b/>
      <w:bCs w:val="0"/>
      <w:szCs w:val="24"/>
      <w:lang w:eastAsia="en-US"/>
    </w:rPr>
  </w:style>
  <w:style w:type="paragraph" w:styleId="affffff2">
    <w:name w:val="footnote text"/>
    <w:basedOn w:val="a8"/>
    <w:link w:val="affffff3"/>
    <w:uiPriority w:val="99"/>
    <w:semiHidden/>
    <w:unhideWhenUsed/>
    <w:rsid w:val="008D7B94"/>
    <w:pPr>
      <w:ind w:firstLine="709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fffff3">
    <w:name w:val="Текст сноски Знак"/>
    <w:basedOn w:val="a9"/>
    <w:link w:val="affffff2"/>
    <w:uiPriority w:val="99"/>
    <w:semiHidden/>
    <w:rsid w:val="008D7B94"/>
    <w:rPr>
      <w:rFonts w:asciiTheme="minorHAnsi" w:eastAsiaTheme="minorHAnsi" w:hAnsiTheme="minorHAnsi" w:cstheme="minorBidi"/>
      <w:sz w:val="24"/>
      <w:lang w:eastAsia="en-US"/>
    </w:rPr>
  </w:style>
  <w:style w:type="character" w:styleId="affffff4">
    <w:name w:val="footnote reference"/>
    <w:basedOn w:val="a9"/>
    <w:uiPriority w:val="99"/>
    <w:unhideWhenUsed/>
    <w:rsid w:val="008D7B94"/>
    <w:rPr>
      <w:vertAlign w:val="superscript"/>
    </w:rPr>
  </w:style>
  <w:style w:type="paragraph" w:customStyle="1" w:styleId="affffff5">
    <w:name w:val="Названия таблиц"/>
    <w:basedOn w:val="af7"/>
    <w:link w:val="affffff6"/>
    <w:qFormat/>
    <w:rsid w:val="008D7B94"/>
    <w:pPr>
      <w:spacing w:before="0" w:after="0"/>
      <w:jc w:val="right"/>
    </w:pPr>
    <w:rPr>
      <w:b w:val="0"/>
      <w:bCs w:val="0"/>
      <w:smallCaps/>
      <w:spacing w:val="6"/>
      <w:sz w:val="24"/>
    </w:rPr>
  </w:style>
  <w:style w:type="character" w:customStyle="1" w:styleId="affffff6">
    <w:name w:val="Названия таблиц Знак"/>
    <w:basedOn w:val="a9"/>
    <w:link w:val="affffff5"/>
    <w:rsid w:val="008D7B94"/>
    <w:rPr>
      <w:smallCaps/>
      <w:spacing w:val="6"/>
      <w:sz w:val="24"/>
    </w:rPr>
  </w:style>
  <w:style w:type="table" w:customStyle="1" w:styleId="-521">
    <w:name w:val="Таблица-сетка 5 темная — акцент 21"/>
    <w:basedOn w:val="aa"/>
    <w:uiPriority w:val="50"/>
    <w:rsid w:val="008D7B9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character" w:styleId="affffff7">
    <w:name w:val="Intense Emphasis"/>
    <w:basedOn w:val="a9"/>
    <w:uiPriority w:val="21"/>
    <w:qFormat/>
    <w:rsid w:val="008D7B94"/>
    <w:rPr>
      <w:b/>
      <w:bCs/>
      <w:i/>
      <w:iCs/>
      <w:color w:val="auto"/>
    </w:rPr>
  </w:style>
  <w:style w:type="paragraph" w:customStyle="1" w:styleId="affffff8">
    <w:name w:val="Выделение зелёным"/>
    <w:basedOn w:val="a8"/>
    <w:qFormat/>
    <w:rsid w:val="008D7B94"/>
    <w:pPr>
      <w:shd w:val="clear" w:color="auto" w:fill="99CB38"/>
      <w:spacing w:after="120"/>
    </w:pPr>
    <w:rPr>
      <w:rFonts w:eastAsiaTheme="minorEastAsia" w:cstheme="minorBidi"/>
      <w:color w:val="FFFFFF" w:themeColor="background1"/>
      <w:szCs w:val="17"/>
      <w:lang w:eastAsia="ja-JP"/>
    </w:rPr>
  </w:style>
  <w:style w:type="paragraph" w:styleId="affffff9">
    <w:name w:val="Intense Quote"/>
    <w:aliases w:val="Выделение определений"/>
    <w:basedOn w:val="a8"/>
    <w:link w:val="affffffa"/>
    <w:uiPriority w:val="30"/>
    <w:qFormat/>
    <w:rsid w:val="008D7B94"/>
    <w:pPr>
      <w:spacing w:after="120"/>
      <w:ind w:left="1225" w:right="1225"/>
    </w:pPr>
    <w:rPr>
      <w:rFonts w:eastAsiaTheme="minorEastAsia" w:cstheme="minorBidi"/>
      <w:color w:val="000000" w:themeColor="text1"/>
      <w:szCs w:val="28"/>
      <w:lang w:val="en-US" w:eastAsia="ja-JP"/>
    </w:rPr>
  </w:style>
  <w:style w:type="character" w:customStyle="1" w:styleId="affffffa">
    <w:name w:val="Выделенная цитата Знак"/>
    <w:aliases w:val="Выделение определений Знак"/>
    <w:basedOn w:val="a9"/>
    <w:link w:val="affffff9"/>
    <w:uiPriority w:val="30"/>
    <w:rsid w:val="008D7B94"/>
    <w:rPr>
      <w:rFonts w:eastAsiaTheme="minorEastAsia" w:cstheme="minorBidi"/>
      <w:color w:val="000000" w:themeColor="text1"/>
      <w:sz w:val="24"/>
      <w:szCs w:val="28"/>
      <w:lang w:val="en-US" w:eastAsia="ja-JP"/>
    </w:rPr>
  </w:style>
  <w:style w:type="paragraph" w:customStyle="1" w:styleId="19">
    <w:name w:val="Стиль1"/>
    <w:basedOn w:val="a8"/>
    <w:qFormat/>
    <w:rsid w:val="008D7B94"/>
    <w:pPr>
      <w:pBdr>
        <w:top w:val="single" w:sz="24" w:space="3" w:color="79AE22"/>
        <w:bottom w:val="single" w:sz="24" w:space="3" w:color="79AE22"/>
      </w:pBdr>
    </w:pPr>
    <w:rPr>
      <w:rFonts w:eastAsiaTheme="minorEastAsia" w:cstheme="minorBidi"/>
      <w:szCs w:val="17"/>
      <w:lang w:eastAsia="ja-JP"/>
    </w:rPr>
  </w:style>
  <w:style w:type="paragraph" w:customStyle="1" w:styleId="3">
    <w:name w:val="Заголовок 3 зеленый"/>
    <w:basedOn w:val="30"/>
    <w:next w:val="a8"/>
    <w:qFormat/>
    <w:rsid w:val="008D7B94"/>
    <w:pPr>
      <w:numPr>
        <w:numId w:val="2"/>
      </w:numPr>
      <w:tabs>
        <w:tab w:val="clear" w:pos="1276"/>
      </w:tabs>
      <w:spacing w:before="160" w:after="0"/>
      <w:ind w:left="0"/>
    </w:pPr>
    <w:rPr>
      <w:b/>
      <w:bCs w:val="0"/>
      <w:szCs w:val="20"/>
    </w:rPr>
  </w:style>
  <w:style w:type="table" w:customStyle="1" w:styleId="affffffb">
    <w:name w:val="Пример расчета уставок"/>
    <w:basedOn w:val="-511"/>
    <w:uiPriority w:val="99"/>
    <w:rsid w:val="008D7B94"/>
    <w:tblPr/>
    <w:tcPr>
      <w:shd w:val="clear" w:color="auto" w:fill="EAF4D7"/>
    </w:tcPr>
    <w:tblStylePr w:type="firstRow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</w:tcPr>
    </w:tblStylePr>
    <w:tblStylePr w:type="lastRow">
      <w:pPr>
        <w:jc w:val="center"/>
      </w:pPr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firstCol">
      <w:rPr>
        <w:rFonts w:ascii="Century Gothic" w:hAnsi="Century Gothic"/>
        <w:b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lastCol">
      <w:pPr>
        <w:jc w:val="center"/>
      </w:pPr>
      <w:rPr>
        <w:rFonts w:ascii="Century Gothic" w:hAnsi="Century Gothic"/>
        <w:b w:val="0"/>
        <w:bCs/>
        <w:color w:val="FFFFFF" w:themeColor="background1"/>
      </w:rPr>
      <w:tblPr/>
      <w:tcPr>
        <w:shd w:val="clear" w:color="auto" w:fill="99CB38"/>
        <w:vAlign w:val="center"/>
      </w:tcPr>
    </w:tblStylePr>
    <w:tblStylePr w:type="band1Vert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Vert">
      <w:rPr>
        <w:rFonts w:ascii="Century Gothic" w:hAnsi="Century Gothic"/>
      </w:rPr>
      <w:tblPr/>
      <w:tcPr>
        <w:vAlign w:val="center"/>
      </w:tcPr>
    </w:tblStylePr>
    <w:tblStylePr w:type="band1Horz">
      <w:rPr>
        <w:rFonts w:ascii="Century Gothic" w:hAnsi="Century Gothic"/>
      </w:rPr>
      <w:tblPr/>
      <w:tcPr>
        <w:shd w:val="clear" w:color="auto" w:fill="D6EAAF"/>
        <w:vAlign w:val="center"/>
      </w:tcPr>
    </w:tblStylePr>
    <w:tblStylePr w:type="band2Horz">
      <w:rPr>
        <w:rFonts w:ascii="Century Gothic" w:hAnsi="Century Gothic"/>
      </w:rPr>
      <w:tblPr/>
      <w:tcPr>
        <w:vAlign w:val="center"/>
      </w:tcPr>
    </w:tblStylePr>
    <w:tblStylePr w:type="neCell">
      <w:rPr>
        <w:rFonts w:ascii="Century Gothic" w:hAnsi="Century Gothic"/>
      </w:rPr>
    </w:tblStylePr>
    <w:tblStylePr w:type="nwCell">
      <w:rPr>
        <w:rFonts w:ascii="Century Gothic" w:hAnsi="Century Gothic"/>
      </w:rPr>
      <w:tblPr/>
      <w:tcPr>
        <w:shd w:val="clear" w:color="auto" w:fill="EAF4D7"/>
      </w:tcPr>
    </w:tblStylePr>
    <w:tblStylePr w:type="seCell">
      <w:rPr>
        <w:rFonts w:ascii="Century Gothic" w:hAnsi="Century Gothic"/>
      </w:rPr>
      <w:tblPr/>
      <w:tcPr>
        <w:shd w:val="clear" w:color="auto" w:fill="EAF4D7"/>
      </w:tcPr>
    </w:tblStylePr>
    <w:tblStylePr w:type="swCell">
      <w:rPr>
        <w:rFonts w:ascii="Century Gothic" w:hAnsi="Century Gothic"/>
      </w:rPr>
    </w:tblStylePr>
  </w:style>
  <w:style w:type="paragraph" w:customStyle="1" w:styleId="-a">
    <w:name w:val="Таблица - основной правый"/>
    <w:basedOn w:val="a8"/>
    <w:link w:val="-b"/>
    <w:qFormat/>
    <w:rsid w:val="008D7B94"/>
    <w:pPr>
      <w:jc w:val="center"/>
    </w:pPr>
    <w:rPr>
      <w:rFonts w:eastAsiaTheme="minorEastAsia" w:cstheme="minorBidi"/>
      <w:color w:val="000000"/>
    </w:rPr>
  </w:style>
  <w:style w:type="character" w:customStyle="1" w:styleId="-b">
    <w:name w:val="Таблица - основной правый Знак"/>
    <w:basedOn w:val="a9"/>
    <w:link w:val="-a"/>
    <w:rsid w:val="008D7B94"/>
    <w:rPr>
      <w:rFonts w:eastAsiaTheme="minorEastAsia" w:cstheme="minorBidi"/>
      <w:color w:val="000000"/>
      <w:sz w:val="24"/>
      <w:szCs w:val="24"/>
    </w:rPr>
  </w:style>
  <w:style w:type="character" w:customStyle="1" w:styleId="32">
    <w:name w:val="Заголовок 3 Знак"/>
    <w:basedOn w:val="a9"/>
    <w:link w:val="30"/>
    <w:rsid w:val="00841B11"/>
    <w:rPr>
      <w:bCs/>
      <w:color w:val="548DD4" w:themeColor="text2" w:themeTint="99"/>
      <w:sz w:val="24"/>
      <w:szCs w:val="26"/>
    </w:rPr>
  </w:style>
  <w:style w:type="character" w:customStyle="1" w:styleId="41">
    <w:name w:val="Заголовок 4 Знак"/>
    <w:basedOn w:val="a9"/>
    <w:link w:val="4"/>
    <w:uiPriority w:val="9"/>
    <w:rsid w:val="00967DFD"/>
    <w:rPr>
      <w:bCs/>
      <w:sz w:val="24"/>
      <w:szCs w:val="24"/>
    </w:rPr>
  </w:style>
  <w:style w:type="character" w:customStyle="1" w:styleId="af8">
    <w:name w:val="Название объекта Знак"/>
    <w:aliases w:val="Таблица Знак"/>
    <w:basedOn w:val="a9"/>
    <w:link w:val="af7"/>
    <w:rsid w:val="008D7B94"/>
    <w:rPr>
      <w:b/>
      <w:bCs/>
      <w:sz w:val="22"/>
    </w:rPr>
  </w:style>
  <w:style w:type="paragraph" w:customStyle="1" w:styleId="-10">
    <w:name w:val="Таблица - заголовок 1"/>
    <w:basedOn w:val="a8"/>
    <w:link w:val="-11"/>
    <w:qFormat/>
    <w:rsid w:val="008D7B94"/>
    <w:pPr>
      <w:jc w:val="center"/>
    </w:pPr>
    <w:rPr>
      <w:rFonts w:eastAsiaTheme="minorEastAsia" w:cstheme="minorBidi"/>
      <w:b/>
      <w:szCs w:val="17"/>
    </w:rPr>
  </w:style>
  <w:style w:type="character" w:customStyle="1" w:styleId="-11">
    <w:name w:val="Таблица - заголовок 1 Знак"/>
    <w:basedOn w:val="a9"/>
    <w:link w:val="-10"/>
    <w:rsid w:val="008D7B94"/>
    <w:rPr>
      <w:rFonts w:eastAsiaTheme="minorEastAsia" w:cstheme="minorBidi"/>
      <w:b/>
      <w:sz w:val="24"/>
      <w:szCs w:val="17"/>
    </w:rPr>
  </w:style>
  <w:style w:type="paragraph" w:customStyle="1" w:styleId="1-">
    <w:name w:val="1Табл-название"/>
    <w:link w:val="1-0"/>
    <w:qFormat/>
    <w:rsid w:val="008D7B94"/>
    <w:pPr>
      <w:spacing w:after="160" w:line="300" w:lineRule="auto"/>
      <w:jc w:val="right"/>
    </w:pPr>
    <w:rPr>
      <w:rFonts w:ascii="Century Gothic" w:hAnsi="Century Gothic"/>
      <w:bCs/>
      <w:smallCaps/>
      <w:color w:val="000000" w:themeColor="text1"/>
      <w:spacing w:val="6"/>
      <w:sz w:val="24"/>
      <w:szCs w:val="24"/>
    </w:rPr>
  </w:style>
  <w:style w:type="character" w:customStyle="1" w:styleId="1-0">
    <w:name w:val="1Табл-название Знак"/>
    <w:basedOn w:val="af8"/>
    <w:link w:val="1-"/>
    <w:rsid w:val="008D7B94"/>
    <w:rPr>
      <w:rFonts w:ascii="Century Gothic" w:hAnsi="Century Gothic"/>
      <w:b w:val="0"/>
      <w:bCs/>
      <w:smallCaps/>
      <w:color w:val="000000" w:themeColor="text1"/>
      <w:spacing w:val="6"/>
      <w:sz w:val="24"/>
      <w:szCs w:val="24"/>
    </w:rPr>
  </w:style>
  <w:style w:type="paragraph" w:styleId="3b">
    <w:name w:val="List Continue 3"/>
    <w:basedOn w:val="a8"/>
    <w:semiHidden/>
    <w:unhideWhenUsed/>
    <w:rsid w:val="0067265D"/>
    <w:pPr>
      <w:spacing w:after="120"/>
      <w:ind w:left="849"/>
      <w:contextualSpacing/>
    </w:pPr>
  </w:style>
  <w:style w:type="paragraph" w:customStyle="1" w:styleId="Twordcopyformat">
    <w:name w:val="Tword_copy_format"/>
    <w:basedOn w:val="a8"/>
    <w:rsid w:val="00FE137B"/>
    <w:pPr>
      <w:spacing w:line="240" w:lineRule="auto"/>
      <w:ind w:firstLine="0"/>
      <w:jc w:val="center"/>
    </w:pPr>
    <w:rPr>
      <w:rFonts w:ascii="Arial" w:hAnsi="Arial" w:cs="Arial"/>
      <w:i/>
      <w:sz w:val="20"/>
      <w:szCs w:val="20"/>
    </w:rPr>
  </w:style>
  <w:style w:type="paragraph" w:customStyle="1" w:styleId="Twordfami">
    <w:name w:val="Tword_fami"/>
    <w:basedOn w:val="a8"/>
    <w:uiPriority w:val="99"/>
    <w:rsid w:val="00FE137B"/>
    <w:pPr>
      <w:spacing w:line="240" w:lineRule="auto"/>
      <w:ind w:firstLine="0"/>
      <w:jc w:val="left"/>
    </w:pPr>
    <w:rPr>
      <w:rFonts w:ascii="Arial" w:hAnsi="Arial" w:cs="Arial"/>
      <w:i/>
      <w:sz w:val="18"/>
      <w:szCs w:val="20"/>
    </w:rPr>
  </w:style>
  <w:style w:type="character" w:customStyle="1" w:styleId="affff9">
    <w:name w:val="Абзац списка Знак"/>
    <w:aliases w:val="Абзац списка ПОС Знак,СТ Знак,Нумерованый список Знак,List Paragraph1 Знак,Абзац список дефиз Знак,Общий_К Знак"/>
    <w:link w:val="affff8"/>
    <w:uiPriority w:val="34"/>
    <w:locked/>
    <w:rsid w:val="00C25023"/>
    <w:rPr>
      <w:sz w:val="24"/>
      <w:szCs w:val="24"/>
    </w:rPr>
  </w:style>
  <w:style w:type="paragraph" w:customStyle="1" w:styleId="221">
    <w:name w:val="2.2.1 Обычный_без заголовка"/>
    <w:basedOn w:val="a8"/>
    <w:semiHidden/>
    <w:qFormat/>
    <w:rsid w:val="00535FA4"/>
    <w:pPr>
      <w:numPr>
        <w:numId w:val="14"/>
      </w:numPr>
      <w:tabs>
        <w:tab w:val="left" w:pos="0"/>
        <w:tab w:val="left" w:pos="1236"/>
      </w:tabs>
      <w:suppressAutoHyphens/>
      <w:ind w:left="1429" w:right="142"/>
    </w:pPr>
    <w:rPr>
      <w:rFonts w:eastAsiaTheme="minorHAnsi"/>
      <w:lang w:eastAsia="en-US"/>
    </w:rPr>
  </w:style>
  <w:style w:type="paragraph" w:customStyle="1" w:styleId="affffffc">
    <w:name w:val="Основной текст.Основной текст таблиц.в таблице.таблицы.в таблицах.Основной текст Знак Знак Знак"/>
    <w:basedOn w:val="a8"/>
    <w:uiPriority w:val="99"/>
    <w:rsid w:val="00D645E7"/>
    <w:pPr>
      <w:spacing w:line="240" w:lineRule="auto"/>
      <w:ind w:firstLine="0"/>
    </w:pPr>
    <w:rPr>
      <w:szCs w:val="20"/>
    </w:rPr>
  </w:style>
  <w:style w:type="character" w:customStyle="1" w:styleId="211">
    <w:name w:val="2.1.1 Обычный_без заголовка Знак"/>
    <w:basedOn w:val="a9"/>
    <w:link w:val="2110"/>
    <w:locked/>
    <w:rsid w:val="00381F44"/>
    <w:rPr>
      <w:sz w:val="24"/>
      <w:szCs w:val="24"/>
    </w:rPr>
  </w:style>
  <w:style w:type="paragraph" w:customStyle="1" w:styleId="2110">
    <w:name w:val="2.1.1 Обычный_без заголовка"/>
    <w:basedOn w:val="a8"/>
    <w:link w:val="211"/>
    <w:autoRedefine/>
    <w:qFormat/>
    <w:rsid w:val="00381F44"/>
    <w:pPr>
      <w:widowControl w:val="0"/>
      <w:tabs>
        <w:tab w:val="left" w:pos="1134"/>
      </w:tabs>
      <w:suppressAutoHyphens/>
      <w:ind w:left="142" w:right="141" w:firstLine="709"/>
    </w:pPr>
  </w:style>
  <w:style w:type="character" w:customStyle="1" w:styleId="1a">
    <w:name w:val="Неразрешенное упоминание1"/>
    <w:basedOn w:val="a9"/>
    <w:uiPriority w:val="99"/>
    <w:semiHidden/>
    <w:unhideWhenUsed/>
    <w:rsid w:val="004E3DF1"/>
    <w:rPr>
      <w:color w:val="605E5C"/>
      <w:shd w:val="clear" w:color="auto" w:fill="E1DFDD"/>
    </w:rPr>
  </w:style>
  <w:style w:type="paragraph" w:styleId="affffffd">
    <w:name w:val="Bibliography"/>
    <w:basedOn w:val="a8"/>
    <w:next w:val="a8"/>
    <w:uiPriority w:val="37"/>
    <w:unhideWhenUsed/>
    <w:rsid w:val="00B34206"/>
  </w:style>
  <w:style w:type="paragraph" w:customStyle="1" w:styleId="affffffe">
    <w:name w:val="Решение"/>
    <w:basedOn w:val="a8"/>
    <w:link w:val="afffffff"/>
    <w:qFormat/>
    <w:rsid w:val="00A722E7"/>
    <w:rPr>
      <w:b/>
    </w:rPr>
  </w:style>
  <w:style w:type="character" w:customStyle="1" w:styleId="afffffff">
    <w:name w:val="Решение Знак"/>
    <w:basedOn w:val="a9"/>
    <w:link w:val="affffffe"/>
    <w:rsid w:val="00A722E7"/>
    <w:rPr>
      <w:b/>
      <w:sz w:val="24"/>
      <w:szCs w:val="24"/>
    </w:rPr>
  </w:style>
  <w:style w:type="paragraph" w:customStyle="1" w:styleId="pae">
    <w:name w:val="p_основнойтекстразaeела"/>
    <w:basedOn w:val="a8"/>
    <w:rsid w:val="00A952A1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fae">
    <w:name w:val="f_основнойтекстразaeела"/>
    <w:basedOn w:val="a9"/>
    <w:rsid w:val="00A952A1"/>
  </w:style>
  <w:style w:type="character" w:styleId="afffffff0">
    <w:name w:val="Subtle Reference"/>
    <w:basedOn w:val="a9"/>
    <w:uiPriority w:val="31"/>
    <w:qFormat/>
    <w:rsid w:val="00E87285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85543">
          <w:marLeft w:val="0"/>
          <w:marRight w:val="0"/>
          <w:marTop w:val="99"/>
          <w:marBottom w:val="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.yankovskiy\Desktop\&#1058;&#1077;&#1082;&#1089;&#1090;&#1086;&#1074;&#1099;&#1081;%20&#1076;&#1086;&#1082;&#1091;&#1084;&#1077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2023-05-04T00:00:00</PublishDate>
  <Abstract>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НВБ73</b:Tag>
    <b:SourceType>Book</b:SourceType>
    <b:Guid>{2E79E036-210D-48F6-87FD-A1CD249CE3E9}</b:Guid>
    <b:Author>
      <b:Author>
        <b:NameList>
          <b:Person>
            <b:Last>Богомолов</b:Last>
            <b:First>Н.</b:First>
            <b:Middle>В.</b:Middle>
          </b:Person>
        </b:NameList>
      </b:Author>
    </b:Author>
    <b:Title>Практические занятия по высшей математике</b:Title>
    <b:Year>1973</b:Year>
    <b:City>Москва</b:City>
    <b:Publisher>Высшая школа</b:Publisher>
    <b:RefOrder>1</b:RefOrder>
  </b:Source>
  <b:Source>
    <b:Tag>ПЗ1</b:Tag>
    <b:SourceType>Book</b:SourceType>
    <b:Guid>{04ABB1AE-1CD7-4658-AB3A-26C67F26222C}</b:Guid>
    <b:Title>ПЗ 1_ основные методы интегрирования</b:Title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E475431-629D-4185-8250-7F59C2EB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Текстовый документ</Template>
  <TotalTime>270</TotalTime>
  <Pages>4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Типовые решения Алтей-01.</vt:lpstr>
    </vt:vector>
  </TitlesOfParts>
  <Company>home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Типовые решения
МТ.Лютик-Плюс.AC</dc:title>
  <dc:subject>изменения</dc:subject>
  <dc:creator>Инжиниринг</dc:creator>
  <cp:keywords>1071695-03-2021-РЗА.РР</cp:keywords>
  <cp:lastModifiedBy>Артем Сахнов</cp:lastModifiedBy>
  <cp:revision>63</cp:revision>
  <cp:lastPrinted>2023-04-02T06:39:00Z</cp:lastPrinted>
  <dcterms:created xsi:type="dcterms:W3CDTF">2023-05-04T06:47:00Z</dcterms:created>
  <dcterms:modified xsi:type="dcterms:W3CDTF">2025-02-24T12:22:00Z</dcterms:modified>
</cp:coreProperties>
</file>